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731D6" w14:textId="77777777" w:rsidR="004A0174" w:rsidRPr="00014A19" w:rsidRDefault="004A0174" w:rsidP="00031864">
      <w:pPr>
        <w:rPr>
          <w:lang w:val="en-US"/>
        </w:rPr>
      </w:pPr>
    </w:p>
    <w:p w14:paraId="545731D7" w14:textId="78592F8C" w:rsidR="003F5524" w:rsidRDefault="002C7CD3" w:rsidP="003F5524">
      <w:pPr>
        <w:jc w:val="center"/>
        <w:rPr>
          <w:rFonts w:ascii="Tahoma" w:eastAsia="Times New Roman" w:hAnsi="Tahoma" w:cs="Tahoma"/>
          <w:color w:val="7F7F7F"/>
          <w:szCs w:val="16"/>
        </w:rPr>
      </w:pPr>
      <w:r>
        <w:rPr>
          <w:rFonts w:ascii="Tahoma" w:eastAsia="Times New Roman" w:hAnsi="Tahoma" w:cs="Tahoma"/>
          <w:color w:val="7F7F7F"/>
          <w:szCs w:val="16"/>
        </w:rPr>
        <w:t>ПОЯСНИТЕЛЬНАЯ ЗАПИСКА</w:t>
      </w:r>
    </w:p>
    <w:p w14:paraId="22FC9493" w14:textId="77777777" w:rsidR="009F1183" w:rsidRPr="00641445" w:rsidRDefault="009F1183" w:rsidP="009F1183">
      <w:pPr>
        <w:jc w:val="center"/>
        <w:rPr>
          <w:rFonts w:ascii="Tahoma" w:eastAsia="Times New Roman" w:hAnsi="Tahoma" w:cs="Tahoma"/>
          <w:color w:val="7F7F7F"/>
          <w:szCs w:val="16"/>
        </w:rPr>
      </w:pPr>
      <w:r w:rsidRPr="00641445">
        <w:rPr>
          <w:rFonts w:ascii="Tahoma" w:eastAsia="Times New Roman" w:hAnsi="Tahoma" w:cs="Tahoma"/>
          <w:color w:val="7F7F7F"/>
          <w:szCs w:val="16"/>
        </w:rPr>
        <w:t xml:space="preserve">к инвестиционной программе </w:t>
      </w:r>
      <w:r>
        <w:rPr>
          <w:rFonts w:ascii="Tahoma" w:eastAsia="Times New Roman" w:hAnsi="Tahoma" w:cs="Tahoma"/>
          <w:color w:val="7F7F7F"/>
          <w:szCs w:val="16"/>
        </w:rPr>
        <w:t>ООО «ЭСК Гарант»</w:t>
      </w:r>
      <w:r w:rsidRPr="00641445">
        <w:rPr>
          <w:rFonts w:ascii="Tahoma" w:eastAsia="Times New Roman" w:hAnsi="Tahoma" w:cs="Tahoma"/>
          <w:color w:val="7F7F7F"/>
          <w:szCs w:val="16"/>
        </w:rPr>
        <w:t xml:space="preserve"> на 2020-2022 гг.</w:t>
      </w:r>
    </w:p>
    <w:p w14:paraId="545731D9" w14:textId="77777777" w:rsidR="003F5524" w:rsidRPr="009F1183" w:rsidRDefault="003F5524" w:rsidP="003F5524">
      <w:pPr>
        <w:jc w:val="center"/>
        <w:rPr>
          <w:rFonts w:ascii="Tahoma" w:eastAsia="Times New Roman" w:hAnsi="Tahoma" w:cs="Tahoma"/>
          <w:color w:val="7F7F7F"/>
          <w:szCs w:val="16"/>
        </w:rPr>
      </w:pPr>
      <w:r w:rsidRPr="009F1183">
        <w:rPr>
          <w:rFonts w:ascii="Tahoma" w:eastAsia="Times New Roman" w:hAnsi="Tahoma" w:cs="Tahoma"/>
          <w:color w:val="7F7F7F"/>
          <w:szCs w:val="16"/>
        </w:rPr>
        <w:t xml:space="preserve">по проекту «Личный кабинет клиента» </w:t>
      </w:r>
    </w:p>
    <w:p w14:paraId="545731DB" w14:textId="77777777" w:rsidR="003F5524" w:rsidRPr="003C34A7" w:rsidRDefault="003F5524" w:rsidP="003F5524">
      <w:pPr>
        <w:jc w:val="center"/>
        <w:rPr>
          <w:rFonts w:cs="Tahoma"/>
          <w:color w:val="7F7F7F" w:themeColor="text1" w:themeTint="8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7478"/>
      </w:tblGrid>
      <w:tr w:rsidR="003F5524" w:rsidRPr="00312488" w14:paraId="545731DE" w14:textId="77777777" w:rsidTr="00644B86">
        <w:tc>
          <w:tcPr>
            <w:tcW w:w="2553" w:type="dxa"/>
          </w:tcPr>
          <w:p w14:paraId="545731DC" w14:textId="77777777" w:rsidR="003F5524" w:rsidRPr="00312488" w:rsidRDefault="003F5524" w:rsidP="00644B86">
            <w:pPr>
              <w:rPr>
                <w:rFonts w:cs="Tahoma"/>
                <w:b/>
              </w:rPr>
            </w:pPr>
          </w:p>
        </w:tc>
        <w:tc>
          <w:tcPr>
            <w:tcW w:w="7478" w:type="dxa"/>
          </w:tcPr>
          <w:p w14:paraId="545731DD" w14:textId="77777777" w:rsidR="003F5524" w:rsidRPr="00312488" w:rsidRDefault="003F5524" w:rsidP="00644B86">
            <w:pPr>
              <w:jc w:val="center"/>
              <w:rPr>
                <w:rFonts w:cs="Tahoma"/>
                <w:b/>
              </w:rPr>
            </w:pPr>
            <w:r w:rsidRPr="00312488">
              <w:rPr>
                <w:rFonts w:cs="Tahoma"/>
                <w:b/>
              </w:rPr>
              <w:t>Описание</w:t>
            </w:r>
          </w:p>
        </w:tc>
      </w:tr>
      <w:tr w:rsidR="003F5524" w:rsidRPr="00312488" w14:paraId="545731E3" w14:textId="77777777" w:rsidTr="00644B86">
        <w:tc>
          <w:tcPr>
            <w:tcW w:w="2553" w:type="dxa"/>
          </w:tcPr>
          <w:p w14:paraId="545731DF" w14:textId="77777777" w:rsidR="003F5524" w:rsidRDefault="003F5524" w:rsidP="00644B86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Порядковый номер</w:t>
            </w:r>
          </w:p>
          <w:p w14:paraId="545731E0" w14:textId="33BAB626" w:rsidR="003F5524" w:rsidRPr="00014A19" w:rsidRDefault="009F1183" w:rsidP="00644B86">
            <w:pPr>
              <w:rPr>
                <w:rFonts w:cs="Tahoma"/>
                <w:b/>
                <w:i/>
                <w:color w:val="1F497D"/>
                <w:lang w:val="en-US"/>
              </w:rPr>
            </w:pPr>
            <w:r>
              <w:rPr>
                <w:rFonts w:cs="Tahoma"/>
                <w:b/>
                <w:i/>
                <w:color w:val="1F497D"/>
              </w:rPr>
              <w:t>Проект №</w:t>
            </w:r>
            <w:r w:rsidR="00014A19">
              <w:rPr>
                <w:rFonts w:cs="Tahoma"/>
                <w:b/>
                <w:i/>
                <w:color w:val="1F497D"/>
                <w:lang w:val="en-US"/>
              </w:rPr>
              <w:t>7</w:t>
            </w:r>
          </w:p>
        </w:tc>
        <w:tc>
          <w:tcPr>
            <w:tcW w:w="7478" w:type="dxa"/>
          </w:tcPr>
          <w:p w14:paraId="79B32C20" w14:textId="77777777" w:rsidR="000E7BEF" w:rsidRDefault="003F5524" w:rsidP="000E7BEF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Название проекта</w:t>
            </w:r>
            <w:r w:rsidR="000E7BEF">
              <w:rPr>
                <w:rFonts w:cs="Tahoma"/>
                <w:b/>
              </w:rPr>
              <w:t xml:space="preserve"> </w:t>
            </w:r>
          </w:p>
          <w:p w14:paraId="545731E2" w14:textId="69B0BEC2" w:rsidR="003F5524" w:rsidRPr="001836E4" w:rsidRDefault="003F5524" w:rsidP="000E7BEF">
            <w:pPr>
              <w:rPr>
                <w:rFonts w:cs="Tahoma"/>
                <w:b/>
                <w:i/>
                <w:color w:val="1F497D"/>
              </w:rPr>
            </w:pPr>
            <w:bookmarkStart w:id="0" w:name="_GoBack"/>
            <w:bookmarkEnd w:id="0"/>
            <w:r w:rsidRPr="00BB4504">
              <w:rPr>
                <w:rFonts w:cs="Tahoma"/>
                <w:b/>
                <w:bCs/>
                <w:i/>
                <w:color w:val="1F497D"/>
              </w:rPr>
              <w:t>«</w:t>
            </w:r>
            <w:r>
              <w:rPr>
                <w:rFonts w:cs="Tahoma"/>
                <w:b/>
                <w:bCs/>
                <w:i/>
                <w:color w:val="1F497D"/>
              </w:rPr>
              <w:t>Личный кабинет клиента</w:t>
            </w:r>
            <w:r w:rsidRPr="00BB4504">
              <w:rPr>
                <w:rFonts w:cs="Tahoma"/>
                <w:b/>
                <w:bCs/>
                <w:i/>
                <w:color w:val="1F497D"/>
              </w:rPr>
              <w:t xml:space="preserve">» </w:t>
            </w:r>
          </w:p>
        </w:tc>
      </w:tr>
      <w:tr w:rsidR="003F5524" w:rsidRPr="00312488" w14:paraId="545731EB" w14:textId="77777777" w:rsidTr="00644B86">
        <w:tc>
          <w:tcPr>
            <w:tcW w:w="2553" w:type="dxa"/>
          </w:tcPr>
          <w:p w14:paraId="545731E4" w14:textId="77777777" w:rsidR="003F5524" w:rsidRPr="00312488" w:rsidRDefault="003F5524" w:rsidP="00644B86">
            <w:pPr>
              <w:rPr>
                <w:rFonts w:cs="Tahoma"/>
              </w:rPr>
            </w:pPr>
            <w:r w:rsidRPr="00312488">
              <w:rPr>
                <w:rFonts w:cs="Tahoma"/>
              </w:rPr>
              <w:t>Предпосылки</w:t>
            </w:r>
          </w:p>
        </w:tc>
        <w:tc>
          <w:tcPr>
            <w:tcW w:w="7478" w:type="dxa"/>
          </w:tcPr>
          <w:p w14:paraId="545731E5" w14:textId="68F65FA1" w:rsidR="003F5524" w:rsidRPr="00A10B7B" w:rsidRDefault="003F5524" w:rsidP="009F1183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По состоянию на начало 2019 года функционал, интерфейс и работоспособность сервисов Личного кабинета клиента (далее ЛКК) </w:t>
            </w:r>
            <w:r w:rsidRPr="00A10B7B">
              <w:rPr>
                <w:rFonts w:cs="Tahoma"/>
              </w:rPr>
              <w:t>физически и морально не соответствует потребностям клиентов.</w:t>
            </w:r>
          </w:p>
          <w:p w14:paraId="545731E6" w14:textId="77777777" w:rsidR="003F5524" w:rsidRPr="00A10B7B" w:rsidRDefault="003F5524" w:rsidP="009F1183">
            <w:pPr>
              <w:jc w:val="both"/>
              <w:rPr>
                <w:rFonts w:cs="Tahoma"/>
              </w:rPr>
            </w:pPr>
            <w:r w:rsidRPr="00A10B7B">
              <w:rPr>
                <w:rFonts w:cs="Tahoma"/>
              </w:rPr>
              <w:t>При технических сбоях в работе сервисов дистанционного обслуживания происходят полные остановки процесса обслуживания клиентов, приема показаний приборов учета и оплат, отображения квитанций, и пр.</w:t>
            </w:r>
          </w:p>
          <w:p w14:paraId="545731E7" w14:textId="11CBEB6F" w:rsidR="003F5524" w:rsidRPr="00A10B7B" w:rsidRDefault="003F5524" w:rsidP="009F1183">
            <w:pPr>
              <w:jc w:val="both"/>
              <w:rPr>
                <w:rFonts w:cs="Tahoma"/>
              </w:rPr>
            </w:pPr>
            <w:r w:rsidRPr="00A10B7B">
              <w:rPr>
                <w:rFonts w:cs="Tahoma"/>
              </w:rPr>
              <w:t xml:space="preserve">Разработка и внедрение новой версии ЛКК позволит снизить нагрузку на сотрудников </w:t>
            </w:r>
            <w:proofErr w:type="spellStart"/>
            <w:r w:rsidRPr="00A10B7B">
              <w:rPr>
                <w:rFonts w:cs="Tahoma"/>
              </w:rPr>
              <w:t>ОПиОК</w:t>
            </w:r>
            <w:proofErr w:type="spellEnd"/>
            <w:r w:rsidRPr="00A10B7B">
              <w:rPr>
                <w:rFonts w:cs="Tahoma"/>
              </w:rPr>
              <w:t xml:space="preserve">, т.к. клиенты все свои вопросы смогут решить посредством Обратной связи в ЛКК, не посещая офис продаж в пиковые часы загрузки. Это </w:t>
            </w:r>
            <w:r>
              <w:rPr>
                <w:rFonts w:cs="Tahoma"/>
              </w:rPr>
              <w:t xml:space="preserve">исключит </w:t>
            </w:r>
            <w:r w:rsidRPr="00A10B7B">
              <w:rPr>
                <w:rFonts w:cs="Tahoma"/>
              </w:rPr>
              <w:t xml:space="preserve">большие неудобства </w:t>
            </w:r>
            <w:r>
              <w:rPr>
                <w:rFonts w:cs="Tahoma"/>
              </w:rPr>
              <w:t xml:space="preserve">для </w:t>
            </w:r>
            <w:r w:rsidRPr="00A10B7B">
              <w:rPr>
                <w:rFonts w:cs="Tahoma"/>
              </w:rPr>
              <w:t>клиент</w:t>
            </w:r>
            <w:r>
              <w:rPr>
                <w:rFonts w:cs="Tahoma"/>
              </w:rPr>
              <w:t>ов</w:t>
            </w:r>
            <w:r w:rsidRPr="00A10B7B">
              <w:rPr>
                <w:rFonts w:cs="Tahoma"/>
              </w:rPr>
              <w:t xml:space="preserve"> </w:t>
            </w:r>
            <w:r w:rsidR="009F1183">
              <w:rPr>
                <w:rFonts w:cs="Tahoma"/>
              </w:rPr>
              <w:t>Компании</w:t>
            </w:r>
            <w:r w:rsidRPr="00A10B7B">
              <w:rPr>
                <w:rFonts w:cs="Tahoma"/>
              </w:rPr>
              <w:t>, среди которых большое количество людей пенсионного возраста, людей с ограниченными возможностями и людей с маленькими детьми, которые вынуждены приходить вместе с ними.</w:t>
            </w:r>
          </w:p>
          <w:p w14:paraId="545731E8" w14:textId="77777777" w:rsidR="003F5524" w:rsidRDefault="003F5524" w:rsidP="009F1183">
            <w:pPr>
              <w:jc w:val="both"/>
              <w:rPr>
                <w:rFonts w:cs="Tahoma"/>
              </w:rPr>
            </w:pPr>
            <w:r w:rsidRPr="00A10B7B">
              <w:rPr>
                <w:rFonts w:cs="Tahoma"/>
              </w:rPr>
              <w:t>Новый интерфейс ЛКК позволит привязать лицевые счета бабушек, дедушек, сос</w:t>
            </w:r>
            <w:r>
              <w:rPr>
                <w:rFonts w:cs="Tahoma"/>
              </w:rPr>
              <w:t xml:space="preserve">едей, </w:t>
            </w:r>
            <w:r w:rsidRPr="00A10B7B">
              <w:rPr>
                <w:rFonts w:cs="Tahoma"/>
              </w:rPr>
              <w:t>родственников для оперативной передачи показаний приборов учета и отслеживания статистики по расходам услуг ЖКУ.</w:t>
            </w:r>
            <w:r>
              <w:rPr>
                <w:rFonts w:cs="Tahoma"/>
              </w:rPr>
              <w:t xml:space="preserve"> </w:t>
            </w:r>
          </w:p>
          <w:p w14:paraId="545731EA" w14:textId="52468D4B" w:rsidR="003F5524" w:rsidRPr="00EE329A" w:rsidRDefault="003F5524" w:rsidP="009F1183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Возможность оплаты с получением электронного чека так же занимает высокое место в рейтинге экономии времени и экологии для клиентов</w:t>
            </w:r>
            <w:r w:rsidR="009F1183">
              <w:rPr>
                <w:rFonts w:cs="Tahoma"/>
              </w:rPr>
              <w:t xml:space="preserve"> Компании</w:t>
            </w:r>
            <w:r>
              <w:rPr>
                <w:rFonts w:cs="Tahoma"/>
              </w:rPr>
              <w:t xml:space="preserve">. </w:t>
            </w:r>
          </w:p>
        </w:tc>
      </w:tr>
      <w:tr w:rsidR="003F5524" w:rsidRPr="00312488" w14:paraId="545731F0" w14:textId="77777777" w:rsidTr="00644B86">
        <w:tc>
          <w:tcPr>
            <w:tcW w:w="2553" w:type="dxa"/>
          </w:tcPr>
          <w:p w14:paraId="545731EC" w14:textId="77777777" w:rsidR="003F5524" w:rsidRPr="00312488" w:rsidRDefault="003F5524" w:rsidP="00644B86">
            <w:pPr>
              <w:rPr>
                <w:rFonts w:cs="Tahoma"/>
              </w:rPr>
            </w:pPr>
            <w:r w:rsidRPr="00312488">
              <w:rPr>
                <w:rFonts w:cs="Tahoma"/>
              </w:rPr>
              <w:t>Цели, задачи</w:t>
            </w:r>
          </w:p>
        </w:tc>
        <w:tc>
          <w:tcPr>
            <w:tcW w:w="7478" w:type="dxa"/>
          </w:tcPr>
          <w:p w14:paraId="545731ED" w14:textId="77777777" w:rsidR="003F5524" w:rsidRDefault="003F5524" w:rsidP="00874702">
            <w:pPr>
              <w:numPr>
                <w:ilvl w:val="0"/>
                <w:numId w:val="4"/>
              </w:numPr>
              <w:jc w:val="both"/>
              <w:rPr>
                <w:rFonts w:cs="Tahoma"/>
              </w:rPr>
            </w:pPr>
            <w:r>
              <w:rPr>
                <w:rFonts w:cs="Tahoma"/>
              </w:rPr>
              <w:t>обеспечение требований клиентов в удобстве и простоте сервисов дистанционного обслуживания;</w:t>
            </w:r>
          </w:p>
          <w:p w14:paraId="545731EF" w14:textId="4B06AF35" w:rsidR="003F5524" w:rsidRPr="001836E4" w:rsidRDefault="003F5524" w:rsidP="00874702">
            <w:pPr>
              <w:numPr>
                <w:ilvl w:val="0"/>
                <w:numId w:val="4"/>
              </w:num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уменьшение очередей в офисах обслуживания клиентов за счет стабильной и эффективной работы сервисов дистанционного обслуживания. </w:t>
            </w:r>
          </w:p>
        </w:tc>
      </w:tr>
      <w:tr w:rsidR="003F5524" w:rsidRPr="00312488" w14:paraId="545731F3" w14:textId="77777777" w:rsidTr="00644B86">
        <w:tc>
          <w:tcPr>
            <w:tcW w:w="2553" w:type="dxa"/>
          </w:tcPr>
          <w:p w14:paraId="545731F1" w14:textId="77777777" w:rsidR="003F5524" w:rsidRPr="00312488" w:rsidRDefault="003F5524" w:rsidP="00644B86">
            <w:pPr>
              <w:rPr>
                <w:rFonts w:cs="Tahoma"/>
              </w:rPr>
            </w:pPr>
            <w:r w:rsidRPr="00312488">
              <w:rPr>
                <w:rFonts w:cs="Tahoma"/>
              </w:rPr>
              <w:t>Сроки реализации</w:t>
            </w:r>
          </w:p>
        </w:tc>
        <w:tc>
          <w:tcPr>
            <w:tcW w:w="7478" w:type="dxa"/>
          </w:tcPr>
          <w:p w14:paraId="545731F2" w14:textId="77777777" w:rsidR="003F5524" w:rsidRPr="00413633" w:rsidRDefault="003F5524" w:rsidP="00644B86">
            <w:pPr>
              <w:rPr>
                <w:rFonts w:cs="Tahoma"/>
                <w:b/>
                <w:i/>
                <w:color w:val="1F497D"/>
              </w:rPr>
            </w:pPr>
            <w:r>
              <w:rPr>
                <w:rFonts w:cs="Tahoma"/>
                <w:b/>
                <w:i/>
                <w:color w:val="1F497D"/>
              </w:rPr>
              <w:t>2020 г</w:t>
            </w:r>
          </w:p>
        </w:tc>
      </w:tr>
      <w:tr w:rsidR="003F5524" w:rsidRPr="00312488" w14:paraId="545731F8" w14:textId="77777777" w:rsidTr="00644B86">
        <w:tc>
          <w:tcPr>
            <w:tcW w:w="2553" w:type="dxa"/>
          </w:tcPr>
          <w:p w14:paraId="545731F4" w14:textId="77777777" w:rsidR="003F5524" w:rsidRPr="00312488" w:rsidRDefault="003F5524" w:rsidP="00644B86">
            <w:pPr>
              <w:rPr>
                <w:rFonts w:cs="Tahoma"/>
              </w:rPr>
            </w:pPr>
            <w:r w:rsidRPr="00DF6573">
              <w:rPr>
                <w:rFonts w:cs="Tahoma"/>
              </w:rPr>
              <w:t>Бюджет проекта</w:t>
            </w:r>
          </w:p>
        </w:tc>
        <w:tc>
          <w:tcPr>
            <w:tcW w:w="7478" w:type="dxa"/>
          </w:tcPr>
          <w:p w14:paraId="545731F5" w14:textId="77777777" w:rsidR="003F5524" w:rsidRDefault="003F5524" w:rsidP="00644B86">
            <w:pPr>
              <w:rPr>
                <w:rFonts w:cs="Tahoma"/>
              </w:rPr>
            </w:pPr>
            <w:r>
              <w:rPr>
                <w:rFonts w:cs="Tahoma"/>
              </w:rPr>
              <w:t xml:space="preserve">Общая стоимость проекта: </w:t>
            </w:r>
          </w:p>
          <w:p w14:paraId="545731F7" w14:textId="7BD98FB9" w:rsidR="003F5524" w:rsidRPr="00161690" w:rsidRDefault="002C67CC" w:rsidP="00FB55C5">
            <w:pPr>
              <w:rPr>
                <w:rFonts w:cs="Tahoma"/>
                <w:color w:val="1F497D"/>
              </w:rPr>
            </w:pPr>
            <w:r w:rsidRPr="002C67CC">
              <w:rPr>
                <w:rFonts w:cs="Tahoma"/>
                <w:b/>
                <w:i/>
                <w:color w:val="1F497D"/>
              </w:rPr>
              <w:t>3</w:t>
            </w:r>
            <w:r w:rsidR="00FB55C5">
              <w:rPr>
                <w:rFonts w:cs="Tahoma"/>
                <w:b/>
                <w:i/>
                <w:color w:val="1F497D"/>
              </w:rPr>
              <w:t> </w:t>
            </w:r>
            <w:r w:rsidRPr="002C67CC">
              <w:rPr>
                <w:rFonts w:cs="Tahoma"/>
                <w:b/>
                <w:i/>
                <w:color w:val="1F497D"/>
              </w:rPr>
              <w:t>999</w:t>
            </w:r>
            <w:r w:rsidR="00FB55C5" w:rsidRPr="00FB55C5">
              <w:rPr>
                <w:rFonts w:cs="Tahoma"/>
                <w:b/>
                <w:i/>
                <w:color w:val="1F497D"/>
              </w:rPr>
              <w:t xml:space="preserve"> </w:t>
            </w:r>
            <w:r w:rsidR="00FB55C5">
              <w:rPr>
                <w:rFonts w:cs="Tahoma"/>
                <w:b/>
                <w:i/>
                <w:color w:val="1F497D"/>
              </w:rPr>
              <w:t>руб.</w:t>
            </w:r>
            <w:r w:rsidR="003F5524">
              <w:t xml:space="preserve"> </w:t>
            </w:r>
            <w:r w:rsidR="003F5524" w:rsidRPr="00E75012">
              <w:rPr>
                <w:rFonts w:cs="Tahoma"/>
                <w:b/>
                <w:i/>
                <w:color w:val="1F497D"/>
              </w:rPr>
              <w:t>без НДС</w:t>
            </w:r>
            <w:r w:rsidR="003F5524">
              <w:rPr>
                <w:rFonts w:cs="Tahoma"/>
              </w:rPr>
              <w:t xml:space="preserve"> </w:t>
            </w:r>
          </w:p>
        </w:tc>
      </w:tr>
      <w:tr w:rsidR="003F5524" w:rsidRPr="00312488" w14:paraId="545731FB" w14:textId="77777777" w:rsidTr="00644B86">
        <w:tc>
          <w:tcPr>
            <w:tcW w:w="2553" w:type="dxa"/>
          </w:tcPr>
          <w:p w14:paraId="545731F9" w14:textId="77777777" w:rsidR="003F5524" w:rsidRPr="00312488" w:rsidRDefault="003F5524" w:rsidP="00644B86">
            <w:pPr>
              <w:rPr>
                <w:rFonts w:cs="Tahoma"/>
              </w:rPr>
            </w:pPr>
            <w:r w:rsidRPr="00312488">
              <w:rPr>
                <w:rFonts w:cs="Tahoma"/>
              </w:rPr>
              <w:t>Риски</w:t>
            </w:r>
          </w:p>
        </w:tc>
        <w:tc>
          <w:tcPr>
            <w:tcW w:w="7478" w:type="dxa"/>
          </w:tcPr>
          <w:p w14:paraId="545731FA" w14:textId="77777777" w:rsidR="003F5524" w:rsidRPr="003822A2" w:rsidRDefault="003F5524" w:rsidP="00644B86">
            <w:pPr>
              <w:rPr>
                <w:rFonts w:cs="Tahoma"/>
                <w:b/>
                <w:i/>
                <w:color w:val="1F497D"/>
              </w:rPr>
            </w:pPr>
            <w:r>
              <w:rPr>
                <w:rFonts w:cs="Tahoma"/>
              </w:rPr>
              <w:t>отсутствуют</w:t>
            </w:r>
          </w:p>
        </w:tc>
      </w:tr>
      <w:tr w:rsidR="003F5524" w:rsidRPr="00312488" w14:paraId="54573201" w14:textId="77777777" w:rsidTr="00644B86">
        <w:tc>
          <w:tcPr>
            <w:tcW w:w="2553" w:type="dxa"/>
          </w:tcPr>
          <w:p w14:paraId="545731FC" w14:textId="77777777" w:rsidR="003F5524" w:rsidRPr="00312488" w:rsidRDefault="003F5524" w:rsidP="00644B86">
            <w:pPr>
              <w:rPr>
                <w:rFonts w:cs="Tahoma"/>
              </w:rPr>
            </w:pPr>
            <w:r w:rsidRPr="00312488">
              <w:rPr>
                <w:rFonts w:cs="Tahoma"/>
              </w:rPr>
              <w:t>Последствия неосуществления проекта</w:t>
            </w:r>
          </w:p>
        </w:tc>
        <w:tc>
          <w:tcPr>
            <w:tcW w:w="7478" w:type="dxa"/>
          </w:tcPr>
          <w:p w14:paraId="545731FD" w14:textId="77777777" w:rsidR="003F5524" w:rsidRDefault="003F5524" w:rsidP="00644B86">
            <w:pPr>
              <w:rPr>
                <w:rFonts w:cs="Tahoma"/>
              </w:rPr>
            </w:pPr>
            <w:r>
              <w:rPr>
                <w:rFonts w:cs="Tahoma"/>
              </w:rPr>
              <w:t>Наиболее вероятные события, которые могут наступить в случае неосуществления проекта</w:t>
            </w:r>
          </w:p>
          <w:p w14:paraId="545731FE" w14:textId="77777777" w:rsidR="003F5524" w:rsidRPr="007F0D70" w:rsidRDefault="003F5524" w:rsidP="00874702">
            <w:pPr>
              <w:pStyle w:val="a5"/>
              <w:numPr>
                <w:ilvl w:val="0"/>
                <w:numId w:val="5"/>
              </w:numPr>
              <w:rPr>
                <w:rFonts w:ascii="Times New Roman" w:eastAsia="Cambria" w:hAnsi="Times New Roman" w:cs="Tahoma"/>
                <w:b/>
                <w:bCs/>
                <w:i/>
                <w:color w:val="1F497D"/>
                <w:sz w:val="24"/>
                <w:lang w:eastAsia="ru-RU"/>
              </w:rPr>
            </w:pPr>
            <w:r w:rsidRPr="007F0D70">
              <w:rPr>
                <w:rFonts w:ascii="Times New Roman" w:eastAsia="Cambria" w:hAnsi="Times New Roman" w:cs="Tahoma"/>
                <w:b/>
                <w:bCs/>
                <w:i/>
                <w:color w:val="1F497D"/>
                <w:sz w:val="24"/>
                <w:lang w:eastAsia="ru-RU"/>
              </w:rPr>
              <w:t>Недостаточно эффективное обслуживание клиентов</w:t>
            </w:r>
          </w:p>
          <w:p w14:paraId="545731FF" w14:textId="77777777" w:rsidR="003F5524" w:rsidRPr="007F0D70" w:rsidRDefault="003F5524" w:rsidP="00644B86">
            <w:pPr>
              <w:pStyle w:val="a5"/>
              <w:numPr>
                <w:ilvl w:val="0"/>
                <w:numId w:val="5"/>
              </w:numPr>
              <w:rPr>
                <w:rFonts w:ascii="Times New Roman" w:eastAsia="Cambria" w:hAnsi="Times New Roman" w:cs="Tahoma"/>
                <w:b/>
                <w:bCs/>
                <w:i/>
                <w:color w:val="1F497D"/>
                <w:sz w:val="24"/>
                <w:lang w:eastAsia="ru-RU"/>
              </w:rPr>
            </w:pPr>
            <w:r w:rsidRPr="007F0D70">
              <w:rPr>
                <w:rFonts w:ascii="Times New Roman" w:eastAsia="Cambria" w:hAnsi="Times New Roman" w:cs="Tahoma"/>
                <w:b/>
                <w:bCs/>
                <w:i/>
                <w:color w:val="1F497D"/>
                <w:sz w:val="24"/>
                <w:lang w:eastAsia="ru-RU"/>
              </w:rPr>
              <w:t>Невозможность устранить очереди в офисах обслуживания клиентов</w:t>
            </w:r>
          </w:p>
          <w:p w14:paraId="54573200" w14:textId="77777777" w:rsidR="003F5524" w:rsidRPr="00FB30AA" w:rsidRDefault="003F5524" w:rsidP="00644B86">
            <w:pPr>
              <w:pStyle w:val="a5"/>
              <w:numPr>
                <w:ilvl w:val="0"/>
                <w:numId w:val="5"/>
              </w:numPr>
              <w:rPr>
                <w:rFonts w:cs="Tahoma"/>
                <w:b/>
                <w:i/>
                <w:color w:val="1F497D"/>
              </w:rPr>
            </w:pPr>
            <w:r w:rsidRPr="007F0D70">
              <w:rPr>
                <w:rFonts w:ascii="Times New Roman" w:eastAsia="Cambria" w:hAnsi="Times New Roman" w:cs="Tahoma"/>
                <w:b/>
                <w:bCs/>
                <w:i/>
                <w:color w:val="1F497D"/>
                <w:sz w:val="24"/>
                <w:lang w:eastAsia="ru-RU"/>
              </w:rPr>
              <w:t>Потери при сборе дебиторской задолженности</w:t>
            </w:r>
          </w:p>
        </w:tc>
      </w:tr>
    </w:tbl>
    <w:p w14:paraId="54573202" w14:textId="77777777" w:rsidR="003F5524" w:rsidRPr="00014A19" w:rsidRDefault="003F5524" w:rsidP="00031864"/>
    <w:sectPr w:rsidR="003F5524" w:rsidRPr="00014A19" w:rsidSect="000B5E88">
      <w:headerReference w:type="default" r:id="rId11"/>
      <w:footerReference w:type="default" r:id="rId12"/>
      <w:pgSz w:w="11906" w:h="16838"/>
      <w:pgMar w:top="212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73205" w14:textId="77777777" w:rsidR="00156E9C" w:rsidRDefault="00156E9C" w:rsidP="009D6F42">
      <w:r>
        <w:separator/>
      </w:r>
    </w:p>
  </w:endnote>
  <w:endnote w:type="continuationSeparator" w:id="0">
    <w:p w14:paraId="54573206" w14:textId="77777777" w:rsidR="00156E9C" w:rsidRDefault="00156E9C" w:rsidP="009D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7320F" w14:textId="77777777" w:rsidR="00A42573" w:rsidRDefault="004030D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57321A" wp14:editId="5457321B">
              <wp:simplePos x="0" y="0"/>
              <wp:positionH relativeFrom="column">
                <wp:posOffset>-739140</wp:posOffset>
              </wp:positionH>
              <wp:positionV relativeFrom="paragraph">
                <wp:posOffset>247015</wp:posOffset>
              </wp:positionV>
              <wp:extent cx="7585710" cy="174625"/>
              <wp:effectExtent l="0" t="0" r="0" b="0"/>
              <wp:wrapNone/>
              <wp:docPr id="2" name="Rectangle 13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A5A5A5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4734CB" id="Rectangle 13" o:spid="_x0000_s1026" alt="Светлый горизонтальный" style="position:absolute;margin-left:-58.2pt;margin-top:19.45pt;width:597.3pt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" fillcolor="#a5a5a5" stroked="f">
              <v:fill r:id="rId1" o:title="" type="patter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57321C" wp14:editId="5457321D">
              <wp:simplePos x="0" y="0"/>
              <wp:positionH relativeFrom="column">
                <wp:posOffset>-734695</wp:posOffset>
              </wp:positionH>
              <wp:positionV relativeFrom="paragraph">
                <wp:posOffset>94615</wp:posOffset>
              </wp:positionV>
              <wp:extent cx="7585710" cy="174625"/>
              <wp:effectExtent l="0" t="0" r="0" b="0"/>
              <wp:wrapNone/>
              <wp:docPr id="1" name="Rectangle 5" descr="Светлый горизонтальный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174625"/>
                      </a:xfrm>
                      <a:prstGeom prst="rect">
                        <a:avLst/>
                      </a:prstGeom>
                      <a:pattFill prst="ltHorz">
                        <a:fgClr>
                          <a:srgbClr val="99CC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7DFB02" id="Rectangle 5" o:spid="_x0000_s1026" alt="Светлый горизонтальный" style="position:absolute;margin-left:-57.85pt;margin-top:7.45pt;width:597.3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" fillcolor="#9c0" stroked="f">
              <v:fill r:id="rId1" o:title="" type="patter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73203" w14:textId="77777777" w:rsidR="00156E9C" w:rsidRDefault="00156E9C" w:rsidP="009D6F42">
      <w:r>
        <w:separator/>
      </w:r>
    </w:p>
  </w:footnote>
  <w:footnote w:type="continuationSeparator" w:id="0">
    <w:p w14:paraId="54573204" w14:textId="77777777" w:rsidR="00156E9C" w:rsidRDefault="00156E9C" w:rsidP="009D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73207" w14:textId="77777777" w:rsidR="00A42573" w:rsidRPr="003B07BF" w:rsidRDefault="00A42573" w:rsidP="009D6F42">
    <w:pPr>
      <w:pStyle w:val="a8"/>
      <w:tabs>
        <w:tab w:val="clear" w:pos="4677"/>
        <w:tab w:val="clear" w:pos="9355"/>
        <w:tab w:val="center" w:pos="5529"/>
        <w:tab w:val="right" w:pos="9923"/>
      </w:tabs>
      <w:ind w:left="5670"/>
      <w:rPr>
        <w:rFonts w:ascii="Verdana" w:hAnsi="Verdana"/>
        <w:b/>
        <w:color w:val="000000"/>
        <w:sz w:val="12"/>
        <w:szCs w:val="12"/>
      </w:rPr>
    </w:pPr>
  </w:p>
  <w:p w14:paraId="54573208" w14:textId="77777777" w:rsidR="00A42573" w:rsidRPr="003B07BF" w:rsidRDefault="004030D6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4573210" wp14:editId="54573211">
              <wp:simplePos x="0" y="0"/>
              <wp:positionH relativeFrom="column">
                <wp:posOffset>2574925</wp:posOffset>
              </wp:positionH>
              <wp:positionV relativeFrom="paragraph">
                <wp:posOffset>-284480</wp:posOffset>
              </wp:positionV>
              <wp:extent cx="4362450" cy="90805"/>
              <wp:effectExtent l="0" t="0" r="0" b="4445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62450" cy="90805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6AE38C" id="Rectangle 4" o:spid="_x0000_s1026" style="position:absolute;margin-left:202.75pt;margin-top:-22.4pt;width:343.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" fillcolor="#bfbfb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4573212" wp14:editId="54573213">
              <wp:simplePos x="0" y="0"/>
              <wp:positionH relativeFrom="column">
                <wp:posOffset>-734695</wp:posOffset>
              </wp:positionH>
              <wp:positionV relativeFrom="paragraph">
                <wp:posOffset>-284480</wp:posOffset>
              </wp:positionV>
              <wp:extent cx="7585710" cy="90805"/>
              <wp:effectExtent l="0" t="0" r="0" b="4445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85710" cy="908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01DCB0" id="Rectangle 3" o:spid="_x0000_s1026" style="position:absolute;margin-left:-57.85pt;margin-top:-22.4pt;width:597.3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" fillcolor="#92d050" stroked="f"/>
          </w:pict>
        </mc:Fallback>
      </mc:AlternateContent>
    </w:r>
    <w:r w:rsidR="00A42573" w:rsidRPr="003B07BF">
      <w:rPr>
        <w:rFonts w:ascii="Verdana" w:hAnsi="Verdana"/>
        <w:b/>
        <w:color w:val="000000"/>
        <w:sz w:val="14"/>
        <w:szCs w:val="14"/>
      </w:rPr>
      <w:t xml:space="preserve"> </w:t>
    </w:r>
    <w:r w:rsidR="00A42573" w:rsidRPr="003B07BF">
      <w:rPr>
        <w:rFonts w:ascii="Verdana" w:hAnsi="Verdana"/>
        <w:color w:val="000000"/>
        <w:sz w:val="14"/>
        <w:szCs w:val="14"/>
      </w:rPr>
      <w:t>ООО</w:t>
    </w:r>
    <w:r>
      <w:rPr>
        <w:noProof/>
      </w:rPr>
      <w:drawing>
        <wp:anchor distT="0" distB="0" distL="114300" distR="114300" simplePos="0" relativeHeight="251654656" behindDoc="0" locked="0" layoutInCell="1" allowOverlap="1" wp14:anchorId="54573214" wp14:editId="54573215">
          <wp:simplePos x="0" y="0"/>
          <wp:positionH relativeFrom="column">
            <wp:posOffset>-113030</wp:posOffset>
          </wp:positionH>
          <wp:positionV relativeFrom="paragraph">
            <wp:posOffset>14605</wp:posOffset>
          </wp:positionV>
          <wp:extent cx="2024380" cy="500380"/>
          <wp:effectExtent l="0" t="0" r="0" b="0"/>
          <wp:wrapNone/>
          <wp:docPr id="5" name="Рисунок 0" descr="gar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gara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573" w:rsidRPr="003B07BF">
      <w:rPr>
        <w:rFonts w:ascii="Verdana" w:hAnsi="Verdana"/>
        <w:color w:val="000000"/>
        <w:sz w:val="14"/>
        <w:szCs w:val="14"/>
      </w:rPr>
      <w:t xml:space="preserve"> «</w:t>
    </w:r>
    <w:proofErr w:type="spellStart"/>
    <w:r w:rsidR="00A42573" w:rsidRPr="003B07BF">
      <w:rPr>
        <w:rFonts w:ascii="Verdana" w:hAnsi="Verdana"/>
        <w:color w:val="000000"/>
        <w:sz w:val="14"/>
        <w:szCs w:val="14"/>
      </w:rPr>
      <w:t>Энергосбытовая</w:t>
    </w:r>
    <w:proofErr w:type="spellEnd"/>
    <w:r w:rsidR="00A42573" w:rsidRPr="003B07BF">
      <w:rPr>
        <w:rFonts w:ascii="Verdana" w:hAnsi="Verdana"/>
        <w:color w:val="000000"/>
        <w:sz w:val="14"/>
        <w:szCs w:val="14"/>
      </w:rPr>
      <w:t xml:space="preserve"> компания Гарант»</w:t>
    </w:r>
  </w:p>
  <w:p w14:paraId="54573209" w14:textId="77777777" w:rsidR="00133759" w:rsidRPr="003B07BF" w:rsidRDefault="00133759" w:rsidP="00133759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r w:rsidRPr="003B07BF">
      <w:rPr>
        <w:rFonts w:ascii="Verdana" w:hAnsi="Verdana"/>
        <w:color w:val="000000"/>
        <w:sz w:val="14"/>
        <w:szCs w:val="14"/>
      </w:rPr>
      <w:t xml:space="preserve">(4932) </w:t>
    </w:r>
    <w:r w:rsidR="00044EB7" w:rsidRPr="003B07BF">
      <w:rPr>
        <w:rFonts w:ascii="Verdana" w:hAnsi="Verdana"/>
        <w:color w:val="000000"/>
        <w:sz w:val="14"/>
        <w:szCs w:val="14"/>
      </w:rPr>
      <w:t>93</w:t>
    </w:r>
    <w:r w:rsidRPr="003B07BF">
      <w:rPr>
        <w:rFonts w:ascii="Verdana" w:hAnsi="Verdana"/>
        <w:color w:val="000000"/>
        <w:sz w:val="14"/>
        <w:szCs w:val="14"/>
      </w:rPr>
      <w:t>-</w:t>
    </w:r>
    <w:r w:rsidR="00044EB7" w:rsidRPr="003B07BF">
      <w:rPr>
        <w:rFonts w:ascii="Verdana" w:hAnsi="Verdana"/>
        <w:color w:val="000000"/>
        <w:sz w:val="14"/>
        <w:szCs w:val="14"/>
      </w:rPr>
      <w:t>7</w:t>
    </w:r>
    <w:r w:rsidRPr="003B07BF">
      <w:rPr>
        <w:rFonts w:ascii="Verdana" w:hAnsi="Verdana"/>
        <w:color w:val="000000"/>
        <w:sz w:val="14"/>
        <w:szCs w:val="14"/>
      </w:rPr>
      <w:t>3-</w:t>
    </w:r>
    <w:r w:rsidR="00044EB7" w:rsidRPr="003B07BF">
      <w:rPr>
        <w:rFonts w:ascii="Verdana" w:hAnsi="Verdana"/>
        <w:color w:val="000000"/>
        <w:sz w:val="14"/>
        <w:szCs w:val="14"/>
      </w:rPr>
      <w:t>00</w:t>
    </w:r>
    <w:r w:rsidRPr="003B07BF">
      <w:rPr>
        <w:rFonts w:ascii="Verdana" w:hAnsi="Verdana"/>
        <w:color w:val="000000"/>
        <w:sz w:val="14"/>
        <w:szCs w:val="14"/>
      </w:rPr>
      <w:t>, 93-</w:t>
    </w:r>
    <w:r w:rsidR="00044EB7" w:rsidRPr="003B07BF">
      <w:rPr>
        <w:rFonts w:ascii="Verdana" w:hAnsi="Verdana"/>
        <w:color w:val="000000"/>
        <w:sz w:val="14"/>
        <w:szCs w:val="14"/>
      </w:rPr>
      <w:t>73-23</w:t>
    </w:r>
  </w:p>
  <w:p w14:paraId="5457320A" w14:textId="77777777" w:rsidR="00A42573" w:rsidRPr="003B07BF" w:rsidRDefault="000E7BEF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</w:rPr>
    </w:pPr>
    <w:hyperlink r:id="rId2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www</w:t>
      </w:r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garant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-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ivanovo</w:t>
      </w:r>
      <w:proofErr w:type="spellEnd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</w:rPr>
        <w:t>.</w:t>
      </w:r>
      <w:proofErr w:type="spellStart"/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ru</w:t>
      </w:r>
      <w:proofErr w:type="spellEnd"/>
    </w:hyperlink>
  </w:p>
  <w:p w14:paraId="5457320B" w14:textId="77777777" w:rsidR="00A42573" w:rsidRPr="003B07BF" w:rsidRDefault="000E7BEF" w:rsidP="00CB75F1">
    <w:pPr>
      <w:pStyle w:val="a8"/>
      <w:tabs>
        <w:tab w:val="clear" w:pos="4677"/>
        <w:tab w:val="clear" w:pos="9355"/>
        <w:tab w:val="center" w:pos="4820"/>
        <w:tab w:val="right" w:pos="9923"/>
      </w:tabs>
      <w:ind w:left="4820"/>
      <w:rPr>
        <w:rFonts w:ascii="Verdana" w:hAnsi="Verdana"/>
        <w:color w:val="000000"/>
        <w:sz w:val="14"/>
        <w:szCs w:val="14"/>
        <w:lang w:val="en-US"/>
      </w:rPr>
    </w:pPr>
    <w:hyperlink r:id="rId3" w:history="1">
      <w:r w:rsidR="00A42573" w:rsidRPr="003B07BF">
        <w:rPr>
          <w:rStyle w:val="ac"/>
          <w:rFonts w:ascii="Verdana" w:hAnsi="Verdana"/>
          <w:color w:val="000000"/>
          <w:sz w:val="14"/>
          <w:szCs w:val="14"/>
          <w:u w:val="none"/>
          <w:lang w:val="en-US"/>
        </w:rPr>
        <w:t>info@garant-ivanovo.ru</w:t>
      </w:r>
    </w:hyperlink>
  </w:p>
  <w:p w14:paraId="5457320C" w14:textId="77777777" w:rsidR="00A42573" w:rsidRPr="009D6F42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5457320D" w14:textId="77777777" w:rsidR="00A42573" w:rsidRDefault="00A42573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</w:p>
  <w:p w14:paraId="5457320E" w14:textId="77777777" w:rsidR="00A42573" w:rsidRPr="009D6F42" w:rsidRDefault="004030D6" w:rsidP="009D6F42">
    <w:pPr>
      <w:pStyle w:val="a8"/>
      <w:ind w:left="4678"/>
      <w:rPr>
        <w:rFonts w:ascii="Verdana" w:hAnsi="Verdan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54573216" wp14:editId="54573217">
              <wp:simplePos x="0" y="0"/>
              <wp:positionH relativeFrom="column">
                <wp:posOffset>-734695</wp:posOffset>
              </wp:positionH>
              <wp:positionV relativeFrom="paragraph">
                <wp:posOffset>74294</wp:posOffset>
              </wp:positionV>
              <wp:extent cx="7585710" cy="0"/>
              <wp:effectExtent l="0" t="0" r="34290" b="19050"/>
              <wp:wrapNone/>
              <wp:docPr id="4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57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EE5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57.85pt;margin-top:5.85pt;width:597.3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" strokecolor="#9c0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54573218" wp14:editId="54573219">
              <wp:simplePos x="0" y="0"/>
              <wp:positionH relativeFrom="column">
                <wp:posOffset>-734695</wp:posOffset>
              </wp:positionH>
              <wp:positionV relativeFrom="paragraph">
                <wp:posOffset>48894</wp:posOffset>
              </wp:positionV>
              <wp:extent cx="7581265" cy="0"/>
              <wp:effectExtent l="0" t="0" r="19685" b="19050"/>
              <wp:wrapNone/>
              <wp:docPr id="3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12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49A335" id="AutoShape 17" o:spid="_x0000_s1026" type="#_x0000_t32" style="position:absolute;margin-left:-57.85pt;margin-top:3.85pt;width:596.9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" strokecolor="#a5a5a5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C7342"/>
    <w:multiLevelType w:val="hybridMultilevel"/>
    <w:tmpl w:val="FCD2C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1E0619A"/>
    <w:multiLevelType w:val="hybridMultilevel"/>
    <w:tmpl w:val="CCAA4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11EF2"/>
    <w:multiLevelType w:val="hybridMultilevel"/>
    <w:tmpl w:val="E7B6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250315"/>
    <w:multiLevelType w:val="hybridMultilevel"/>
    <w:tmpl w:val="BBB483D0"/>
    <w:lvl w:ilvl="0" w:tplc="46384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060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454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C5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0D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C24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88A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EB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6C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BD4550D"/>
    <w:multiLevelType w:val="hybridMultilevel"/>
    <w:tmpl w:val="2C0C3B0E"/>
    <w:lvl w:ilvl="0" w:tplc="E09C7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43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F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8F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82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05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6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29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A8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DC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11"/>
    <w:rsid w:val="0000725A"/>
    <w:rsid w:val="00007693"/>
    <w:rsid w:val="00007AB4"/>
    <w:rsid w:val="00007DAF"/>
    <w:rsid w:val="00007E37"/>
    <w:rsid w:val="00007EE6"/>
    <w:rsid w:val="00010A95"/>
    <w:rsid w:val="00010F23"/>
    <w:rsid w:val="00010FF1"/>
    <w:rsid w:val="000113FF"/>
    <w:rsid w:val="0001143F"/>
    <w:rsid w:val="00011728"/>
    <w:rsid w:val="000117BF"/>
    <w:rsid w:val="00011DFC"/>
    <w:rsid w:val="00012345"/>
    <w:rsid w:val="00012AA7"/>
    <w:rsid w:val="00012F36"/>
    <w:rsid w:val="00013021"/>
    <w:rsid w:val="00013811"/>
    <w:rsid w:val="0001391B"/>
    <w:rsid w:val="00013A4A"/>
    <w:rsid w:val="00013C38"/>
    <w:rsid w:val="00013DF6"/>
    <w:rsid w:val="00013EAB"/>
    <w:rsid w:val="00013FA5"/>
    <w:rsid w:val="00014032"/>
    <w:rsid w:val="00014149"/>
    <w:rsid w:val="00014154"/>
    <w:rsid w:val="0001450B"/>
    <w:rsid w:val="000147A0"/>
    <w:rsid w:val="000147C2"/>
    <w:rsid w:val="00014A19"/>
    <w:rsid w:val="00014BFD"/>
    <w:rsid w:val="00014CC1"/>
    <w:rsid w:val="00014EB8"/>
    <w:rsid w:val="0001598A"/>
    <w:rsid w:val="00015BBC"/>
    <w:rsid w:val="00015F06"/>
    <w:rsid w:val="00015F1B"/>
    <w:rsid w:val="00016053"/>
    <w:rsid w:val="0001619D"/>
    <w:rsid w:val="00016A4F"/>
    <w:rsid w:val="00016B7F"/>
    <w:rsid w:val="00016CD8"/>
    <w:rsid w:val="00016E92"/>
    <w:rsid w:val="000174B0"/>
    <w:rsid w:val="0001771A"/>
    <w:rsid w:val="00017FF1"/>
    <w:rsid w:val="0002004E"/>
    <w:rsid w:val="000205F5"/>
    <w:rsid w:val="000206C3"/>
    <w:rsid w:val="00020CC9"/>
    <w:rsid w:val="00020F9F"/>
    <w:rsid w:val="0002163E"/>
    <w:rsid w:val="00021F00"/>
    <w:rsid w:val="00022199"/>
    <w:rsid w:val="00022864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1A8"/>
    <w:rsid w:val="0002628A"/>
    <w:rsid w:val="00026F36"/>
    <w:rsid w:val="00027619"/>
    <w:rsid w:val="0002778D"/>
    <w:rsid w:val="00027EB0"/>
    <w:rsid w:val="00030440"/>
    <w:rsid w:val="0003049C"/>
    <w:rsid w:val="00030C55"/>
    <w:rsid w:val="00030D74"/>
    <w:rsid w:val="0003101B"/>
    <w:rsid w:val="00031134"/>
    <w:rsid w:val="00031654"/>
    <w:rsid w:val="00031845"/>
    <w:rsid w:val="00031864"/>
    <w:rsid w:val="0003191C"/>
    <w:rsid w:val="00031BAD"/>
    <w:rsid w:val="00031EE0"/>
    <w:rsid w:val="000329AB"/>
    <w:rsid w:val="000339F1"/>
    <w:rsid w:val="00033A2A"/>
    <w:rsid w:val="00033F5E"/>
    <w:rsid w:val="000340F8"/>
    <w:rsid w:val="000348CA"/>
    <w:rsid w:val="000349B4"/>
    <w:rsid w:val="00034B9C"/>
    <w:rsid w:val="00034D5E"/>
    <w:rsid w:val="000350D6"/>
    <w:rsid w:val="0003518A"/>
    <w:rsid w:val="00035294"/>
    <w:rsid w:val="00035550"/>
    <w:rsid w:val="00035A74"/>
    <w:rsid w:val="0003626E"/>
    <w:rsid w:val="00036296"/>
    <w:rsid w:val="00036985"/>
    <w:rsid w:val="00036EA9"/>
    <w:rsid w:val="00037120"/>
    <w:rsid w:val="000371EC"/>
    <w:rsid w:val="0003756A"/>
    <w:rsid w:val="0003777B"/>
    <w:rsid w:val="00037E84"/>
    <w:rsid w:val="0004002D"/>
    <w:rsid w:val="000400A8"/>
    <w:rsid w:val="00040367"/>
    <w:rsid w:val="00040409"/>
    <w:rsid w:val="00040B0A"/>
    <w:rsid w:val="00040B0C"/>
    <w:rsid w:val="00040C3E"/>
    <w:rsid w:val="00040C85"/>
    <w:rsid w:val="00040E9E"/>
    <w:rsid w:val="00040F09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12E"/>
    <w:rsid w:val="0004429B"/>
    <w:rsid w:val="00044AD9"/>
    <w:rsid w:val="00044EB7"/>
    <w:rsid w:val="00045018"/>
    <w:rsid w:val="00045624"/>
    <w:rsid w:val="00045801"/>
    <w:rsid w:val="00045BF8"/>
    <w:rsid w:val="00045DA3"/>
    <w:rsid w:val="00045FBD"/>
    <w:rsid w:val="000463EE"/>
    <w:rsid w:val="000468A2"/>
    <w:rsid w:val="000469E1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1B1C"/>
    <w:rsid w:val="000521C5"/>
    <w:rsid w:val="000523BF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3BF"/>
    <w:rsid w:val="00055EF3"/>
    <w:rsid w:val="00056097"/>
    <w:rsid w:val="000568F1"/>
    <w:rsid w:val="0005699E"/>
    <w:rsid w:val="00056C20"/>
    <w:rsid w:val="00057269"/>
    <w:rsid w:val="000576CC"/>
    <w:rsid w:val="00057728"/>
    <w:rsid w:val="00057D2E"/>
    <w:rsid w:val="0006096B"/>
    <w:rsid w:val="00060A61"/>
    <w:rsid w:val="00060C52"/>
    <w:rsid w:val="00060D87"/>
    <w:rsid w:val="00062C1B"/>
    <w:rsid w:val="00062D75"/>
    <w:rsid w:val="00062F0D"/>
    <w:rsid w:val="000632AB"/>
    <w:rsid w:val="00063693"/>
    <w:rsid w:val="00063F2E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878"/>
    <w:rsid w:val="00070CD7"/>
    <w:rsid w:val="00071AB3"/>
    <w:rsid w:val="00071B07"/>
    <w:rsid w:val="00071E42"/>
    <w:rsid w:val="00072403"/>
    <w:rsid w:val="0007271B"/>
    <w:rsid w:val="00072746"/>
    <w:rsid w:val="00072D42"/>
    <w:rsid w:val="0007372F"/>
    <w:rsid w:val="0007376D"/>
    <w:rsid w:val="00073B07"/>
    <w:rsid w:val="000740D2"/>
    <w:rsid w:val="00074209"/>
    <w:rsid w:val="0007443C"/>
    <w:rsid w:val="00074792"/>
    <w:rsid w:val="00074E81"/>
    <w:rsid w:val="0007540E"/>
    <w:rsid w:val="00075CA0"/>
    <w:rsid w:val="0007611C"/>
    <w:rsid w:val="00076310"/>
    <w:rsid w:val="00076354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1FC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997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75"/>
    <w:rsid w:val="00091DD9"/>
    <w:rsid w:val="0009200B"/>
    <w:rsid w:val="00092130"/>
    <w:rsid w:val="00092E04"/>
    <w:rsid w:val="000935C2"/>
    <w:rsid w:val="00093617"/>
    <w:rsid w:val="00093838"/>
    <w:rsid w:val="0009415F"/>
    <w:rsid w:val="0009458C"/>
    <w:rsid w:val="000947C0"/>
    <w:rsid w:val="00094B2C"/>
    <w:rsid w:val="00094E83"/>
    <w:rsid w:val="0009501C"/>
    <w:rsid w:val="000953D8"/>
    <w:rsid w:val="00095A41"/>
    <w:rsid w:val="00095D86"/>
    <w:rsid w:val="000960F0"/>
    <w:rsid w:val="000961C2"/>
    <w:rsid w:val="00096841"/>
    <w:rsid w:val="00096F19"/>
    <w:rsid w:val="00096F3D"/>
    <w:rsid w:val="0009725E"/>
    <w:rsid w:val="000975C1"/>
    <w:rsid w:val="00097650"/>
    <w:rsid w:val="00097C35"/>
    <w:rsid w:val="000A03D6"/>
    <w:rsid w:val="000A061D"/>
    <w:rsid w:val="000A0B7D"/>
    <w:rsid w:val="000A0DED"/>
    <w:rsid w:val="000A0F6B"/>
    <w:rsid w:val="000A121E"/>
    <w:rsid w:val="000A1506"/>
    <w:rsid w:val="000A176D"/>
    <w:rsid w:val="000A1A5F"/>
    <w:rsid w:val="000A1E99"/>
    <w:rsid w:val="000A20F2"/>
    <w:rsid w:val="000A2164"/>
    <w:rsid w:val="000A2CE2"/>
    <w:rsid w:val="000A2FD0"/>
    <w:rsid w:val="000A34D0"/>
    <w:rsid w:val="000A3728"/>
    <w:rsid w:val="000A3A57"/>
    <w:rsid w:val="000A3D4E"/>
    <w:rsid w:val="000A40F0"/>
    <w:rsid w:val="000A43D5"/>
    <w:rsid w:val="000A46AF"/>
    <w:rsid w:val="000A46CD"/>
    <w:rsid w:val="000A4ECC"/>
    <w:rsid w:val="000A5724"/>
    <w:rsid w:val="000A5E7B"/>
    <w:rsid w:val="000A60AB"/>
    <w:rsid w:val="000A626D"/>
    <w:rsid w:val="000A6319"/>
    <w:rsid w:val="000A6343"/>
    <w:rsid w:val="000A6352"/>
    <w:rsid w:val="000A65C4"/>
    <w:rsid w:val="000A7796"/>
    <w:rsid w:val="000B0A1C"/>
    <w:rsid w:val="000B0CCA"/>
    <w:rsid w:val="000B11BB"/>
    <w:rsid w:val="000B13DC"/>
    <w:rsid w:val="000B146C"/>
    <w:rsid w:val="000B17BD"/>
    <w:rsid w:val="000B194A"/>
    <w:rsid w:val="000B385F"/>
    <w:rsid w:val="000B3BAF"/>
    <w:rsid w:val="000B3F90"/>
    <w:rsid w:val="000B3F91"/>
    <w:rsid w:val="000B4580"/>
    <w:rsid w:val="000B4DBA"/>
    <w:rsid w:val="000B4F5E"/>
    <w:rsid w:val="000B5892"/>
    <w:rsid w:val="000B5DC7"/>
    <w:rsid w:val="000B5DD2"/>
    <w:rsid w:val="000B5E88"/>
    <w:rsid w:val="000B6149"/>
    <w:rsid w:val="000B64AC"/>
    <w:rsid w:val="000B654F"/>
    <w:rsid w:val="000B670C"/>
    <w:rsid w:val="000B691A"/>
    <w:rsid w:val="000B6D53"/>
    <w:rsid w:val="000B7218"/>
    <w:rsid w:val="000B7FA5"/>
    <w:rsid w:val="000C02EE"/>
    <w:rsid w:val="000C06EF"/>
    <w:rsid w:val="000C08D1"/>
    <w:rsid w:val="000C0CDE"/>
    <w:rsid w:val="000C107B"/>
    <w:rsid w:val="000C11BB"/>
    <w:rsid w:val="000C1238"/>
    <w:rsid w:val="000C1415"/>
    <w:rsid w:val="000C148D"/>
    <w:rsid w:val="000C1729"/>
    <w:rsid w:val="000C1A7F"/>
    <w:rsid w:val="000C1E37"/>
    <w:rsid w:val="000C261D"/>
    <w:rsid w:val="000C2AF6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51C"/>
    <w:rsid w:val="000C5704"/>
    <w:rsid w:val="000C5AA8"/>
    <w:rsid w:val="000C5BAB"/>
    <w:rsid w:val="000C5CAC"/>
    <w:rsid w:val="000C5DB5"/>
    <w:rsid w:val="000C5F2B"/>
    <w:rsid w:val="000C5F42"/>
    <w:rsid w:val="000C5F4D"/>
    <w:rsid w:val="000C6B7D"/>
    <w:rsid w:val="000C6BE1"/>
    <w:rsid w:val="000C6E10"/>
    <w:rsid w:val="000C707C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71"/>
    <w:rsid w:val="000E26D0"/>
    <w:rsid w:val="000E27AE"/>
    <w:rsid w:val="000E2BFA"/>
    <w:rsid w:val="000E2DE5"/>
    <w:rsid w:val="000E3329"/>
    <w:rsid w:val="000E3BDA"/>
    <w:rsid w:val="000E3D31"/>
    <w:rsid w:val="000E433F"/>
    <w:rsid w:val="000E44FB"/>
    <w:rsid w:val="000E483A"/>
    <w:rsid w:val="000E489B"/>
    <w:rsid w:val="000E53F6"/>
    <w:rsid w:val="000E5488"/>
    <w:rsid w:val="000E598E"/>
    <w:rsid w:val="000E5A26"/>
    <w:rsid w:val="000E5B40"/>
    <w:rsid w:val="000E6195"/>
    <w:rsid w:val="000E61DE"/>
    <w:rsid w:val="000E621A"/>
    <w:rsid w:val="000E640B"/>
    <w:rsid w:val="000E6C31"/>
    <w:rsid w:val="000E6E50"/>
    <w:rsid w:val="000E6F6B"/>
    <w:rsid w:val="000E71D4"/>
    <w:rsid w:val="000E7686"/>
    <w:rsid w:val="000E7BEF"/>
    <w:rsid w:val="000E7F78"/>
    <w:rsid w:val="000F0324"/>
    <w:rsid w:val="000F0763"/>
    <w:rsid w:val="000F077C"/>
    <w:rsid w:val="000F0857"/>
    <w:rsid w:val="000F0D02"/>
    <w:rsid w:val="000F11A0"/>
    <w:rsid w:val="000F1AC2"/>
    <w:rsid w:val="000F261E"/>
    <w:rsid w:val="000F2674"/>
    <w:rsid w:val="000F2E06"/>
    <w:rsid w:val="000F3015"/>
    <w:rsid w:val="000F307C"/>
    <w:rsid w:val="000F31B6"/>
    <w:rsid w:val="000F3461"/>
    <w:rsid w:val="000F37A2"/>
    <w:rsid w:val="000F3938"/>
    <w:rsid w:val="000F402F"/>
    <w:rsid w:val="000F44D9"/>
    <w:rsid w:val="000F46A6"/>
    <w:rsid w:val="000F47D9"/>
    <w:rsid w:val="000F4D3B"/>
    <w:rsid w:val="000F52E0"/>
    <w:rsid w:val="000F5360"/>
    <w:rsid w:val="000F5861"/>
    <w:rsid w:val="000F5AEB"/>
    <w:rsid w:val="000F62D0"/>
    <w:rsid w:val="000F63CD"/>
    <w:rsid w:val="000F6503"/>
    <w:rsid w:val="000F67D3"/>
    <w:rsid w:val="000F7419"/>
    <w:rsid w:val="000F755F"/>
    <w:rsid w:val="00100CE2"/>
    <w:rsid w:val="0010121B"/>
    <w:rsid w:val="001015C7"/>
    <w:rsid w:val="00101763"/>
    <w:rsid w:val="001018C2"/>
    <w:rsid w:val="00101943"/>
    <w:rsid w:val="00101F1B"/>
    <w:rsid w:val="00102113"/>
    <w:rsid w:val="0010224E"/>
    <w:rsid w:val="00102344"/>
    <w:rsid w:val="001024FC"/>
    <w:rsid w:val="00102536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883"/>
    <w:rsid w:val="00106967"/>
    <w:rsid w:val="00106B85"/>
    <w:rsid w:val="0010714F"/>
    <w:rsid w:val="00107282"/>
    <w:rsid w:val="00107A31"/>
    <w:rsid w:val="00107F80"/>
    <w:rsid w:val="001102CF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3F82"/>
    <w:rsid w:val="0011468C"/>
    <w:rsid w:val="00114747"/>
    <w:rsid w:val="00114D10"/>
    <w:rsid w:val="00114F06"/>
    <w:rsid w:val="00115B56"/>
    <w:rsid w:val="00115ED6"/>
    <w:rsid w:val="00116851"/>
    <w:rsid w:val="0011685D"/>
    <w:rsid w:val="00116A4F"/>
    <w:rsid w:val="0011768C"/>
    <w:rsid w:val="0012015D"/>
    <w:rsid w:val="001201D2"/>
    <w:rsid w:val="0012086C"/>
    <w:rsid w:val="00120C44"/>
    <w:rsid w:val="0012178E"/>
    <w:rsid w:val="00121A13"/>
    <w:rsid w:val="00121AF9"/>
    <w:rsid w:val="00121C04"/>
    <w:rsid w:val="00121E08"/>
    <w:rsid w:val="00121EA7"/>
    <w:rsid w:val="001222D1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239"/>
    <w:rsid w:val="001247CA"/>
    <w:rsid w:val="00124A09"/>
    <w:rsid w:val="00124C52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B82"/>
    <w:rsid w:val="00127DFB"/>
    <w:rsid w:val="001304E4"/>
    <w:rsid w:val="00130A13"/>
    <w:rsid w:val="00130B7D"/>
    <w:rsid w:val="00131793"/>
    <w:rsid w:val="00131A0C"/>
    <w:rsid w:val="0013238E"/>
    <w:rsid w:val="00132492"/>
    <w:rsid w:val="001328B1"/>
    <w:rsid w:val="001328B2"/>
    <w:rsid w:val="00132EB0"/>
    <w:rsid w:val="00132F55"/>
    <w:rsid w:val="00132FE0"/>
    <w:rsid w:val="001336C3"/>
    <w:rsid w:val="00133759"/>
    <w:rsid w:val="0013385B"/>
    <w:rsid w:val="00133BAA"/>
    <w:rsid w:val="00134913"/>
    <w:rsid w:val="00134A23"/>
    <w:rsid w:val="00135984"/>
    <w:rsid w:val="00135BB7"/>
    <w:rsid w:val="00135D4F"/>
    <w:rsid w:val="001360E8"/>
    <w:rsid w:val="001369F9"/>
    <w:rsid w:val="00136BA3"/>
    <w:rsid w:val="00136E4A"/>
    <w:rsid w:val="0013795B"/>
    <w:rsid w:val="00137DD6"/>
    <w:rsid w:val="00137E12"/>
    <w:rsid w:val="0014017A"/>
    <w:rsid w:val="00140732"/>
    <w:rsid w:val="00140F31"/>
    <w:rsid w:val="00140FA7"/>
    <w:rsid w:val="00141661"/>
    <w:rsid w:val="001419D1"/>
    <w:rsid w:val="00141A99"/>
    <w:rsid w:val="00141DA7"/>
    <w:rsid w:val="001420DF"/>
    <w:rsid w:val="001425C0"/>
    <w:rsid w:val="0014319F"/>
    <w:rsid w:val="001432C1"/>
    <w:rsid w:val="00143B59"/>
    <w:rsid w:val="00143DDD"/>
    <w:rsid w:val="00143EAE"/>
    <w:rsid w:val="001441DC"/>
    <w:rsid w:val="00144253"/>
    <w:rsid w:val="00144666"/>
    <w:rsid w:val="001449DB"/>
    <w:rsid w:val="0014524E"/>
    <w:rsid w:val="0014575C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3FA"/>
    <w:rsid w:val="00150A69"/>
    <w:rsid w:val="00150B57"/>
    <w:rsid w:val="00150B94"/>
    <w:rsid w:val="00151056"/>
    <w:rsid w:val="00151064"/>
    <w:rsid w:val="0015111D"/>
    <w:rsid w:val="0015146B"/>
    <w:rsid w:val="001514A3"/>
    <w:rsid w:val="00151548"/>
    <w:rsid w:val="00151D93"/>
    <w:rsid w:val="00152996"/>
    <w:rsid w:val="00152E15"/>
    <w:rsid w:val="00153186"/>
    <w:rsid w:val="001537B1"/>
    <w:rsid w:val="00153967"/>
    <w:rsid w:val="00153C95"/>
    <w:rsid w:val="001541E2"/>
    <w:rsid w:val="001546BF"/>
    <w:rsid w:val="001548F3"/>
    <w:rsid w:val="0015511A"/>
    <w:rsid w:val="00155121"/>
    <w:rsid w:val="001553DF"/>
    <w:rsid w:val="0015570F"/>
    <w:rsid w:val="00155A36"/>
    <w:rsid w:val="00155ADD"/>
    <w:rsid w:val="00155DC9"/>
    <w:rsid w:val="0015680F"/>
    <w:rsid w:val="00156E9C"/>
    <w:rsid w:val="00157170"/>
    <w:rsid w:val="0015726C"/>
    <w:rsid w:val="00157302"/>
    <w:rsid w:val="001575F4"/>
    <w:rsid w:val="00157765"/>
    <w:rsid w:val="00157927"/>
    <w:rsid w:val="00157D3E"/>
    <w:rsid w:val="00157D51"/>
    <w:rsid w:val="0016006B"/>
    <w:rsid w:val="00160076"/>
    <w:rsid w:val="00160991"/>
    <w:rsid w:val="00161206"/>
    <w:rsid w:val="00161801"/>
    <w:rsid w:val="00161DB3"/>
    <w:rsid w:val="001620CA"/>
    <w:rsid w:val="00162368"/>
    <w:rsid w:val="0016295A"/>
    <w:rsid w:val="00162E07"/>
    <w:rsid w:val="00162F68"/>
    <w:rsid w:val="001636EA"/>
    <w:rsid w:val="00163F28"/>
    <w:rsid w:val="00163F92"/>
    <w:rsid w:val="00163FA1"/>
    <w:rsid w:val="0016474D"/>
    <w:rsid w:val="001647E7"/>
    <w:rsid w:val="0016482E"/>
    <w:rsid w:val="0016489C"/>
    <w:rsid w:val="00164B41"/>
    <w:rsid w:val="0016536B"/>
    <w:rsid w:val="00165393"/>
    <w:rsid w:val="00165681"/>
    <w:rsid w:val="00165951"/>
    <w:rsid w:val="00165C07"/>
    <w:rsid w:val="00165EF3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534"/>
    <w:rsid w:val="0017097E"/>
    <w:rsid w:val="00170CC1"/>
    <w:rsid w:val="00171072"/>
    <w:rsid w:val="00171265"/>
    <w:rsid w:val="001716E7"/>
    <w:rsid w:val="001719DA"/>
    <w:rsid w:val="00171A0B"/>
    <w:rsid w:val="00171AF3"/>
    <w:rsid w:val="001724E9"/>
    <w:rsid w:val="001725FD"/>
    <w:rsid w:val="00172C8C"/>
    <w:rsid w:val="00172CB5"/>
    <w:rsid w:val="00172E38"/>
    <w:rsid w:val="00173235"/>
    <w:rsid w:val="00173638"/>
    <w:rsid w:val="0017495E"/>
    <w:rsid w:val="00174A82"/>
    <w:rsid w:val="00174B52"/>
    <w:rsid w:val="00175472"/>
    <w:rsid w:val="00175AE1"/>
    <w:rsid w:val="00175E2D"/>
    <w:rsid w:val="00175EC9"/>
    <w:rsid w:val="00176155"/>
    <w:rsid w:val="0017648D"/>
    <w:rsid w:val="0017666C"/>
    <w:rsid w:val="001767CF"/>
    <w:rsid w:val="0017695C"/>
    <w:rsid w:val="0017698B"/>
    <w:rsid w:val="00176DD7"/>
    <w:rsid w:val="00176F81"/>
    <w:rsid w:val="00177208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3056"/>
    <w:rsid w:val="00183181"/>
    <w:rsid w:val="0018374F"/>
    <w:rsid w:val="001838C1"/>
    <w:rsid w:val="00183D3C"/>
    <w:rsid w:val="0018419C"/>
    <w:rsid w:val="001844BF"/>
    <w:rsid w:val="00184615"/>
    <w:rsid w:val="001846C4"/>
    <w:rsid w:val="001849E2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81"/>
    <w:rsid w:val="001912D0"/>
    <w:rsid w:val="001915A6"/>
    <w:rsid w:val="0019171B"/>
    <w:rsid w:val="001918C1"/>
    <w:rsid w:val="00191AD0"/>
    <w:rsid w:val="00191AE1"/>
    <w:rsid w:val="00191FDC"/>
    <w:rsid w:val="001920F1"/>
    <w:rsid w:val="00192320"/>
    <w:rsid w:val="00192B3E"/>
    <w:rsid w:val="00192EF4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1F9"/>
    <w:rsid w:val="0019534C"/>
    <w:rsid w:val="00195C09"/>
    <w:rsid w:val="00196305"/>
    <w:rsid w:val="00196387"/>
    <w:rsid w:val="001967CA"/>
    <w:rsid w:val="00196A6F"/>
    <w:rsid w:val="00196AA1"/>
    <w:rsid w:val="00196BF3"/>
    <w:rsid w:val="00196C1F"/>
    <w:rsid w:val="001972B8"/>
    <w:rsid w:val="00197BC1"/>
    <w:rsid w:val="00197BFE"/>
    <w:rsid w:val="00197D78"/>
    <w:rsid w:val="00197DF7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706"/>
    <w:rsid w:val="001A2AB3"/>
    <w:rsid w:val="001A2EC0"/>
    <w:rsid w:val="001A2F65"/>
    <w:rsid w:val="001A349B"/>
    <w:rsid w:val="001A370A"/>
    <w:rsid w:val="001A3716"/>
    <w:rsid w:val="001A398C"/>
    <w:rsid w:val="001A4002"/>
    <w:rsid w:val="001A42AE"/>
    <w:rsid w:val="001A4542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28D"/>
    <w:rsid w:val="001B06D1"/>
    <w:rsid w:val="001B06FE"/>
    <w:rsid w:val="001B0845"/>
    <w:rsid w:val="001B0964"/>
    <w:rsid w:val="001B1267"/>
    <w:rsid w:val="001B168C"/>
    <w:rsid w:val="001B1D75"/>
    <w:rsid w:val="001B2191"/>
    <w:rsid w:val="001B219A"/>
    <w:rsid w:val="001B2B54"/>
    <w:rsid w:val="001B2E19"/>
    <w:rsid w:val="001B31D5"/>
    <w:rsid w:val="001B3541"/>
    <w:rsid w:val="001B4055"/>
    <w:rsid w:val="001B435B"/>
    <w:rsid w:val="001B49D8"/>
    <w:rsid w:val="001B4AC7"/>
    <w:rsid w:val="001B4B1D"/>
    <w:rsid w:val="001B4D06"/>
    <w:rsid w:val="001B503D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6C64"/>
    <w:rsid w:val="001B71AD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54"/>
    <w:rsid w:val="001C43AB"/>
    <w:rsid w:val="001C5B98"/>
    <w:rsid w:val="001C5E22"/>
    <w:rsid w:val="001C6406"/>
    <w:rsid w:val="001C6C70"/>
    <w:rsid w:val="001C6FE1"/>
    <w:rsid w:val="001C751C"/>
    <w:rsid w:val="001C751E"/>
    <w:rsid w:val="001C7714"/>
    <w:rsid w:val="001C7A84"/>
    <w:rsid w:val="001D0030"/>
    <w:rsid w:val="001D04CB"/>
    <w:rsid w:val="001D0F26"/>
    <w:rsid w:val="001D0FA7"/>
    <w:rsid w:val="001D126A"/>
    <w:rsid w:val="001D1771"/>
    <w:rsid w:val="001D1EFE"/>
    <w:rsid w:val="001D2463"/>
    <w:rsid w:val="001D24E6"/>
    <w:rsid w:val="001D24FC"/>
    <w:rsid w:val="001D2F00"/>
    <w:rsid w:val="001D383C"/>
    <w:rsid w:val="001D3AB2"/>
    <w:rsid w:val="001D3C53"/>
    <w:rsid w:val="001D3EA0"/>
    <w:rsid w:val="001D4F58"/>
    <w:rsid w:val="001D5A20"/>
    <w:rsid w:val="001D5ACF"/>
    <w:rsid w:val="001D5E78"/>
    <w:rsid w:val="001D6481"/>
    <w:rsid w:val="001D6749"/>
    <w:rsid w:val="001D67AE"/>
    <w:rsid w:val="001D6C87"/>
    <w:rsid w:val="001D6F91"/>
    <w:rsid w:val="001D7090"/>
    <w:rsid w:val="001D70D6"/>
    <w:rsid w:val="001D718B"/>
    <w:rsid w:val="001D7C55"/>
    <w:rsid w:val="001D7D05"/>
    <w:rsid w:val="001D7EB8"/>
    <w:rsid w:val="001E06C3"/>
    <w:rsid w:val="001E084B"/>
    <w:rsid w:val="001E0903"/>
    <w:rsid w:val="001E0A9D"/>
    <w:rsid w:val="001E0D17"/>
    <w:rsid w:val="001E0D60"/>
    <w:rsid w:val="001E0DDB"/>
    <w:rsid w:val="001E1B04"/>
    <w:rsid w:val="001E1DC7"/>
    <w:rsid w:val="001E1EA0"/>
    <w:rsid w:val="001E1F0B"/>
    <w:rsid w:val="001E2535"/>
    <w:rsid w:val="001E2E9E"/>
    <w:rsid w:val="001E2F44"/>
    <w:rsid w:val="001E3864"/>
    <w:rsid w:val="001E3CBF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39"/>
    <w:rsid w:val="001E5F94"/>
    <w:rsid w:val="001E68CA"/>
    <w:rsid w:val="001E697C"/>
    <w:rsid w:val="001E6A99"/>
    <w:rsid w:val="001E6BC9"/>
    <w:rsid w:val="001E7261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1"/>
    <w:rsid w:val="001F4385"/>
    <w:rsid w:val="001F43EA"/>
    <w:rsid w:val="001F4611"/>
    <w:rsid w:val="001F4814"/>
    <w:rsid w:val="001F4F28"/>
    <w:rsid w:val="001F5338"/>
    <w:rsid w:val="001F64A0"/>
    <w:rsid w:val="001F6F6C"/>
    <w:rsid w:val="001F77E3"/>
    <w:rsid w:val="001F7879"/>
    <w:rsid w:val="001F79A4"/>
    <w:rsid w:val="00200023"/>
    <w:rsid w:val="002001B6"/>
    <w:rsid w:val="00200239"/>
    <w:rsid w:val="002006A5"/>
    <w:rsid w:val="00200A28"/>
    <w:rsid w:val="00201811"/>
    <w:rsid w:val="00201837"/>
    <w:rsid w:val="00201D23"/>
    <w:rsid w:val="00202152"/>
    <w:rsid w:val="0020232A"/>
    <w:rsid w:val="00202526"/>
    <w:rsid w:val="002029C9"/>
    <w:rsid w:val="00203916"/>
    <w:rsid w:val="002042AB"/>
    <w:rsid w:val="00204851"/>
    <w:rsid w:val="0020490E"/>
    <w:rsid w:val="00204DDD"/>
    <w:rsid w:val="002051ED"/>
    <w:rsid w:val="002051FE"/>
    <w:rsid w:val="0020523D"/>
    <w:rsid w:val="00205312"/>
    <w:rsid w:val="00205405"/>
    <w:rsid w:val="002054E0"/>
    <w:rsid w:val="00205564"/>
    <w:rsid w:val="00206472"/>
    <w:rsid w:val="002064A0"/>
    <w:rsid w:val="00206594"/>
    <w:rsid w:val="00206972"/>
    <w:rsid w:val="00206EDC"/>
    <w:rsid w:val="00206FD5"/>
    <w:rsid w:val="00207103"/>
    <w:rsid w:val="002071CF"/>
    <w:rsid w:val="00207271"/>
    <w:rsid w:val="002072A3"/>
    <w:rsid w:val="00207BE8"/>
    <w:rsid w:val="0021005D"/>
    <w:rsid w:val="00210609"/>
    <w:rsid w:val="002106DE"/>
    <w:rsid w:val="002108FC"/>
    <w:rsid w:val="0021103E"/>
    <w:rsid w:val="00211157"/>
    <w:rsid w:val="002111F5"/>
    <w:rsid w:val="00211BAC"/>
    <w:rsid w:val="00211CD0"/>
    <w:rsid w:val="00211F0D"/>
    <w:rsid w:val="0021236A"/>
    <w:rsid w:val="00212CD9"/>
    <w:rsid w:val="00212DF1"/>
    <w:rsid w:val="00212E50"/>
    <w:rsid w:val="00212FA2"/>
    <w:rsid w:val="002130E0"/>
    <w:rsid w:val="0021314E"/>
    <w:rsid w:val="00213377"/>
    <w:rsid w:val="00213718"/>
    <w:rsid w:val="0021371D"/>
    <w:rsid w:val="00213E56"/>
    <w:rsid w:val="00213F3E"/>
    <w:rsid w:val="0021411E"/>
    <w:rsid w:val="0021448B"/>
    <w:rsid w:val="00214EF6"/>
    <w:rsid w:val="002155BA"/>
    <w:rsid w:val="002155FA"/>
    <w:rsid w:val="0021592D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09F4"/>
    <w:rsid w:val="00220EB2"/>
    <w:rsid w:val="00221087"/>
    <w:rsid w:val="00221389"/>
    <w:rsid w:val="002215CB"/>
    <w:rsid w:val="00221AF3"/>
    <w:rsid w:val="00221C03"/>
    <w:rsid w:val="00222254"/>
    <w:rsid w:val="0022258D"/>
    <w:rsid w:val="002228B0"/>
    <w:rsid w:val="00222906"/>
    <w:rsid w:val="00222D0B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A39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147"/>
    <w:rsid w:val="00232269"/>
    <w:rsid w:val="0023302D"/>
    <w:rsid w:val="0023315B"/>
    <w:rsid w:val="00233184"/>
    <w:rsid w:val="00233315"/>
    <w:rsid w:val="00233357"/>
    <w:rsid w:val="002334D9"/>
    <w:rsid w:val="002338E2"/>
    <w:rsid w:val="00233983"/>
    <w:rsid w:val="00233FD0"/>
    <w:rsid w:val="00234357"/>
    <w:rsid w:val="00234374"/>
    <w:rsid w:val="00234954"/>
    <w:rsid w:val="00234EEC"/>
    <w:rsid w:val="00234F1A"/>
    <w:rsid w:val="00235142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865"/>
    <w:rsid w:val="00237FBC"/>
    <w:rsid w:val="00240305"/>
    <w:rsid w:val="00240A07"/>
    <w:rsid w:val="00240A4D"/>
    <w:rsid w:val="00240A89"/>
    <w:rsid w:val="00240C6C"/>
    <w:rsid w:val="002411C0"/>
    <w:rsid w:val="002412C3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0B1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4AB"/>
    <w:rsid w:val="00254718"/>
    <w:rsid w:val="002548EF"/>
    <w:rsid w:val="00254983"/>
    <w:rsid w:val="00254B26"/>
    <w:rsid w:val="00254CB9"/>
    <w:rsid w:val="00254E1F"/>
    <w:rsid w:val="002554F6"/>
    <w:rsid w:val="002557DE"/>
    <w:rsid w:val="00255B0F"/>
    <w:rsid w:val="00255DFD"/>
    <w:rsid w:val="00255F54"/>
    <w:rsid w:val="00256053"/>
    <w:rsid w:val="00256822"/>
    <w:rsid w:val="00257150"/>
    <w:rsid w:val="00257289"/>
    <w:rsid w:val="002572EE"/>
    <w:rsid w:val="0025752B"/>
    <w:rsid w:val="00257BBE"/>
    <w:rsid w:val="00257CF0"/>
    <w:rsid w:val="00260085"/>
    <w:rsid w:val="0026011A"/>
    <w:rsid w:val="002603A6"/>
    <w:rsid w:val="00260ED6"/>
    <w:rsid w:val="00261409"/>
    <w:rsid w:val="00261487"/>
    <w:rsid w:val="0026154F"/>
    <w:rsid w:val="0026165E"/>
    <w:rsid w:val="00261B82"/>
    <w:rsid w:val="00261BD9"/>
    <w:rsid w:val="00261FDD"/>
    <w:rsid w:val="002622F3"/>
    <w:rsid w:val="002628C1"/>
    <w:rsid w:val="00262B49"/>
    <w:rsid w:val="00262FCD"/>
    <w:rsid w:val="0026305C"/>
    <w:rsid w:val="002632D8"/>
    <w:rsid w:val="0026335C"/>
    <w:rsid w:val="00263606"/>
    <w:rsid w:val="00263761"/>
    <w:rsid w:val="00263833"/>
    <w:rsid w:val="002640A4"/>
    <w:rsid w:val="0026419F"/>
    <w:rsid w:val="00264643"/>
    <w:rsid w:val="002647F9"/>
    <w:rsid w:val="00264886"/>
    <w:rsid w:val="00264919"/>
    <w:rsid w:val="00264A7C"/>
    <w:rsid w:val="00265222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25F2"/>
    <w:rsid w:val="00272F4B"/>
    <w:rsid w:val="0027313E"/>
    <w:rsid w:val="0027390C"/>
    <w:rsid w:val="00273CF6"/>
    <w:rsid w:val="002742B6"/>
    <w:rsid w:val="002745BE"/>
    <w:rsid w:val="0027467E"/>
    <w:rsid w:val="00274775"/>
    <w:rsid w:val="002750A5"/>
    <w:rsid w:val="00275410"/>
    <w:rsid w:val="002757F0"/>
    <w:rsid w:val="00276126"/>
    <w:rsid w:val="00276194"/>
    <w:rsid w:val="00276203"/>
    <w:rsid w:val="0027655A"/>
    <w:rsid w:val="00276EAB"/>
    <w:rsid w:val="00276F40"/>
    <w:rsid w:val="002778F3"/>
    <w:rsid w:val="002803F5"/>
    <w:rsid w:val="002807E4"/>
    <w:rsid w:val="00280B6D"/>
    <w:rsid w:val="00280F60"/>
    <w:rsid w:val="002816DD"/>
    <w:rsid w:val="00281933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4AB"/>
    <w:rsid w:val="00283E8C"/>
    <w:rsid w:val="0028407A"/>
    <w:rsid w:val="00284705"/>
    <w:rsid w:val="0028508E"/>
    <w:rsid w:val="00285277"/>
    <w:rsid w:val="002857AA"/>
    <w:rsid w:val="00286347"/>
    <w:rsid w:val="0028647A"/>
    <w:rsid w:val="00286693"/>
    <w:rsid w:val="00286FE0"/>
    <w:rsid w:val="002878FC"/>
    <w:rsid w:val="00287958"/>
    <w:rsid w:val="002879E0"/>
    <w:rsid w:val="00287AD0"/>
    <w:rsid w:val="00290497"/>
    <w:rsid w:val="002904A7"/>
    <w:rsid w:val="002904FC"/>
    <w:rsid w:val="00290508"/>
    <w:rsid w:val="002908F8"/>
    <w:rsid w:val="002909AF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12"/>
    <w:rsid w:val="0029329C"/>
    <w:rsid w:val="00293471"/>
    <w:rsid w:val="002934ED"/>
    <w:rsid w:val="002944D0"/>
    <w:rsid w:val="002949DA"/>
    <w:rsid w:val="002949DE"/>
    <w:rsid w:val="00294F1F"/>
    <w:rsid w:val="00295376"/>
    <w:rsid w:val="002953D8"/>
    <w:rsid w:val="002956C8"/>
    <w:rsid w:val="00295E10"/>
    <w:rsid w:val="002966A2"/>
    <w:rsid w:val="0029684E"/>
    <w:rsid w:val="002969E5"/>
    <w:rsid w:val="00296B75"/>
    <w:rsid w:val="002976ED"/>
    <w:rsid w:val="00297845"/>
    <w:rsid w:val="00297ADA"/>
    <w:rsid w:val="00297BA9"/>
    <w:rsid w:val="00297EA0"/>
    <w:rsid w:val="002A0FDD"/>
    <w:rsid w:val="002A102F"/>
    <w:rsid w:val="002A106B"/>
    <w:rsid w:val="002A13A1"/>
    <w:rsid w:val="002A1E2E"/>
    <w:rsid w:val="002A1EDF"/>
    <w:rsid w:val="002A2380"/>
    <w:rsid w:val="002A244A"/>
    <w:rsid w:val="002A36A9"/>
    <w:rsid w:val="002A3AE1"/>
    <w:rsid w:val="002A3CCF"/>
    <w:rsid w:val="002A3D3D"/>
    <w:rsid w:val="002A42E3"/>
    <w:rsid w:val="002A46B7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04E"/>
    <w:rsid w:val="002A7972"/>
    <w:rsid w:val="002A7C6F"/>
    <w:rsid w:val="002A7D70"/>
    <w:rsid w:val="002B0281"/>
    <w:rsid w:val="002B0CB3"/>
    <w:rsid w:val="002B101B"/>
    <w:rsid w:val="002B146D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A38"/>
    <w:rsid w:val="002B4BD0"/>
    <w:rsid w:val="002B4CC7"/>
    <w:rsid w:val="002B4ED5"/>
    <w:rsid w:val="002B52AE"/>
    <w:rsid w:val="002B570D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43"/>
    <w:rsid w:val="002C05E9"/>
    <w:rsid w:val="002C109E"/>
    <w:rsid w:val="002C1578"/>
    <w:rsid w:val="002C16A2"/>
    <w:rsid w:val="002C1A2E"/>
    <w:rsid w:val="002C1B45"/>
    <w:rsid w:val="002C1EB5"/>
    <w:rsid w:val="002C2A07"/>
    <w:rsid w:val="002C2CC0"/>
    <w:rsid w:val="002C2CEA"/>
    <w:rsid w:val="002C2F4B"/>
    <w:rsid w:val="002C3322"/>
    <w:rsid w:val="002C3803"/>
    <w:rsid w:val="002C3E6D"/>
    <w:rsid w:val="002C4139"/>
    <w:rsid w:val="002C438B"/>
    <w:rsid w:val="002C4815"/>
    <w:rsid w:val="002C4BAA"/>
    <w:rsid w:val="002C5937"/>
    <w:rsid w:val="002C60EC"/>
    <w:rsid w:val="002C61D9"/>
    <w:rsid w:val="002C67CC"/>
    <w:rsid w:val="002C6828"/>
    <w:rsid w:val="002C6E35"/>
    <w:rsid w:val="002C6FE3"/>
    <w:rsid w:val="002C7137"/>
    <w:rsid w:val="002C7A9B"/>
    <w:rsid w:val="002C7CD3"/>
    <w:rsid w:val="002D0684"/>
    <w:rsid w:val="002D0A94"/>
    <w:rsid w:val="002D0DE5"/>
    <w:rsid w:val="002D1D17"/>
    <w:rsid w:val="002D2637"/>
    <w:rsid w:val="002D2C4C"/>
    <w:rsid w:val="002D2D8A"/>
    <w:rsid w:val="002D2F9D"/>
    <w:rsid w:val="002D383C"/>
    <w:rsid w:val="002D3ACC"/>
    <w:rsid w:val="002D3EE3"/>
    <w:rsid w:val="002D3FB9"/>
    <w:rsid w:val="002D4DA9"/>
    <w:rsid w:val="002D4DDE"/>
    <w:rsid w:val="002D5F7B"/>
    <w:rsid w:val="002D604C"/>
    <w:rsid w:val="002D6301"/>
    <w:rsid w:val="002D63C4"/>
    <w:rsid w:val="002D681D"/>
    <w:rsid w:val="002D68DD"/>
    <w:rsid w:val="002D6990"/>
    <w:rsid w:val="002D6F13"/>
    <w:rsid w:val="002D748A"/>
    <w:rsid w:val="002D7A2E"/>
    <w:rsid w:val="002D7C4D"/>
    <w:rsid w:val="002E00D6"/>
    <w:rsid w:val="002E0847"/>
    <w:rsid w:val="002E08DC"/>
    <w:rsid w:val="002E08F6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2D1A"/>
    <w:rsid w:val="002E33E8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6EB7"/>
    <w:rsid w:val="002E715D"/>
    <w:rsid w:val="002E7367"/>
    <w:rsid w:val="002E7728"/>
    <w:rsid w:val="002E7905"/>
    <w:rsid w:val="002F04D0"/>
    <w:rsid w:val="002F07DB"/>
    <w:rsid w:val="002F0E65"/>
    <w:rsid w:val="002F156D"/>
    <w:rsid w:val="002F1C7F"/>
    <w:rsid w:val="002F3773"/>
    <w:rsid w:val="002F38EC"/>
    <w:rsid w:val="002F39DE"/>
    <w:rsid w:val="002F3B01"/>
    <w:rsid w:val="002F3EAB"/>
    <w:rsid w:val="002F4254"/>
    <w:rsid w:val="002F4E69"/>
    <w:rsid w:val="002F5002"/>
    <w:rsid w:val="002F5008"/>
    <w:rsid w:val="002F50F0"/>
    <w:rsid w:val="002F5150"/>
    <w:rsid w:val="002F5245"/>
    <w:rsid w:val="002F5362"/>
    <w:rsid w:val="002F5528"/>
    <w:rsid w:val="002F5548"/>
    <w:rsid w:val="002F59A6"/>
    <w:rsid w:val="002F5D0E"/>
    <w:rsid w:val="002F71F0"/>
    <w:rsid w:val="002F72AE"/>
    <w:rsid w:val="002F72CC"/>
    <w:rsid w:val="002F738B"/>
    <w:rsid w:val="002F79AD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4B6A"/>
    <w:rsid w:val="003050BA"/>
    <w:rsid w:val="003050C1"/>
    <w:rsid w:val="00305905"/>
    <w:rsid w:val="00305AA6"/>
    <w:rsid w:val="00305DA1"/>
    <w:rsid w:val="00306103"/>
    <w:rsid w:val="003065D4"/>
    <w:rsid w:val="00306B9E"/>
    <w:rsid w:val="0030751E"/>
    <w:rsid w:val="00307588"/>
    <w:rsid w:val="00307618"/>
    <w:rsid w:val="00307666"/>
    <w:rsid w:val="00307875"/>
    <w:rsid w:val="003100A0"/>
    <w:rsid w:val="00310263"/>
    <w:rsid w:val="003103E7"/>
    <w:rsid w:val="003104C0"/>
    <w:rsid w:val="003105D2"/>
    <w:rsid w:val="00310CCE"/>
    <w:rsid w:val="00310CDD"/>
    <w:rsid w:val="00311354"/>
    <w:rsid w:val="00311520"/>
    <w:rsid w:val="00311660"/>
    <w:rsid w:val="003126D7"/>
    <w:rsid w:val="00312957"/>
    <w:rsid w:val="00312BC8"/>
    <w:rsid w:val="00312E69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97"/>
    <w:rsid w:val="00315BF0"/>
    <w:rsid w:val="00316852"/>
    <w:rsid w:val="0031692C"/>
    <w:rsid w:val="00316C3B"/>
    <w:rsid w:val="00317749"/>
    <w:rsid w:val="00317ECA"/>
    <w:rsid w:val="00317F44"/>
    <w:rsid w:val="0032025D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AFC"/>
    <w:rsid w:val="00321D32"/>
    <w:rsid w:val="0032274D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04"/>
    <w:rsid w:val="003274EC"/>
    <w:rsid w:val="003275A1"/>
    <w:rsid w:val="0032780F"/>
    <w:rsid w:val="00327868"/>
    <w:rsid w:val="00327C1E"/>
    <w:rsid w:val="003301CF"/>
    <w:rsid w:val="0033048D"/>
    <w:rsid w:val="0033079D"/>
    <w:rsid w:val="0033080D"/>
    <w:rsid w:val="00330D2D"/>
    <w:rsid w:val="003318C6"/>
    <w:rsid w:val="00331C65"/>
    <w:rsid w:val="003320D9"/>
    <w:rsid w:val="00332387"/>
    <w:rsid w:val="00332536"/>
    <w:rsid w:val="00332538"/>
    <w:rsid w:val="00332805"/>
    <w:rsid w:val="00332CA3"/>
    <w:rsid w:val="00333222"/>
    <w:rsid w:val="00333521"/>
    <w:rsid w:val="00333B77"/>
    <w:rsid w:val="00333BCE"/>
    <w:rsid w:val="003340DD"/>
    <w:rsid w:val="003345B1"/>
    <w:rsid w:val="003348AF"/>
    <w:rsid w:val="00334AEB"/>
    <w:rsid w:val="00335034"/>
    <w:rsid w:val="00335844"/>
    <w:rsid w:val="00335861"/>
    <w:rsid w:val="00335A29"/>
    <w:rsid w:val="00335BB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76D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314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489"/>
    <w:rsid w:val="00351BC5"/>
    <w:rsid w:val="00352A7B"/>
    <w:rsid w:val="00352A91"/>
    <w:rsid w:val="00352C79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E4E"/>
    <w:rsid w:val="0035712C"/>
    <w:rsid w:val="003573C7"/>
    <w:rsid w:val="00357E88"/>
    <w:rsid w:val="003600A9"/>
    <w:rsid w:val="003608B5"/>
    <w:rsid w:val="003609FD"/>
    <w:rsid w:val="00360AE4"/>
    <w:rsid w:val="00360D86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CC8"/>
    <w:rsid w:val="00362DBD"/>
    <w:rsid w:val="00362DCF"/>
    <w:rsid w:val="00362F80"/>
    <w:rsid w:val="00363905"/>
    <w:rsid w:val="0036452D"/>
    <w:rsid w:val="003645F9"/>
    <w:rsid w:val="0036557A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93B"/>
    <w:rsid w:val="00371F0C"/>
    <w:rsid w:val="0037248C"/>
    <w:rsid w:val="00372693"/>
    <w:rsid w:val="00372867"/>
    <w:rsid w:val="003728D7"/>
    <w:rsid w:val="00372942"/>
    <w:rsid w:val="00372DCA"/>
    <w:rsid w:val="00373A90"/>
    <w:rsid w:val="00373B19"/>
    <w:rsid w:val="0037413C"/>
    <w:rsid w:val="003741AE"/>
    <w:rsid w:val="0037445A"/>
    <w:rsid w:val="00374917"/>
    <w:rsid w:val="00374922"/>
    <w:rsid w:val="00374930"/>
    <w:rsid w:val="00374A4F"/>
    <w:rsid w:val="00374A51"/>
    <w:rsid w:val="00374CA0"/>
    <w:rsid w:val="00374DD0"/>
    <w:rsid w:val="0037570C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25"/>
    <w:rsid w:val="00380251"/>
    <w:rsid w:val="003804E6"/>
    <w:rsid w:val="003805CF"/>
    <w:rsid w:val="0038091A"/>
    <w:rsid w:val="00380B01"/>
    <w:rsid w:val="00381EFA"/>
    <w:rsid w:val="00382218"/>
    <w:rsid w:val="00382996"/>
    <w:rsid w:val="00382B46"/>
    <w:rsid w:val="00382C83"/>
    <w:rsid w:val="00383011"/>
    <w:rsid w:val="003832E7"/>
    <w:rsid w:val="00383BA1"/>
    <w:rsid w:val="00383C31"/>
    <w:rsid w:val="00384123"/>
    <w:rsid w:val="003841A1"/>
    <w:rsid w:val="0038446D"/>
    <w:rsid w:val="003849DE"/>
    <w:rsid w:val="00384C18"/>
    <w:rsid w:val="0038507A"/>
    <w:rsid w:val="003853BB"/>
    <w:rsid w:val="003853EA"/>
    <w:rsid w:val="00385F00"/>
    <w:rsid w:val="00386497"/>
    <w:rsid w:val="00386786"/>
    <w:rsid w:val="00386D10"/>
    <w:rsid w:val="00387259"/>
    <w:rsid w:val="003874CB"/>
    <w:rsid w:val="0038781C"/>
    <w:rsid w:val="00387B4A"/>
    <w:rsid w:val="00387C32"/>
    <w:rsid w:val="00387CE7"/>
    <w:rsid w:val="00387D3A"/>
    <w:rsid w:val="00387DD6"/>
    <w:rsid w:val="00390208"/>
    <w:rsid w:val="003908AD"/>
    <w:rsid w:val="00390A7B"/>
    <w:rsid w:val="00390C37"/>
    <w:rsid w:val="00390F11"/>
    <w:rsid w:val="003911B2"/>
    <w:rsid w:val="00391A6D"/>
    <w:rsid w:val="00392328"/>
    <w:rsid w:val="00392350"/>
    <w:rsid w:val="00392533"/>
    <w:rsid w:val="0039256B"/>
    <w:rsid w:val="0039288C"/>
    <w:rsid w:val="00392B7D"/>
    <w:rsid w:val="00392D94"/>
    <w:rsid w:val="00393442"/>
    <w:rsid w:val="00393526"/>
    <w:rsid w:val="0039383D"/>
    <w:rsid w:val="003938ED"/>
    <w:rsid w:val="00393F64"/>
    <w:rsid w:val="00394232"/>
    <w:rsid w:val="00394468"/>
    <w:rsid w:val="003944BC"/>
    <w:rsid w:val="00394CC3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7F3"/>
    <w:rsid w:val="00397AD3"/>
    <w:rsid w:val="00397B09"/>
    <w:rsid w:val="00397DEC"/>
    <w:rsid w:val="003A0059"/>
    <w:rsid w:val="003A0090"/>
    <w:rsid w:val="003A0578"/>
    <w:rsid w:val="003A057D"/>
    <w:rsid w:val="003A076A"/>
    <w:rsid w:val="003A148E"/>
    <w:rsid w:val="003A16B4"/>
    <w:rsid w:val="003A1A95"/>
    <w:rsid w:val="003A1AB0"/>
    <w:rsid w:val="003A1F62"/>
    <w:rsid w:val="003A21CD"/>
    <w:rsid w:val="003A227D"/>
    <w:rsid w:val="003A267F"/>
    <w:rsid w:val="003A2816"/>
    <w:rsid w:val="003A2B6C"/>
    <w:rsid w:val="003A30F8"/>
    <w:rsid w:val="003A3229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A9D"/>
    <w:rsid w:val="003A5CDA"/>
    <w:rsid w:val="003A6293"/>
    <w:rsid w:val="003A6325"/>
    <w:rsid w:val="003A63C3"/>
    <w:rsid w:val="003A659B"/>
    <w:rsid w:val="003A6757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7BF"/>
    <w:rsid w:val="003B0B7E"/>
    <w:rsid w:val="003B0CDA"/>
    <w:rsid w:val="003B0E15"/>
    <w:rsid w:val="003B1344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2E85"/>
    <w:rsid w:val="003B3020"/>
    <w:rsid w:val="003B3239"/>
    <w:rsid w:val="003B4134"/>
    <w:rsid w:val="003B4149"/>
    <w:rsid w:val="003B41AF"/>
    <w:rsid w:val="003B489C"/>
    <w:rsid w:val="003B4968"/>
    <w:rsid w:val="003B4B86"/>
    <w:rsid w:val="003B4E6C"/>
    <w:rsid w:val="003B5094"/>
    <w:rsid w:val="003B551E"/>
    <w:rsid w:val="003B586B"/>
    <w:rsid w:val="003B594C"/>
    <w:rsid w:val="003B5A27"/>
    <w:rsid w:val="003B62D9"/>
    <w:rsid w:val="003B6365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128"/>
    <w:rsid w:val="003C1157"/>
    <w:rsid w:val="003C1460"/>
    <w:rsid w:val="003C1FA8"/>
    <w:rsid w:val="003C28AE"/>
    <w:rsid w:val="003C3065"/>
    <w:rsid w:val="003C32C0"/>
    <w:rsid w:val="003C3FB4"/>
    <w:rsid w:val="003C42D4"/>
    <w:rsid w:val="003C45A0"/>
    <w:rsid w:val="003C45DF"/>
    <w:rsid w:val="003C4C52"/>
    <w:rsid w:val="003C5781"/>
    <w:rsid w:val="003C5A35"/>
    <w:rsid w:val="003C5DCD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0A32"/>
    <w:rsid w:val="003D1822"/>
    <w:rsid w:val="003D1ACA"/>
    <w:rsid w:val="003D1B06"/>
    <w:rsid w:val="003D1B6C"/>
    <w:rsid w:val="003D1B8C"/>
    <w:rsid w:val="003D1BB5"/>
    <w:rsid w:val="003D1F84"/>
    <w:rsid w:val="003D2094"/>
    <w:rsid w:val="003D2220"/>
    <w:rsid w:val="003D258A"/>
    <w:rsid w:val="003D2A89"/>
    <w:rsid w:val="003D3008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CC8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34F0"/>
    <w:rsid w:val="003E3D82"/>
    <w:rsid w:val="003E4018"/>
    <w:rsid w:val="003E4237"/>
    <w:rsid w:val="003E4558"/>
    <w:rsid w:val="003E4622"/>
    <w:rsid w:val="003E4800"/>
    <w:rsid w:val="003E4DF7"/>
    <w:rsid w:val="003E549E"/>
    <w:rsid w:val="003E59A7"/>
    <w:rsid w:val="003E5CB1"/>
    <w:rsid w:val="003E6470"/>
    <w:rsid w:val="003E64BD"/>
    <w:rsid w:val="003E67AE"/>
    <w:rsid w:val="003E6A30"/>
    <w:rsid w:val="003E70B5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DAB"/>
    <w:rsid w:val="003F1E01"/>
    <w:rsid w:val="003F1E16"/>
    <w:rsid w:val="003F1F98"/>
    <w:rsid w:val="003F2189"/>
    <w:rsid w:val="003F26F5"/>
    <w:rsid w:val="003F281D"/>
    <w:rsid w:val="003F2FFE"/>
    <w:rsid w:val="003F3417"/>
    <w:rsid w:val="003F347F"/>
    <w:rsid w:val="003F34C9"/>
    <w:rsid w:val="003F3990"/>
    <w:rsid w:val="003F3AEF"/>
    <w:rsid w:val="003F3C35"/>
    <w:rsid w:val="003F3CF3"/>
    <w:rsid w:val="003F401C"/>
    <w:rsid w:val="003F414B"/>
    <w:rsid w:val="003F4666"/>
    <w:rsid w:val="003F4E5D"/>
    <w:rsid w:val="003F5143"/>
    <w:rsid w:val="003F52CF"/>
    <w:rsid w:val="003F5345"/>
    <w:rsid w:val="003F5524"/>
    <w:rsid w:val="003F57E4"/>
    <w:rsid w:val="003F597F"/>
    <w:rsid w:val="003F59A5"/>
    <w:rsid w:val="003F5DFC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E56"/>
    <w:rsid w:val="00401FFA"/>
    <w:rsid w:val="004027E0"/>
    <w:rsid w:val="00402B6A"/>
    <w:rsid w:val="004030D6"/>
    <w:rsid w:val="00403B61"/>
    <w:rsid w:val="00403E6F"/>
    <w:rsid w:val="004040A0"/>
    <w:rsid w:val="00404540"/>
    <w:rsid w:val="00404CD8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838"/>
    <w:rsid w:val="00406AAF"/>
    <w:rsid w:val="00406CC2"/>
    <w:rsid w:val="00407055"/>
    <w:rsid w:val="00407124"/>
    <w:rsid w:val="0040713C"/>
    <w:rsid w:val="00407233"/>
    <w:rsid w:val="004072B0"/>
    <w:rsid w:val="00407481"/>
    <w:rsid w:val="00407983"/>
    <w:rsid w:val="00407A27"/>
    <w:rsid w:val="00407F3A"/>
    <w:rsid w:val="0041041B"/>
    <w:rsid w:val="00410A24"/>
    <w:rsid w:val="004110C0"/>
    <w:rsid w:val="0041131A"/>
    <w:rsid w:val="00411773"/>
    <w:rsid w:val="00411828"/>
    <w:rsid w:val="004119B7"/>
    <w:rsid w:val="00411C20"/>
    <w:rsid w:val="004126B7"/>
    <w:rsid w:val="0041286B"/>
    <w:rsid w:val="00412A4A"/>
    <w:rsid w:val="00412B32"/>
    <w:rsid w:val="0041322B"/>
    <w:rsid w:val="0041362F"/>
    <w:rsid w:val="004139BF"/>
    <w:rsid w:val="00413A17"/>
    <w:rsid w:val="00413B23"/>
    <w:rsid w:val="00413BA4"/>
    <w:rsid w:val="00413C13"/>
    <w:rsid w:val="00413EA7"/>
    <w:rsid w:val="0041416E"/>
    <w:rsid w:val="0041430B"/>
    <w:rsid w:val="0041433F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41F"/>
    <w:rsid w:val="00422578"/>
    <w:rsid w:val="004226F5"/>
    <w:rsid w:val="00422736"/>
    <w:rsid w:val="00422CE5"/>
    <w:rsid w:val="00422D52"/>
    <w:rsid w:val="00422DE8"/>
    <w:rsid w:val="004230D2"/>
    <w:rsid w:val="0042337B"/>
    <w:rsid w:val="0042356F"/>
    <w:rsid w:val="00423A81"/>
    <w:rsid w:val="00423C42"/>
    <w:rsid w:val="00423C5B"/>
    <w:rsid w:val="00423F19"/>
    <w:rsid w:val="0042443D"/>
    <w:rsid w:val="00424917"/>
    <w:rsid w:val="00424C5C"/>
    <w:rsid w:val="00425179"/>
    <w:rsid w:val="004260F5"/>
    <w:rsid w:val="0042610A"/>
    <w:rsid w:val="00426160"/>
    <w:rsid w:val="00426752"/>
    <w:rsid w:val="00426BB0"/>
    <w:rsid w:val="00426BCB"/>
    <w:rsid w:val="00426D0D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0EEB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1A5"/>
    <w:rsid w:val="00436470"/>
    <w:rsid w:val="004369C6"/>
    <w:rsid w:val="00436E13"/>
    <w:rsid w:val="00436F67"/>
    <w:rsid w:val="00436F8D"/>
    <w:rsid w:val="00437224"/>
    <w:rsid w:val="00437CF2"/>
    <w:rsid w:val="00440AF0"/>
    <w:rsid w:val="00441014"/>
    <w:rsid w:val="004417E2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6EC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3A0"/>
    <w:rsid w:val="00454776"/>
    <w:rsid w:val="004547FE"/>
    <w:rsid w:val="0045493C"/>
    <w:rsid w:val="00454B4A"/>
    <w:rsid w:val="00454CDD"/>
    <w:rsid w:val="00455455"/>
    <w:rsid w:val="0045570D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65C"/>
    <w:rsid w:val="00462D3E"/>
    <w:rsid w:val="00463286"/>
    <w:rsid w:val="00463573"/>
    <w:rsid w:val="00463658"/>
    <w:rsid w:val="00463B98"/>
    <w:rsid w:val="00463C2D"/>
    <w:rsid w:val="0046453F"/>
    <w:rsid w:val="00464725"/>
    <w:rsid w:val="00464A0F"/>
    <w:rsid w:val="00464EA8"/>
    <w:rsid w:val="004651A0"/>
    <w:rsid w:val="004651CA"/>
    <w:rsid w:val="004655EE"/>
    <w:rsid w:val="004656D1"/>
    <w:rsid w:val="00465B17"/>
    <w:rsid w:val="00465F74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2643"/>
    <w:rsid w:val="004738B5"/>
    <w:rsid w:val="00473B9C"/>
    <w:rsid w:val="00473FEE"/>
    <w:rsid w:val="0047476C"/>
    <w:rsid w:val="00474896"/>
    <w:rsid w:val="004749A0"/>
    <w:rsid w:val="00474B03"/>
    <w:rsid w:val="004754C0"/>
    <w:rsid w:val="00475A77"/>
    <w:rsid w:val="00475B9D"/>
    <w:rsid w:val="00475E26"/>
    <w:rsid w:val="00476257"/>
    <w:rsid w:val="00476274"/>
    <w:rsid w:val="00476655"/>
    <w:rsid w:val="004768F2"/>
    <w:rsid w:val="00476ADA"/>
    <w:rsid w:val="00476E15"/>
    <w:rsid w:val="00476FE6"/>
    <w:rsid w:val="0047728F"/>
    <w:rsid w:val="004777DE"/>
    <w:rsid w:val="004779EF"/>
    <w:rsid w:val="004802B5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9C"/>
    <w:rsid w:val="004815DF"/>
    <w:rsid w:val="004818B9"/>
    <w:rsid w:val="00481F08"/>
    <w:rsid w:val="004822D2"/>
    <w:rsid w:val="00482849"/>
    <w:rsid w:val="00482B62"/>
    <w:rsid w:val="00483492"/>
    <w:rsid w:val="00483C4D"/>
    <w:rsid w:val="004840C1"/>
    <w:rsid w:val="00484570"/>
    <w:rsid w:val="004846C8"/>
    <w:rsid w:val="00484A94"/>
    <w:rsid w:val="004851F4"/>
    <w:rsid w:val="0048524E"/>
    <w:rsid w:val="00485363"/>
    <w:rsid w:val="00485575"/>
    <w:rsid w:val="004856D8"/>
    <w:rsid w:val="00485975"/>
    <w:rsid w:val="00485BB4"/>
    <w:rsid w:val="00485E93"/>
    <w:rsid w:val="00486077"/>
    <w:rsid w:val="00486483"/>
    <w:rsid w:val="004866C0"/>
    <w:rsid w:val="00486DA1"/>
    <w:rsid w:val="00486F9B"/>
    <w:rsid w:val="00486FC6"/>
    <w:rsid w:val="00486FFC"/>
    <w:rsid w:val="004871AF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CA7"/>
    <w:rsid w:val="00492E2C"/>
    <w:rsid w:val="00493438"/>
    <w:rsid w:val="00493C9F"/>
    <w:rsid w:val="004943A4"/>
    <w:rsid w:val="00494713"/>
    <w:rsid w:val="00494CEA"/>
    <w:rsid w:val="004952ED"/>
    <w:rsid w:val="00495315"/>
    <w:rsid w:val="00495999"/>
    <w:rsid w:val="00495C42"/>
    <w:rsid w:val="00495D0B"/>
    <w:rsid w:val="00496141"/>
    <w:rsid w:val="004965BF"/>
    <w:rsid w:val="00496792"/>
    <w:rsid w:val="00496855"/>
    <w:rsid w:val="004969FF"/>
    <w:rsid w:val="00496BF4"/>
    <w:rsid w:val="004970AF"/>
    <w:rsid w:val="004978AF"/>
    <w:rsid w:val="004A0174"/>
    <w:rsid w:val="004A021F"/>
    <w:rsid w:val="004A02A1"/>
    <w:rsid w:val="004A1430"/>
    <w:rsid w:val="004A151E"/>
    <w:rsid w:val="004A1B5D"/>
    <w:rsid w:val="004A1B60"/>
    <w:rsid w:val="004A1E0C"/>
    <w:rsid w:val="004A2601"/>
    <w:rsid w:val="004A2609"/>
    <w:rsid w:val="004A2AC2"/>
    <w:rsid w:val="004A32F3"/>
    <w:rsid w:val="004A3918"/>
    <w:rsid w:val="004A3A19"/>
    <w:rsid w:val="004A3B5A"/>
    <w:rsid w:val="004A3BB2"/>
    <w:rsid w:val="004A3C28"/>
    <w:rsid w:val="004A4536"/>
    <w:rsid w:val="004A4CD2"/>
    <w:rsid w:val="004A4D52"/>
    <w:rsid w:val="004A4DE6"/>
    <w:rsid w:val="004A5799"/>
    <w:rsid w:val="004A5912"/>
    <w:rsid w:val="004A5E6C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BCB"/>
    <w:rsid w:val="004A7D40"/>
    <w:rsid w:val="004B0121"/>
    <w:rsid w:val="004B038E"/>
    <w:rsid w:val="004B054E"/>
    <w:rsid w:val="004B0AFB"/>
    <w:rsid w:val="004B111B"/>
    <w:rsid w:val="004B1221"/>
    <w:rsid w:val="004B13FC"/>
    <w:rsid w:val="004B16F3"/>
    <w:rsid w:val="004B1C77"/>
    <w:rsid w:val="004B24D0"/>
    <w:rsid w:val="004B257B"/>
    <w:rsid w:val="004B2585"/>
    <w:rsid w:val="004B2F71"/>
    <w:rsid w:val="004B2FD7"/>
    <w:rsid w:val="004B31DF"/>
    <w:rsid w:val="004B32DD"/>
    <w:rsid w:val="004B3560"/>
    <w:rsid w:val="004B36EE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89F"/>
    <w:rsid w:val="004B642E"/>
    <w:rsid w:val="004B6D45"/>
    <w:rsid w:val="004B73B5"/>
    <w:rsid w:val="004B73C2"/>
    <w:rsid w:val="004B745D"/>
    <w:rsid w:val="004C00D2"/>
    <w:rsid w:val="004C0C52"/>
    <w:rsid w:val="004C16E7"/>
    <w:rsid w:val="004C1B7C"/>
    <w:rsid w:val="004C1D39"/>
    <w:rsid w:val="004C1E2D"/>
    <w:rsid w:val="004C1EB4"/>
    <w:rsid w:val="004C3B16"/>
    <w:rsid w:val="004C454E"/>
    <w:rsid w:val="004C47C2"/>
    <w:rsid w:val="004C4E1F"/>
    <w:rsid w:val="004C530B"/>
    <w:rsid w:val="004C5673"/>
    <w:rsid w:val="004C5ED3"/>
    <w:rsid w:val="004C6177"/>
    <w:rsid w:val="004C629C"/>
    <w:rsid w:val="004C6ADF"/>
    <w:rsid w:val="004C6B0D"/>
    <w:rsid w:val="004C6C29"/>
    <w:rsid w:val="004C7741"/>
    <w:rsid w:val="004C7EC7"/>
    <w:rsid w:val="004D01C4"/>
    <w:rsid w:val="004D037A"/>
    <w:rsid w:val="004D049F"/>
    <w:rsid w:val="004D0B82"/>
    <w:rsid w:val="004D0D34"/>
    <w:rsid w:val="004D0E87"/>
    <w:rsid w:val="004D1996"/>
    <w:rsid w:val="004D1B6A"/>
    <w:rsid w:val="004D1D9E"/>
    <w:rsid w:val="004D2008"/>
    <w:rsid w:val="004D2908"/>
    <w:rsid w:val="004D2939"/>
    <w:rsid w:val="004D3264"/>
    <w:rsid w:val="004D3C82"/>
    <w:rsid w:val="004D424A"/>
    <w:rsid w:val="004D42AB"/>
    <w:rsid w:val="004D4430"/>
    <w:rsid w:val="004D44DD"/>
    <w:rsid w:val="004D4797"/>
    <w:rsid w:val="004D4B02"/>
    <w:rsid w:val="004D4DFE"/>
    <w:rsid w:val="004D4E13"/>
    <w:rsid w:val="004D4E8A"/>
    <w:rsid w:val="004D6273"/>
    <w:rsid w:val="004D6755"/>
    <w:rsid w:val="004D67BE"/>
    <w:rsid w:val="004D6B4A"/>
    <w:rsid w:val="004D7389"/>
    <w:rsid w:val="004D73FE"/>
    <w:rsid w:val="004D77F2"/>
    <w:rsid w:val="004D78A0"/>
    <w:rsid w:val="004D7964"/>
    <w:rsid w:val="004D7F43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67D"/>
    <w:rsid w:val="004E1741"/>
    <w:rsid w:val="004E178F"/>
    <w:rsid w:val="004E18D8"/>
    <w:rsid w:val="004E1A3D"/>
    <w:rsid w:val="004E1D9A"/>
    <w:rsid w:val="004E2455"/>
    <w:rsid w:val="004E2748"/>
    <w:rsid w:val="004E275D"/>
    <w:rsid w:val="004E2C44"/>
    <w:rsid w:val="004E39F7"/>
    <w:rsid w:val="004E3A63"/>
    <w:rsid w:val="004E3D56"/>
    <w:rsid w:val="004E3DD7"/>
    <w:rsid w:val="004E42ED"/>
    <w:rsid w:val="004E436D"/>
    <w:rsid w:val="004E46B4"/>
    <w:rsid w:val="004E47FB"/>
    <w:rsid w:val="004E48B7"/>
    <w:rsid w:val="004E4C81"/>
    <w:rsid w:val="004E4CAF"/>
    <w:rsid w:val="004E51BF"/>
    <w:rsid w:val="004E52E0"/>
    <w:rsid w:val="004E5303"/>
    <w:rsid w:val="004E6737"/>
    <w:rsid w:val="004E6B7F"/>
    <w:rsid w:val="004E70C2"/>
    <w:rsid w:val="004E7727"/>
    <w:rsid w:val="004E7AF1"/>
    <w:rsid w:val="004E7D71"/>
    <w:rsid w:val="004F10A7"/>
    <w:rsid w:val="004F114D"/>
    <w:rsid w:val="004F18CA"/>
    <w:rsid w:val="004F1973"/>
    <w:rsid w:val="004F2264"/>
    <w:rsid w:val="004F228D"/>
    <w:rsid w:val="004F22C8"/>
    <w:rsid w:val="004F259A"/>
    <w:rsid w:val="004F25F4"/>
    <w:rsid w:val="004F2640"/>
    <w:rsid w:val="004F29F8"/>
    <w:rsid w:val="004F2D12"/>
    <w:rsid w:val="004F2EDA"/>
    <w:rsid w:val="004F2F74"/>
    <w:rsid w:val="004F39B3"/>
    <w:rsid w:val="004F4764"/>
    <w:rsid w:val="004F4C7A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412"/>
    <w:rsid w:val="004F7568"/>
    <w:rsid w:val="004F7D19"/>
    <w:rsid w:val="004F7E55"/>
    <w:rsid w:val="004F7EF5"/>
    <w:rsid w:val="00500016"/>
    <w:rsid w:val="0050037A"/>
    <w:rsid w:val="005004E1"/>
    <w:rsid w:val="00500912"/>
    <w:rsid w:val="00501235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5F0B"/>
    <w:rsid w:val="005063F9"/>
    <w:rsid w:val="0050644E"/>
    <w:rsid w:val="00506F55"/>
    <w:rsid w:val="0050704F"/>
    <w:rsid w:val="005070CB"/>
    <w:rsid w:val="00507EF8"/>
    <w:rsid w:val="005107C8"/>
    <w:rsid w:val="00510909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538"/>
    <w:rsid w:val="00513FAC"/>
    <w:rsid w:val="00514153"/>
    <w:rsid w:val="005141F5"/>
    <w:rsid w:val="00514634"/>
    <w:rsid w:val="005147D8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0F2F"/>
    <w:rsid w:val="005210AD"/>
    <w:rsid w:val="005211B7"/>
    <w:rsid w:val="005212BA"/>
    <w:rsid w:val="00521AAA"/>
    <w:rsid w:val="00521F0B"/>
    <w:rsid w:val="00522440"/>
    <w:rsid w:val="0052282C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9A9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6E9"/>
    <w:rsid w:val="0053174F"/>
    <w:rsid w:val="005317AD"/>
    <w:rsid w:val="00531860"/>
    <w:rsid w:val="00531942"/>
    <w:rsid w:val="005319B1"/>
    <w:rsid w:val="005323F9"/>
    <w:rsid w:val="00532922"/>
    <w:rsid w:val="00532D23"/>
    <w:rsid w:val="00533092"/>
    <w:rsid w:val="0053337C"/>
    <w:rsid w:val="005339AC"/>
    <w:rsid w:val="00533A65"/>
    <w:rsid w:val="00534185"/>
    <w:rsid w:val="00534C35"/>
    <w:rsid w:val="00534ED2"/>
    <w:rsid w:val="00535CC4"/>
    <w:rsid w:val="00536260"/>
    <w:rsid w:val="00536ADC"/>
    <w:rsid w:val="00536B4A"/>
    <w:rsid w:val="00536CCB"/>
    <w:rsid w:val="00536FF6"/>
    <w:rsid w:val="0053744C"/>
    <w:rsid w:val="005375B8"/>
    <w:rsid w:val="00537996"/>
    <w:rsid w:val="005379DF"/>
    <w:rsid w:val="00537D59"/>
    <w:rsid w:val="00537FC0"/>
    <w:rsid w:val="00540179"/>
    <w:rsid w:val="005401A0"/>
    <w:rsid w:val="005407DD"/>
    <w:rsid w:val="00541491"/>
    <w:rsid w:val="005414BA"/>
    <w:rsid w:val="005416B5"/>
    <w:rsid w:val="0054173F"/>
    <w:rsid w:val="00541DE2"/>
    <w:rsid w:val="00541EC3"/>
    <w:rsid w:val="005423DF"/>
    <w:rsid w:val="00542636"/>
    <w:rsid w:val="00542A9A"/>
    <w:rsid w:val="0054307F"/>
    <w:rsid w:val="005434EE"/>
    <w:rsid w:val="00543DBA"/>
    <w:rsid w:val="00543DF9"/>
    <w:rsid w:val="00544703"/>
    <w:rsid w:val="00544B74"/>
    <w:rsid w:val="00544BA3"/>
    <w:rsid w:val="00544F47"/>
    <w:rsid w:val="00545300"/>
    <w:rsid w:val="005455A5"/>
    <w:rsid w:val="00545921"/>
    <w:rsid w:val="00545A66"/>
    <w:rsid w:val="00545AA1"/>
    <w:rsid w:val="00546EE7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5605"/>
    <w:rsid w:val="00555F2E"/>
    <w:rsid w:val="0055673F"/>
    <w:rsid w:val="005567AB"/>
    <w:rsid w:val="00556945"/>
    <w:rsid w:val="00556F9C"/>
    <w:rsid w:val="00557582"/>
    <w:rsid w:val="00557D0F"/>
    <w:rsid w:val="0056079C"/>
    <w:rsid w:val="005608B0"/>
    <w:rsid w:val="00560907"/>
    <w:rsid w:val="00560A6A"/>
    <w:rsid w:val="00560BC2"/>
    <w:rsid w:val="00560D54"/>
    <w:rsid w:val="00560E9E"/>
    <w:rsid w:val="00560F55"/>
    <w:rsid w:val="0056113B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08F"/>
    <w:rsid w:val="00563344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5F6E"/>
    <w:rsid w:val="00566608"/>
    <w:rsid w:val="00566AC3"/>
    <w:rsid w:val="00566E2E"/>
    <w:rsid w:val="005678CB"/>
    <w:rsid w:val="00567C1C"/>
    <w:rsid w:val="00567C7E"/>
    <w:rsid w:val="005703A8"/>
    <w:rsid w:val="00570576"/>
    <w:rsid w:val="005708B3"/>
    <w:rsid w:val="00570C27"/>
    <w:rsid w:val="00570D51"/>
    <w:rsid w:val="00570E73"/>
    <w:rsid w:val="005712FE"/>
    <w:rsid w:val="00571A7A"/>
    <w:rsid w:val="00572378"/>
    <w:rsid w:val="00572709"/>
    <w:rsid w:val="00572B71"/>
    <w:rsid w:val="00572C1F"/>
    <w:rsid w:val="00572DA8"/>
    <w:rsid w:val="00572DDE"/>
    <w:rsid w:val="0057307C"/>
    <w:rsid w:val="00573409"/>
    <w:rsid w:val="005739A8"/>
    <w:rsid w:val="00573E8D"/>
    <w:rsid w:val="00573F7E"/>
    <w:rsid w:val="00575B1C"/>
    <w:rsid w:val="00576115"/>
    <w:rsid w:val="005765D0"/>
    <w:rsid w:val="005765ED"/>
    <w:rsid w:val="005772EE"/>
    <w:rsid w:val="00577A8B"/>
    <w:rsid w:val="00577D37"/>
    <w:rsid w:val="00577E6C"/>
    <w:rsid w:val="00577EAF"/>
    <w:rsid w:val="0058142F"/>
    <w:rsid w:val="00581797"/>
    <w:rsid w:val="0058186F"/>
    <w:rsid w:val="005819C9"/>
    <w:rsid w:val="005820DA"/>
    <w:rsid w:val="00582C3B"/>
    <w:rsid w:val="00582F31"/>
    <w:rsid w:val="00583085"/>
    <w:rsid w:val="00583164"/>
    <w:rsid w:val="00583568"/>
    <w:rsid w:val="005835EB"/>
    <w:rsid w:val="005836F6"/>
    <w:rsid w:val="00583802"/>
    <w:rsid w:val="00583AC1"/>
    <w:rsid w:val="00583BD6"/>
    <w:rsid w:val="00583D4E"/>
    <w:rsid w:val="00583F92"/>
    <w:rsid w:val="00584180"/>
    <w:rsid w:val="0058424E"/>
    <w:rsid w:val="00584396"/>
    <w:rsid w:val="005843CA"/>
    <w:rsid w:val="00584811"/>
    <w:rsid w:val="005848BF"/>
    <w:rsid w:val="00584AD6"/>
    <w:rsid w:val="00584D93"/>
    <w:rsid w:val="00584FAD"/>
    <w:rsid w:val="00585009"/>
    <w:rsid w:val="005854FB"/>
    <w:rsid w:val="00585837"/>
    <w:rsid w:val="00585B41"/>
    <w:rsid w:val="00585CFA"/>
    <w:rsid w:val="0058637B"/>
    <w:rsid w:val="00586930"/>
    <w:rsid w:val="00586A68"/>
    <w:rsid w:val="00587136"/>
    <w:rsid w:val="0058731E"/>
    <w:rsid w:val="00587568"/>
    <w:rsid w:val="0058781D"/>
    <w:rsid w:val="00590710"/>
    <w:rsid w:val="0059084A"/>
    <w:rsid w:val="00590A06"/>
    <w:rsid w:val="00590A47"/>
    <w:rsid w:val="00590AE6"/>
    <w:rsid w:val="00590C98"/>
    <w:rsid w:val="0059119C"/>
    <w:rsid w:val="00591A33"/>
    <w:rsid w:val="00591C6A"/>
    <w:rsid w:val="00592338"/>
    <w:rsid w:val="00592AC6"/>
    <w:rsid w:val="00592CF1"/>
    <w:rsid w:val="0059354F"/>
    <w:rsid w:val="00593608"/>
    <w:rsid w:val="005937C2"/>
    <w:rsid w:val="0059398F"/>
    <w:rsid w:val="00594500"/>
    <w:rsid w:val="00594B7C"/>
    <w:rsid w:val="00594F57"/>
    <w:rsid w:val="005950EA"/>
    <w:rsid w:val="005957D3"/>
    <w:rsid w:val="0059601E"/>
    <w:rsid w:val="00596129"/>
    <w:rsid w:val="0059657E"/>
    <w:rsid w:val="005967DC"/>
    <w:rsid w:val="00596A09"/>
    <w:rsid w:val="00596BAE"/>
    <w:rsid w:val="00596C14"/>
    <w:rsid w:val="00596F58"/>
    <w:rsid w:val="0059705B"/>
    <w:rsid w:val="005976E7"/>
    <w:rsid w:val="005977FB"/>
    <w:rsid w:val="00597B12"/>
    <w:rsid w:val="00597C1A"/>
    <w:rsid w:val="00597CBC"/>
    <w:rsid w:val="005A07C1"/>
    <w:rsid w:val="005A07F5"/>
    <w:rsid w:val="005A0933"/>
    <w:rsid w:val="005A0A26"/>
    <w:rsid w:val="005A0CAB"/>
    <w:rsid w:val="005A0E54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33"/>
    <w:rsid w:val="005A71E5"/>
    <w:rsid w:val="005A7754"/>
    <w:rsid w:val="005A77C7"/>
    <w:rsid w:val="005A79CC"/>
    <w:rsid w:val="005A7C48"/>
    <w:rsid w:val="005B00B9"/>
    <w:rsid w:val="005B0C0C"/>
    <w:rsid w:val="005B0D53"/>
    <w:rsid w:val="005B0D9F"/>
    <w:rsid w:val="005B16A6"/>
    <w:rsid w:val="005B17B1"/>
    <w:rsid w:val="005B184C"/>
    <w:rsid w:val="005B1C2A"/>
    <w:rsid w:val="005B1F28"/>
    <w:rsid w:val="005B227E"/>
    <w:rsid w:val="005B245F"/>
    <w:rsid w:val="005B25BA"/>
    <w:rsid w:val="005B2B67"/>
    <w:rsid w:val="005B2C4E"/>
    <w:rsid w:val="005B2E64"/>
    <w:rsid w:val="005B3091"/>
    <w:rsid w:val="005B3597"/>
    <w:rsid w:val="005B37E8"/>
    <w:rsid w:val="005B3812"/>
    <w:rsid w:val="005B3BE5"/>
    <w:rsid w:val="005B3C3D"/>
    <w:rsid w:val="005B41E7"/>
    <w:rsid w:val="005B4CCE"/>
    <w:rsid w:val="005B4D40"/>
    <w:rsid w:val="005B4F51"/>
    <w:rsid w:val="005B5084"/>
    <w:rsid w:val="005B5599"/>
    <w:rsid w:val="005B62F9"/>
    <w:rsid w:val="005B6875"/>
    <w:rsid w:val="005B6D48"/>
    <w:rsid w:val="005B6D74"/>
    <w:rsid w:val="005B70BD"/>
    <w:rsid w:val="005B72C3"/>
    <w:rsid w:val="005B7403"/>
    <w:rsid w:val="005B7439"/>
    <w:rsid w:val="005B7716"/>
    <w:rsid w:val="005B7868"/>
    <w:rsid w:val="005B796C"/>
    <w:rsid w:val="005C048C"/>
    <w:rsid w:val="005C0F9F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2FBB"/>
    <w:rsid w:val="005C3129"/>
    <w:rsid w:val="005C331C"/>
    <w:rsid w:val="005C3847"/>
    <w:rsid w:val="005C3936"/>
    <w:rsid w:val="005C39AC"/>
    <w:rsid w:val="005C3AF9"/>
    <w:rsid w:val="005C3E8E"/>
    <w:rsid w:val="005C4292"/>
    <w:rsid w:val="005C45BF"/>
    <w:rsid w:val="005C4761"/>
    <w:rsid w:val="005C4CF0"/>
    <w:rsid w:val="005C4E89"/>
    <w:rsid w:val="005C52F0"/>
    <w:rsid w:val="005C5308"/>
    <w:rsid w:val="005C59C4"/>
    <w:rsid w:val="005C6576"/>
    <w:rsid w:val="005C6CA4"/>
    <w:rsid w:val="005C72CB"/>
    <w:rsid w:val="005C75BB"/>
    <w:rsid w:val="005C78E6"/>
    <w:rsid w:val="005C7D1C"/>
    <w:rsid w:val="005C7E08"/>
    <w:rsid w:val="005D013E"/>
    <w:rsid w:val="005D072A"/>
    <w:rsid w:val="005D0A91"/>
    <w:rsid w:val="005D0D22"/>
    <w:rsid w:val="005D0DB8"/>
    <w:rsid w:val="005D1731"/>
    <w:rsid w:val="005D1A7F"/>
    <w:rsid w:val="005D1B58"/>
    <w:rsid w:val="005D1CDC"/>
    <w:rsid w:val="005D399E"/>
    <w:rsid w:val="005D3BCC"/>
    <w:rsid w:val="005D3CFE"/>
    <w:rsid w:val="005D44D4"/>
    <w:rsid w:val="005D4518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9A"/>
    <w:rsid w:val="005D6EAB"/>
    <w:rsid w:val="005D6EBF"/>
    <w:rsid w:val="005D6F57"/>
    <w:rsid w:val="005D73D3"/>
    <w:rsid w:val="005D788F"/>
    <w:rsid w:val="005D7A98"/>
    <w:rsid w:val="005D7FA6"/>
    <w:rsid w:val="005E02DE"/>
    <w:rsid w:val="005E05B7"/>
    <w:rsid w:val="005E0833"/>
    <w:rsid w:val="005E0AFD"/>
    <w:rsid w:val="005E0B46"/>
    <w:rsid w:val="005E0E5C"/>
    <w:rsid w:val="005E13CE"/>
    <w:rsid w:val="005E14C6"/>
    <w:rsid w:val="005E1B12"/>
    <w:rsid w:val="005E1E57"/>
    <w:rsid w:val="005E1EBD"/>
    <w:rsid w:val="005E2140"/>
    <w:rsid w:val="005E2218"/>
    <w:rsid w:val="005E2394"/>
    <w:rsid w:val="005E24F0"/>
    <w:rsid w:val="005E2B14"/>
    <w:rsid w:val="005E30FE"/>
    <w:rsid w:val="005E360F"/>
    <w:rsid w:val="005E39BE"/>
    <w:rsid w:val="005E3BD0"/>
    <w:rsid w:val="005E3EFA"/>
    <w:rsid w:val="005E47D4"/>
    <w:rsid w:val="005E4BB2"/>
    <w:rsid w:val="005E4D81"/>
    <w:rsid w:val="005E4E04"/>
    <w:rsid w:val="005E5921"/>
    <w:rsid w:val="005E5D6A"/>
    <w:rsid w:val="005E67B3"/>
    <w:rsid w:val="005E6B54"/>
    <w:rsid w:val="005E6DA4"/>
    <w:rsid w:val="005E72E6"/>
    <w:rsid w:val="005E73A2"/>
    <w:rsid w:val="005E748D"/>
    <w:rsid w:val="005E75C1"/>
    <w:rsid w:val="005E78CD"/>
    <w:rsid w:val="005E7953"/>
    <w:rsid w:val="005E79E0"/>
    <w:rsid w:val="005E7BA5"/>
    <w:rsid w:val="005E7C90"/>
    <w:rsid w:val="005F008E"/>
    <w:rsid w:val="005F02F5"/>
    <w:rsid w:val="005F05F8"/>
    <w:rsid w:val="005F0ABC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B9"/>
    <w:rsid w:val="005F60C0"/>
    <w:rsid w:val="005F6D7A"/>
    <w:rsid w:val="005F7380"/>
    <w:rsid w:val="005F744E"/>
    <w:rsid w:val="005F7678"/>
    <w:rsid w:val="005F7866"/>
    <w:rsid w:val="005F798C"/>
    <w:rsid w:val="00600560"/>
    <w:rsid w:val="0060096F"/>
    <w:rsid w:val="00600E31"/>
    <w:rsid w:val="00600E4E"/>
    <w:rsid w:val="00600F33"/>
    <w:rsid w:val="00601953"/>
    <w:rsid w:val="00601DAF"/>
    <w:rsid w:val="00602497"/>
    <w:rsid w:val="006028F6"/>
    <w:rsid w:val="00602F4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318"/>
    <w:rsid w:val="006066CA"/>
    <w:rsid w:val="0060670B"/>
    <w:rsid w:val="0060690A"/>
    <w:rsid w:val="00606C72"/>
    <w:rsid w:val="0060701D"/>
    <w:rsid w:val="006077E1"/>
    <w:rsid w:val="00607E48"/>
    <w:rsid w:val="006103D8"/>
    <w:rsid w:val="00610586"/>
    <w:rsid w:val="006108AC"/>
    <w:rsid w:val="00610AA1"/>
    <w:rsid w:val="00610EE0"/>
    <w:rsid w:val="006111FA"/>
    <w:rsid w:val="00611391"/>
    <w:rsid w:val="00611A6C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6DE8"/>
    <w:rsid w:val="006170A6"/>
    <w:rsid w:val="0061711E"/>
    <w:rsid w:val="006173DB"/>
    <w:rsid w:val="00617798"/>
    <w:rsid w:val="00617FA3"/>
    <w:rsid w:val="006202FF"/>
    <w:rsid w:val="006205AC"/>
    <w:rsid w:val="006207CA"/>
    <w:rsid w:val="00620CE6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50E"/>
    <w:rsid w:val="0062578F"/>
    <w:rsid w:val="00625EEE"/>
    <w:rsid w:val="0062617B"/>
    <w:rsid w:val="00626560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5FDC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6D75"/>
    <w:rsid w:val="006470FD"/>
    <w:rsid w:val="006472A4"/>
    <w:rsid w:val="006472ED"/>
    <w:rsid w:val="00647459"/>
    <w:rsid w:val="00647543"/>
    <w:rsid w:val="0064792C"/>
    <w:rsid w:val="006503DD"/>
    <w:rsid w:val="0065059D"/>
    <w:rsid w:val="00650701"/>
    <w:rsid w:val="00650861"/>
    <w:rsid w:val="00650882"/>
    <w:rsid w:val="0065098C"/>
    <w:rsid w:val="00650C65"/>
    <w:rsid w:val="00650FE9"/>
    <w:rsid w:val="00651062"/>
    <w:rsid w:val="006511DE"/>
    <w:rsid w:val="006521C6"/>
    <w:rsid w:val="00652D38"/>
    <w:rsid w:val="00653355"/>
    <w:rsid w:val="00653D45"/>
    <w:rsid w:val="00654553"/>
    <w:rsid w:val="0065464B"/>
    <w:rsid w:val="00654AAB"/>
    <w:rsid w:val="00654E1B"/>
    <w:rsid w:val="00655306"/>
    <w:rsid w:val="006554BA"/>
    <w:rsid w:val="006558B6"/>
    <w:rsid w:val="00655D68"/>
    <w:rsid w:val="00655EF1"/>
    <w:rsid w:val="00655FFB"/>
    <w:rsid w:val="006567A6"/>
    <w:rsid w:val="00656861"/>
    <w:rsid w:val="0065733F"/>
    <w:rsid w:val="00657429"/>
    <w:rsid w:val="00657ADB"/>
    <w:rsid w:val="00657E7F"/>
    <w:rsid w:val="00660324"/>
    <w:rsid w:val="00660F89"/>
    <w:rsid w:val="00661112"/>
    <w:rsid w:val="006615B2"/>
    <w:rsid w:val="0066182F"/>
    <w:rsid w:val="00661D8A"/>
    <w:rsid w:val="00662DA7"/>
    <w:rsid w:val="006643A0"/>
    <w:rsid w:val="006647CE"/>
    <w:rsid w:val="00664CE8"/>
    <w:rsid w:val="00665061"/>
    <w:rsid w:val="00665291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67F59"/>
    <w:rsid w:val="00670185"/>
    <w:rsid w:val="006713E2"/>
    <w:rsid w:val="00671672"/>
    <w:rsid w:val="00671844"/>
    <w:rsid w:val="00671E5E"/>
    <w:rsid w:val="0067202D"/>
    <w:rsid w:val="0067219E"/>
    <w:rsid w:val="0067272C"/>
    <w:rsid w:val="006729B4"/>
    <w:rsid w:val="00672A0E"/>
    <w:rsid w:val="00672BA4"/>
    <w:rsid w:val="00672C60"/>
    <w:rsid w:val="00672D81"/>
    <w:rsid w:val="00672DF6"/>
    <w:rsid w:val="00672F10"/>
    <w:rsid w:val="00672F33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35B"/>
    <w:rsid w:val="00676514"/>
    <w:rsid w:val="00676725"/>
    <w:rsid w:val="00676A91"/>
    <w:rsid w:val="0067756D"/>
    <w:rsid w:val="006776FF"/>
    <w:rsid w:val="00677B95"/>
    <w:rsid w:val="00677D76"/>
    <w:rsid w:val="006802F5"/>
    <w:rsid w:val="006806CB"/>
    <w:rsid w:val="006806F0"/>
    <w:rsid w:val="00680F24"/>
    <w:rsid w:val="00680F39"/>
    <w:rsid w:val="00681081"/>
    <w:rsid w:val="006811AA"/>
    <w:rsid w:val="0068139A"/>
    <w:rsid w:val="00681506"/>
    <w:rsid w:val="00681573"/>
    <w:rsid w:val="00682040"/>
    <w:rsid w:val="00682282"/>
    <w:rsid w:val="00682401"/>
    <w:rsid w:val="00682464"/>
    <w:rsid w:val="006831CE"/>
    <w:rsid w:val="0068339E"/>
    <w:rsid w:val="0068343C"/>
    <w:rsid w:val="00683BA7"/>
    <w:rsid w:val="00683D31"/>
    <w:rsid w:val="00683E7F"/>
    <w:rsid w:val="00683FDA"/>
    <w:rsid w:val="00684288"/>
    <w:rsid w:val="006842CE"/>
    <w:rsid w:val="006845BB"/>
    <w:rsid w:val="00684A1D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0DA"/>
    <w:rsid w:val="006932EC"/>
    <w:rsid w:val="0069495E"/>
    <w:rsid w:val="00694C85"/>
    <w:rsid w:val="00694D89"/>
    <w:rsid w:val="00694E27"/>
    <w:rsid w:val="00694EE4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A53"/>
    <w:rsid w:val="00696A6C"/>
    <w:rsid w:val="00696F51"/>
    <w:rsid w:val="00696F8C"/>
    <w:rsid w:val="006970B2"/>
    <w:rsid w:val="006970F4"/>
    <w:rsid w:val="006971E6"/>
    <w:rsid w:val="0069739B"/>
    <w:rsid w:val="0069760B"/>
    <w:rsid w:val="006978A3"/>
    <w:rsid w:val="00697CC8"/>
    <w:rsid w:val="00697E11"/>
    <w:rsid w:val="006A0B8F"/>
    <w:rsid w:val="006A0C59"/>
    <w:rsid w:val="006A1289"/>
    <w:rsid w:val="006A13FF"/>
    <w:rsid w:val="006A1428"/>
    <w:rsid w:val="006A2904"/>
    <w:rsid w:val="006A2EC6"/>
    <w:rsid w:val="006A2FB8"/>
    <w:rsid w:val="006A2FD9"/>
    <w:rsid w:val="006A3131"/>
    <w:rsid w:val="006A32B7"/>
    <w:rsid w:val="006A3805"/>
    <w:rsid w:val="006A3876"/>
    <w:rsid w:val="006A3B90"/>
    <w:rsid w:val="006A3FA6"/>
    <w:rsid w:val="006A3FCA"/>
    <w:rsid w:val="006A403B"/>
    <w:rsid w:val="006A406E"/>
    <w:rsid w:val="006A4AD3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3E6"/>
    <w:rsid w:val="006A7AA1"/>
    <w:rsid w:val="006A7D59"/>
    <w:rsid w:val="006A7DDE"/>
    <w:rsid w:val="006A7FBE"/>
    <w:rsid w:val="006B048A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3F29"/>
    <w:rsid w:val="006B463E"/>
    <w:rsid w:val="006B4930"/>
    <w:rsid w:val="006B4CFD"/>
    <w:rsid w:val="006B4EF5"/>
    <w:rsid w:val="006B51D6"/>
    <w:rsid w:val="006B5AC2"/>
    <w:rsid w:val="006B656F"/>
    <w:rsid w:val="006B6616"/>
    <w:rsid w:val="006B6ABF"/>
    <w:rsid w:val="006B6B79"/>
    <w:rsid w:val="006B6EA5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35"/>
    <w:rsid w:val="006C5C81"/>
    <w:rsid w:val="006C5D1E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4AC"/>
    <w:rsid w:val="006D154F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5DE"/>
    <w:rsid w:val="006D4FDD"/>
    <w:rsid w:val="006D4FDE"/>
    <w:rsid w:val="006D59CB"/>
    <w:rsid w:val="006D622C"/>
    <w:rsid w:val="006D64A8"/>
    <w:rsid w:val="006D6FF4"/>
    <w:rsid w:val="006D70E0"/>
    <w:rsid w:val="006D74EB"/>
    <w:rsid w:val="006D7EB5"/>
    <w:rsid w:val="006D7F9C"/>
    <w:rsid w:val="006E00B2"/>
    <w:rsid w:val="006E034F"/>
    <w:rsid w:val="006E0B51"/>
    <w:rsid w:val="006E0C55"/>
    <w:rsid w:val="006E0D3B"/>
    <w:rsid w:val="006E0F6A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AAE"/>
    <w:rsid w:val="006E3D56"/>
    <w:rsid w:val="006E3F61"/>
    <w:rsid w:val="006E402F"/>
    <w:rsid w:val="006E4291"/>
    <w:rsid w:val="006E42DA"/>
    <w:rsid w:val="006E4388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0AE"/>
    <w:rsid w:val="006E6190"/>
    <w:rsid w:val="006E61E8"/>
    <w:rsid w:val="006E692D"/>
    <w:rsid w:val="006E6B60"/>
    <w:rsid w:val="006E6C10"/>
    <w:rsid w:val="006E7D21"/>
    <w:rsid w:val="006E7D8B"/>
    <w:rsid w:val="006E7E9D"/>
    <w:rsid w:val="006E7F9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6FE"/>
    <w:rsid w:val="006F49D6"/>
    <w:rsid w:val="006F515D"/>
    <w:rsid w:val="006F51B8"/>
    <w:rsid w:val="006F5700"/>
    <w:rsid w:val="006F57FB"/>
    <w:rsid w:val="006F5FE1"/>
    <w:rsid w:val="006F6C23"/>
    <w:rsid w:val="006F6FB5"/>
    <w:rsid w:val="006F74B4"/>
    <w:rsid w:val="006F7543"/>
    <w:rsid w:val="006F7A53"/>
    <w:rsid w:val="006F7AE9"/>
    <w:rsid w:val="006F7B91"/>
    <w:rsid w:val="006F7EF4"/>
    <w:rsid w:val="006F7FBB"/>
    <w:rsid w:val="00700B76"/>
    <w:rsid w:val="00700D48"/>
    <w:rsid w:val="00701792"/>
    <w:rsid w:val="00701815"/>
    <w:rsid w:val="0070197C"/>
    <w:rsid w:val="007019C0"/>
    <w:rsid w:val="00701F13"/>
    <w:rsid w:val="00702B67"/>
    <w:rsid w:val="00702B81"/>
    <w:rsid w:val="00702F36"/>
    <w:rsid w:val="007030C4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4DFC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7D6"/>
    <w:rsid w:val="007108EA"/>
    <w:rsid w:val="00710A69"/>
    <w:rsid w:val="00710CF1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67D"/>
    <w:rsid w:val="00713B22"/>
    <w:rsid w:val="00713D3B"/>
    <w:rsid w:val="00714673"/>
    <w:rsid w:val="007146E9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74F"/>
    <w:rsid w:val="00717CD4"/>
    <w:rsid w:val="00720005"/>
    <w:rsid w:val="00720A04"/>
    <w:rsid w:val="00720F98"/>
    <w:rsid w:val="007217DB"/>
    <w:rsid w:val="007219F7"/>
    <w:rsid w:val="00723C11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738"/>
    <w:rsid w:val="00731A2F"/>
    <w:rsid w:val="00731A71"/>
    <w:rsid w:val="0073254D"/>
    <w:rsid w:val="00732C1A"/>
    <w:rsid w:val="00732D01"/>
    <w:rsid w:val="00732D84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370"/>
    <w:rsid w:val="007349C1"/>
    <w:rsid w:val="00735A12"/>
    <w:rsid w:val="007360C7"/>
    <w:rsid w:val="00736468"/>
    <w:rsid w:val="00736559"/>
    <w:rsid w:val="007365DB"/>
    <w:rsid w:val="00736708"/>
    <w:rsid w:val="0073673C"/>
    <w:rsid w:val="00736934"/>
    <w:rsid w:val="00736D73"/>
    <w:rsid w:val="00736DBF"/>
    <w:rsid w:val="00736ED5"/>
    <w:rsid w:val="00736EDB"/>
    <w:rsid w:val="00737547"/>
    <w:rsid w:val="0074025F"/>
    <w:rsid w:val="007403A1"/>
    <w:rsid w:val="0074051E"/>
    <w:rsid w:val="00740569"/>
    <w:rsid w:val="00740DF1"/>
    <w:rsid w:val="0074103D"/>
    <w:rsid w:val="0074171F"/>
    <w:rsid w:val="00741781"/>
    <w:rsid w:val="00741AB2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469"/>
    <w:rsid w:val="007525AB"/>
    <w:rsid w:val="00752E0D"/>
    <w:rsid w:val="00752EA9"/>
    <w:rsid w:val="007537C6"/>
    <w:rsid w:val="00753B97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A25"/>
    <w:rsid w:val="007610BE"/>
    <w:rsid w:val="00761780"/>
    <w:rsid w:val="007618AE"/>
    <w:rsid w:val="00761904"/>
    <w:rsid w:val="0076215B"/>
    <w:rsid w:val="007625B1"/>
    <w:rsid w:val="007625B4"/>
    <w:rsid w:val="00762C48"/>
    <w:rsid w:val="00762E3E"/>
    <w:rsid w:val="007634ED"/>
    <w:rsid w:val="0076397C"/>
    <w:rsid w:val="00763A22"/>
    <w:rsid w:val="00763C80"/>
    <w:rsid w:val="00764009"/>
    <w:rsid w:val="007640FD"/>
    <w:rsid w:val="007642AA"/>
    <w:rsid w:val="007643FB"/>
    <w:rsid w:val="00764444"/>
    <w:rsid w:val="00764BB5"/>
    <w:rsid w:val="00764D66"/>
    <w:rsid w:val="00764EBD"/>
    <w:rsid w:val="0076547F"/>
    <w:rsid w:val="00765F25"/>
    <w:rsid w:val="00766546"/>
    <w:rsid w:val="00766611"/>
    <w:rsid w:val="00766B5A"/>
    <w:rsid w:val="00766CBC"/>
    <w:rsid w:val="00766D63"/>
    <w:rsid w:val="007675B7"/>
    <w:rsid w:val="00767AC9"/>
    <w:rsid w:val="00767C82"/>
    <w:rsid w:val="0077051A"/>
    <w:rsid w:val="00770597"/>
    <w:rsid w:val="00770B79"/>
    <w:rsid w:val="00770CAF"/>
    <w:rsid w:val="007713B6"/>
    <w:rsid w:val="00771571"/>
    <w:rsid w:val="007715AA"/>
    <w:rsid w:val="007716C3"/>
    <w:rsid w:val="007717D9"/>
    <w:rsid w:val="00771C26"/>
    <w:rsid w:val="007722DA"/>
    <w:rsid w:val="0077243C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669"/>
    <w:rsid w:val="00776A30"/>
    <w:rsid w:val="007772AD"/>
    <w:rsid w:val="00777C2C"/>
    <w:rsid w:val="00777D2F"/>
    <w:rsid w:val="00777D3C"/>
    <w:rsid w:val="00780064"/>
    <w:rsid w:val="007807A2"/>
    <w:rsid w:val="00780A31"/>
    <w:rsid w:val="00780D25"/>
    <w:rsid w:val="007814B2"/>
    <w:rsid w:val="00781523"/>
    <w:rsid w:val="0078163A"/>
    <w:rsid w:val="007817FB"/>
    <w:rsid w:val="007819CB"/>
    <w:rsid w:val="007820F8"/>
    <w:rsid w:val="007827A5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9D3"/>
    <w:rsid w:val="00785C47"/>
    <w:rsid w:val="0078608E"/>
    <w:rsid w:val="0078630A"/>
    <w:rsid w:val="00786A7F"/>
    <w:rsid w:val="007873EB"/>
    <w:rsid w:val="007875BF"/>
    <w:rsid w:val="007879C0"/>
    <w:rsid w:val="0079017E"/>
    <w:rsid w:val="007910FD"/>
    <w:rsid w:val="007915F1"/>
    <w:rsid w:val="00791625"/>
    <w:rsid w:val="0079194D"/>
    <w:rsid w:val="007919D2"/>
    <w:rsid w:val="00791A32"/>
    <w:rsid w:val="00791FA0"/>
    <w:rsid w:val="00792669"/>
    <w:rsid w:val="007926D2"/>
    <w:rsid w:val="007926F4"/>
    <w:rsid w:val="00792869"/>
    <w:rsid w:val="007928AA"/>
    <w:rsid w:val="00792D59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816"/>
    <w:rsid w:val="007A3C6C"/>
    <w:rsid w:val="007A4051"/>
    <w:rsid w:val="007A4290"/>
    <w:rsid w:val="007A43E7"/>
    <w:rsid w:val="007A49B4"/>
    <w:rsid w:val="007A4BF2"/>
    <w:rsid w:val="007A4E76"/>
    <w:rsid w:val="007A4FD4"/>
    <w:rsid w:val="007A5060"/>
    <w:rsid w:val="007A5407"/>
    <w:rsid w:val="007A542C"/>
    <w:rsid w:val="007A5574"/>
    <w:rsid w:val="007A5596"/>
    <w:rsid w:val="007A58B7"/>
    <w:rsid w:val="007A5A74"/>
    <w:rsid w:val="007A5ACD"/>
    <w:rsid w:val="007A5D07"/>
    <w:rsid w:val="007A6559"/>
    <w:rsid w:val="007A6D1A"/>
    <w:rsid w:val="007A6E00"/>
    <w:rsid w:val="007A7AAA"/>
    <w:rsid w:val="007A7D25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416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4CCC"/>
    <w:rsid w:val="007B52AD"/>
    <w:rsid w:val="007B5383"/>
    <w:rsid w:val="007B5C56"/>
    <w:rsid w:val="007B5CA7"/>
    <w:rsid w:val="007B607B"/>
    <w:rsid w:val="007B65B8"/>
    <w:rsid w:val="007B665E"/>
    <w:rsid w:val="007B6E43"/>
    <w:rsid w:val="007B6F2F"/>
    <w:rsid w:val="007B7093"/>
    <w:rsid w:val="007B79DA"/>
    <w:rsid w:val="007B7A1F"/>
    <w:rsid w:val="007B7F90"/>
    <w:rsid w:val="007C017B"/>
    <w:rsid w:val="007C071B"/>
    <w:rsid w:val="007C0927"/>
    <w:rsid w:val="007C1FB3"/>
    <w:rsid w:val="007C39F2"/>
    <w:rsid w:val="007C3E62"/>
    <w:rsid w:val="007C3F85"/>
    <w:rsid w:val="007C426D"/>
    <w:rsid w:val="007C5267"/>
    <w:rsid w:val="007C5346"/>
    <w:rsid w:val="007C57A3"/>
    <w:rsid w:val="007C59B8"/>
    <w:rsid w:val="007C6257"/>
    <w:rsid w:val="007C643B"/>
    <w:rsid w:val="007C658D"/>
    <w:rsid w:val="007C75BD"/>
    <w:rsid w:val="007C782D"/>
    <w:rsid w:val="007D00CC"/>
    <w:rsid w:val="007D033B"/>
    <w:rsid w:val="007D0550"/>
    <w:rsid w:val="007D059F"/>
    <w:rsid w:val="007D0DFB"/>
    <w:rsid w:val="007D0F6B"/>
    <w:rsid w:val="007D0F83"/>
    <w:rsid w:val="007D1B40"/>
    <w:rsid w:val="007D1FE5"/>
    <w:rsid w:val="007D217E"/>
    <w:rsid w:val="007D2C05"/>
    <w:rsid w:val="007D2FBF"/>
    <w:rsid w:val="007D3065"/>
    <w:rsid w:val="007D3342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5F9F"/>
    <w:rsid w:val="007D62C6"/>
    <w:rsid w:val="007D776C"/>
    <w:rsid w:val="007D77AA"/>
    <w:rsid w:val="007D7904"/>
    <w:rsid w:val="007D7BC7"/>
    <w:rsid w:val="007E00AE"/>
    <w:rsid w:val="007E04E0"/>
    <w:rsid w:val="007E0830"/>
    <w:rsid w:val="007E08D3"/>
    <w:rsid w:val="007E0B6E"/>
    <w:rsid w:val="007E0CC2"/>
    <w:rsid w:val="007E13EA"/>
    <w:rsid w:val="007E147B"/>
    <w:rsid w:val="007E16D7"/>
    <w:rsid w:val="007E246B"/>
    <w:rsid w:val="007E288C"/>
    <w:rsid w:val="007E29FC"/>
    <w:rsid w:val="007E3C8C"/>
    <w:rsid w:val="007E3EF4"/>
    <w:rsid w:val="007E3F23"/>
    <w:rsid w:val="007E4EBB"/>
    <w:rsid w:val="007E4F34"/>
    <w:rsid w:val="007E530D"/>
    <w:rsid w:val="007E5750"/>
    <w:rsid w:val="007E5898"/>
    <w:rsid w:val="007E59A8"/>
    <w:rsid w:val="007E59B2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D70"/>
    <w:rsid w:val="007F0F66"/>
    <w:rsid w:val="007F0F9E"/>
    <w:rsid w:val="007F100A"/>
    <w:rsid w:val="007F109B"/>
    <w:rsid w:val="007F1493"/>
    <w:rsid w:val="007F1879"/>
    <w:rsid w:val="007F32EE"/>
    <w:rsid w:val="007F32EF"/>
    <w:rsid w:val="007F33A2"/>
    <w:rsid w:val="007F35EF"/>
    <w:rsid w:val="007F371A"/>
    <w:rsid w:val="007F3A16"/>
    <w:rsid w:val="007F3E1C"/>
    <w:rsid w:val="007F44DF"/>
    <w:rsid w:val="007F4D25"/>
    <w:rsid w:val="007F4F95"/>
    <w:rsid w:val="007F5159"/>
    <w:rsid w:val="007F5700"/>
    <w:rsid w:val="007F5C51"/>
    <w:rsid w:val="007F5CEA"/>
    <w:rsid w:val="007F6519"/>
    <w:rsid w:val="007F6521"/>
    <w:rsid w:val="007F67FA"/>
    <w:rsid w:val="007F68A4"/>
    <w:rsid w:val="007F6CD8"/>
    <w:rsid w:val="007F6F07"/>
    <w:rsid w:val="007F7743"/>
    <w:rsid w:val="007F7855"/>
    <w:rsid w:val="007F78F7"/>
    <w:rsid w:val="007F7941"/>
    <w:rsid w:val="007F795F"/>
    <w:rsid w:val="007F7B20"/>
    <w:rsid w:val="007F7E49"/>
    <w:rsid w:val="007F7F2D"/>
    <w:rsid w:val="008004B8"/>
    <w:rsid w:val="0080059F"/>
    <w:rsid w:val="008007B1"/>
    <w:rsid w:val="00800C3E"/>
    <w:rsid w:val="00800EED"/>
    <w:rsid w:val="008010EE"/>
    <w:rsid w:val="00801309"/>
    <w:rsid w:val="00801D3A"/>
    <w:rsid w:val="00801EAE"/>
    <w:rsid w:val="0080296B"/>
    <w:rsid w:val="00802BCE"/>
    <w:rsid w:val="00802C47"/>
    <w:rsid w:val="008030DA"/>
    <w:rsid w:val="00803724"/>
    <w:rsid w:val="00803735"/>
    <w:rsid w:val="00803AAE"/>
    <w:rsid w:val="00803D30"/>
    <w:rsid w:val="00803D7C"/>
    <w:rsid w:val="00804141"/>
    <w:rsid w:val="00804955"/>
    <w:rsid w:val="00804F2B"/>
    <w:rsid w:val="008052CD"/>
    <w:rsid w:val="00806162"/>
    <w:rsid w:val="00806256"/>
    <w:rsid w:val="00806628"/>
    <w:rsid w:val="00806FBA"/>
    <w:rsid w:val="008076F7"/>
    <w:rsid w:val="008077EF"/>
    <w:rsid w:val="00807AD0"/>
    <w:rsid w:val="00807B9B"/>
    <w:rsid w:val="008102F1"/>
    <w:rsid w:val="008104CF"/>
    <w:rsid w:val="00810514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99A"/>
    <w:rsid w:val="008129BE"/>
    <w:rsid w:val="00812A15"/>
    <w:rsid w:val="00812E8D"/>
    <w:rsid w:val="00813408"/>
    <w:rsid w:val="00813A6B"/>
    <w:rsid w:val="00814615"/>
    <w:rsid w:val="008147B8"/>
    <w:rsid w:val="00814CA4"/>
    <w:rsid w:val="00814FC4"/>
    <w:rsid w:val="0081518C"/>
    <w:rsid w:val="00815842"/>
    <w:rsid w:val="00815925"/>
    <w:rsid w:val="008159C1"/>
    <w:rsid w:val="00815E55"/>
    <w:rsid w:val="00815ECD"/>
    <w:rsid w:val="00816292"/>
    <w:rsid w:val="008163C6"/>
    <w:rsid w:val="00816558"/>
    <w:rsid w:val="0081694F"/>
    <w:rsid w:val="00816A9C"/>
    <w:rsid w:val="00816E46"/>
    <w:rsid w:val="008175EF"/>
    <w:rsid w:val="0081764B"/>
    <w:rsid w:val="00817820"/>
    <w:rsid w:val="00817964"/>
    <w:rsid w:val="008179DB"/>
    <w:rsid w:val="00817A6A"/>
    <w:rsid w:val="00817FE2"/>
    <w:rsid w:val="0082056F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3FB"/>
    <w:rsid w:val="008276FF"/>
    <w:rsid w:val="00827B1C"/>
    <w:rsid w:val="00830055"/>
    <w:rsid w:val="008305C2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86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976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7B4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0F4"/>
    <w:rsid w:val="0084756E"/>
    <w:rsid w:val="008477EB"/>
    <w:rsid w:val="00847B15"/>
    <w:rsid w:val="00847BFB"/>
    <w:rsid w:val="00847D50"/>
    <w:rsid w:val="00850729"/>
    <w:rsid w:val="00851453"/>
    <w:rsid w:val="00851816"/>
    <w:rsid w:val="00851A08"/>
    <w:rsid w:val="00851AB4"/>
    <w:rsid w:val="00851D2D"/>
    <w:rsid w:val="00852060"/>
    <w:rsid w:val="008521F4"/>
    <w:rsid w:val="0085319F"/>
    <w:rsid w:val="008532B1"/>
    <w:rsid w:val="00853474"/>
    <w:rsid w:val="00853BB0"/>
    <w:rsid w:val="00853C95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465"/>
    <w:rsid w:val="00855687"/>
    <w:rsid w:val="00855726"/>
    <w:rsid w:val="00855830"/>
    <w:rsid w:val="00855D49"/>
    <w:rsid w:val="00856120"/>
    <w:rsid w:val="00856B2F"/>
    <w:rsid w:val="0085741D"/>
    <w:rsid w:val="008575B7"/>
    <w:rsid w:val="008579C4"/>
    <w:rsid w:val="00857A8D"/>
    <w:rsid w:val="00857ED6"/>
    <w:rsid w:val="00860401"/>
    <w:rsid w:val="008606E6"/>
    <w:rsid w:val="00860A9B"/>
    <w:rsid w:val="00860A9F"/>
    <w:rsid w:val="00860ACA"/>
    <w:rsid w:val="00860B6D"/>
    <w:rsid w:val="008614A5"/>
    <w:rsid w:val="008618F6"/>
    <w:rsid w:val="00861F3B"/>
    <w:rsid w:val="00861F46"/>
    <w:rsid w:val="0086233D"/>
    <w:rsid w:val="008625F7"/>
    <w:rsid w:val="008625FD"/>
    <w:rsid w:val="0086294B"/>
    <w:rsid w:val="00862A76"/>
    <w:rsid w:val="00862DB8"/>
    <w:rsid w:val="00862E59"/>
    <w:rsid w:val="00863663"/>
    <w:rsid w:val="008636DD"/>
    <w:rsid w:val="00863744"/>
    <w:rsid w:val="00863778"/>
    <w:rsid w:val="008639C2"/>
    <w:rsid w:val="00863DFA"/>
    <w:rsid w:val="0086407F"/>
    <w:rsid w:val="008641B5"/>
    <w:rsid w:val="008643D9"/>
    <w:rsid w:val="008649B2"/>
    <w:rsid w:val="008651DB"/>
    <w:rsid w:val="0086540F"/>
    <w:rsid w:val="0086585A"/>
    <w:rsid w:val="00865F08"/>
    <w:rsid w:val="008660F3"/>
    <w:rsid w:val="0086631A"/>
    <w:rsid w:val="00866CE1"/>
    <w:rsid w:val="00867815"/>
    <w:rsid w:val="00867ADB"/>
    <w:rsid w:val="00867E2E"/>
    <w:rsid w:val="008706E4"/>
    <w:rsid w:val="00870843"/>
    <w:rsid w:val="00870AE0"/>
    <w:rsid w:val="00870B0F"/>
    <w:rsid w:val="00870C08"/>
    <w:rsid w:val="00870DAA"/>
    <w:rsid w:val="00870FC1"/>
    <w:rsid w:val="00871235"/>
    <w:rsid w:val="00871934"/>
    <w:rsid w:val="00872217"/>
    <w:rsid w:val="00872576"/>
    <w:rsid w:val="0087279E"/>
    <w:rsid w:val="00872B08"/>
    <w:rsid w:val="00872F0C"/>
    <w:rsid w:val="00872FD0"/>
    <w:rsid w:val="0087334A"/>
    <w:rsid w:val="008738B8"/>
    <w:rsid w:val="00873D3A"/>
    <w:rsid w:val="00873DC8"/>
    <w:rsid w:val="008743A0"/>
    <w:rsid w:val="00874680"/>
    <w:rsid w:val="00874702"/>
    <w:rsid w:val="00874B77"/>
    <w:rsid w:val="00874EB5"/>
    <w:rsid w:val="00874FB9"/>
    <w:rsid w:val="0087566D"/>
    <w:rsid w:val="00875B9F"/>
    <w:rsid w:val="00875D7C"/>
    <w:rsid w:val="008763B0"/>
    <w:rsid w:val="00876468"/>
    <w:rsid w:val="008766F3"/>
    <w:rsid w:val="0087696B"/>
    <w:rsid w:val="00876DE7"/>
    <w:rsid w:val="00876EEE"/>
    <w:rsid w:val="0087727B"/>
    <w:rsid w:val="0087759B"/>
    <w:rsid w:val="0087761B"/>
    <w:rsid w:val="00877966"/>
    <w:rsid w:val="008800D6"/>
    <w:rsid w:val="008801F4"/>
    <w:rsid w:val="00880DFC"/>
    <w:rsid w:val="00880FC4"/>
    <w:rsid w:val="00881FEE"/>
    <w:rsid w:val="00882128"/>
    <w:rsid w:val="00882188"/>
    <w:rsid w:val="00882966"/>
    <w:rsid w:val="008829D1"/>
    <w:rsid w:val="00882C2E"/>
    <w:rsid w:val="008831F5"/>
    <w:rsid w:val="0088322E"/>
    <w:rsid w:val="00883808"/>
    <w:rsid w:val="00883A71"/>
    <w:rsid w:val="00883CBD"/>
    <w:rsid w:val="0088400E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5EF2"/>
    <w:rsid w:val="0088674C"/>
    <w:rsid w:val="00886839"/>
    <w:rsid w:val="00886984"/>
    <w:rsid w:val="00886E3E"/>
    <w:rsid w:val="00887332"/>
    <w:rsid w:val="0088739D"/>
    <w:rsid w:val="00887958"/>
    <w:rsid w:val="00887BAE"/>
    <w:rsid w:val="00890018"/>
    <w:rsid w:val="0089051F"/>
    <w:rsid w:val="00890A6C"/>
    <w:rsid w:val="00890AB8"/>
    <w:rsid w:val="00890B34"/>
    <w:rsid w:val="00890EAA"/>
    <w:rsid w:val="00890EE8"/>
    <w:rsid w:val="00891717"/>
    <w:rsid w:val="0089238C"/>
    <w:rsid w:val="008924D0"/>
    <w:rsid w:val="00892C61"/>
    <w:rsid w:val="00893A52"/>
    <w:rsid w:val="00893DFA"/>
    <w:rsid w:val="00895C76"/>
    <w:rsid w:val="00895D70"/>
    <w:rsid w:val="00896895"/>
    <w:rsid w:val="00896E6D"/>
    <w:rsid w:val="008976D8"/>
    <w:rsid w:val="008978A6"/>
    <w:rsid w:val="00897B89"/>
    <w:rsid w:val="00897D5E"/>
    <w:rsid w:val="008A0AD2"/>
    <w:rsid w:val="008A1567"/>
    <w:rsid w:val="008A1A1C"/>
    <w:rsid w:val="008A20FA"/>
    <w:rsid w:val="008A2B88"/>
    <w:rsid w:val="008A2D47"/>
    <w:rsid w:val="008A2F42"/>
    <w:rsid w:val="008A3CE7"/>
    <w:rsid w:val="008A3D75"/>
    <w:rsid w:val="008A3DE3"/>
    <w:rsid w:val="008A3EAC"/>
    <w:rsid w:val="008A4629"/>
    <w:rsid w:val="008A47CF"/>
    <w:rsid w:val="008A48D6"/>
    <w:rsid w:val="008A54C6"/>
    <w:rsid w:val="008A59C9"/>
    <w:rsid w:val="008A5DAC"/>
    <w:rsid w:val="008A60E7"/>
    <w:rsid w:val="008A641C"/>
    <w:rsid w:val="008A6E54"/>
    <w:rsid w:val="008A74A6"/>
    <w:rsid w:val="008A74F0"/>
    <w:rsid w:val="008A784C"/>
    <w:rsid w:val="008A78EB"/>
    <w:rsid w:val="008B0346"/>
    <w:rsid w:val="008B03E4"/>
    <w:rsid w:val="008B047D"/>
    <w:rsid w:val="008B0622"/>
    <w:rsid w:val="008B10FF"/>
    <w:rsid w:val="008B1268"/>
    <w:rsid w:val="008B1829"/>
    <w:rsid w:val="008B19B7"/>
    <w:rsid w:val="008B254B"/>
    <w:rsid w:val="008B2AC5"/>
    <w:rsid w:val="008B312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8B1"/>
    <w:rsid w:val="008B79BD"/>
    <w:rsid w:val="008B7C00"/>
    <w:rsid w:val="008B7E7E"/>
    <w:rsid w:val="008B7EB7"/>
    <w:rsid w:val="008C049F"/>
    <w:rsid w:val="008C0ABF"/>
    <w:rsid w:val="008C0EAC"/>
    <w:rsid w:val="008C129F"/>
    <w:rsid w:val="008C17C5"/>
    <w:rsid w:val="008C19C4"/>
    <w:rsid w:val="008C1BD6"/>
    <w:rsid w:val="008C1F6D"/>
    <w:rsid w:val="008C2102"/>
    <w:rsid w:val="008C2270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361"/>
    <w:rsid w:val="008C56A8"/>
    <w:rsid w:val="008C5742"/>
    <w:rsid w:val="008C5DBE"/>
    <w:rsid w:val="008C5FDE"/>
    <w:rsid w:val="008C612E"/>
    <w:rsid w:val="008C628F"/>
    <w:rsid w:val="008C6A28"/>
    <w:rsid w:val="008C7F20"/>
    <w:rsid w:val="008C7F82"/>
    <w:rsid w:val="008D00CF"/>
    <w:rsid w:val="008D0318"/>
    <w:rsid w:val="008D0351"/>
    <w:rsid w:val="008D04AD"/>
    <w:rsid w:val="008D1308"/>
    <w:rsid w:val="008D1AAF"/>
    <w:rsid w:val="008D1F40"/>
    <w:rsid w:val="008D200D"/>
    <w:rsid w:val="008D22B5"/>
    <w:rsid w:val="008D23FB"/>
    <w:rsid w:val="008D2422"/>
    <w:rsid w:val="008D2943"/>
    <w:rsid w:val="008D2B28"/>
    <w:rsid w:val="008D2F4B"/>
    <w:rsid w:val="008D2F62"/>
    <w:rsid w:val="008D315B"/>
    <w:rsid w:val="008D3464"/>
    <w:rsid w:val="008D3485"/>
    <w:rsid w:val="008D3FF8"/>
    <w:rsid w:val="008D40CD"/>
    <w:rsid w:val="008D4159"/>
    <w:rsid w:val="008D4457"/>
    <w:rsid w:val="008D4638"/>
    <w:rsid w:val="008D479C"/>
    <w:rsid w:val="008D4EBD"/>
    <w:rsid w:val="008D539B"/>
    <w:rsid w:val="008D56B5"/>
    <w:rsid w:val="008D5709"/>
    <w:rsid w:val="008D57BC"/>
    <w:rsid w:val="008D594D"/>
    <w:rsid w:val="008D5DA8"/>
    <w:rsid w:val="008D6266"/>
    <w:rsid w:val="008D6678"/>
    <w:rsid w:val="008D6BAD"/>
    <w:rsid w:val="008D74D8"/>
    <w:rsid w:val="008D75E7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B8D"/>
    <w:rsid w:val="008F0F98"/>
    <w:rsid w:val="008F1238"/>
    <w:rsid w:val="008F1D55"/>
    <w:rsid w:val="008F25A2"/>
    <w:rsid w:val="008F2689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12D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C8B"/>
    <w:rsid w:val="00900D86"/>
    <w:rsid w:val="00900E2A"/>
    <w:rsid w:val="009012C6"/>
    <w:rsid w:val="00901485"/>
    <w:rsid w:val="009015F5"/>
    <w:rsid w:val="009017CD"/>
    <w:rsid w:val="00902350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4BDA"/>
    <w:rsid w:val="009051EB"/>
    <w:rsid w:val="0090527A"/>
    <w:rsid w:val="0090560C"/>
    <w:rsid w:val="009058D9"/>
    <w:rsid w:val="00905F76"/>
    <w:rsid w:val="00906255"/>
    <w:rsid w:val="0090642D"/>
    <w:rsid w:val="00906BCA"/>
    <w:rsid w:val="00907540"/>
    <w:rsid w:val="009077B6"/>
    <w:rsid w:val="009077D2"/>
    <w:rsid w:val="00907CCC"/>
    <w:rsid w:val="0091025C"/>
    <w:rsid w:val="00910627"/>
    <w:rsid w:val="00910628"/>
    <w:rsid w:val="0091063B"/>
    <w:rsid w:val="00910682"/>
    <w:rsid w:val="0091071B"/>
    <w:rsid w:val="00910D40"/>
    <w:rsid w:val="00911408"/>
    <w:rsid w:val="00911615"/>
    <w:rsid w:val="00911843"/>
    <w:rsid w:val="00911C34"/>
    <w:rsid w:val="00911CB9"/>
    <w:rsid w:val="00912923"/>
    <w:rsid w:val="00912F9F"/>
    <w:rsid w:val="009139CA"/>
    <w:rsid w:val="00913F31"/>
    <w:rsid w:val="0091403C"/>
    <w:rsid w:val="009145B6"/>
    <w:rsid w:val="00914755"/>
    <w:rsid w:val="00914ADA"/>
    <w:rsid w:val="00914BF6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DDF"/>
    <w:rsid w:val="00916E96"/>
    <w:rsid w:val="00916FA7"/>
    <w:rsid w:val="00917807"/>
    <w:rsid w:val="00920466"/>
    <w:rsid w:val="009209EC"/>
    <w:rsid w:val="00920E87"/>
    <w:rsid w:val="00920FF4"/>
    <w:rsid w:val="00921328"/>
    <w:rsid w:val="00921377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4FE3"/>
    <w:rsid w:val="00925541"/>
    <w:rsid w:val="00925D9B"/>
    <w:rsid w:val="00925E17"/>
    <w:rsid w:val="00926157"/>
    <w:rsid w:val="00926299"/>
    <w:rsid w:val="009268BE"/>
    <w:rsid w:val="009269A9"/>
    <w:rsid w:val="00926C0B"/>
    <w:rsid w:val="00926CB0"/>
    <w:rsid w:val="00926EC8"/>
    <w:rsid w:val="009271A4"/>
    <w:rsid w:val="0092744F"/>
    <w:rsid w:val="00927687"/>
    <w:rsid w:val="00927A68"/>
    <w:rsid w:val="00930629"/>
    <w:rsid w:val="0093099F"/>
    <w:rsid w:val="009309C5"/>
    <w:rsid w:val="00931269"/>
    <w:rsid w:val="00931935"/>
    <w:rsid w:val="00931CBD"/>
    <w:rsid w:val="0093278B"/>
    <w:rsid w:val="009327B7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5BB7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C0A"/>
    <w:rsid w:val="00937E4E"/>
    <w:rsid w:val="00937F91"/>
    <w:rsid w:val="0094019D"/>
    <w:rsid w:val="00940AA9"/>
    <w:rsid w:val="00941336"/>
    <w:rsid w:val="009416CE"/>
    <w:rsid w:val="0094189C"/>
    <w:rsid w:val="009424D8"/>
    <w:rsid w:val="009425D6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B20"/>
    <w:rsid w:val="00943DDC"/>
    <w:rsid w:val="00944006"/>
    <w:rsid w:val="00944220"/>
    <w:rsid w:val="00944DB6"/>
    <w:rsid w:val="00944E92"/>
    <w:rsid w:val="0094527E"/>
    <w:rsid w:val="009454B9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A95"/>
    <w:rsid w:val="00951C01"/>
    <w:rsid w:val="00951C53"/>
    <w:rsid w:val="0095249B"/>
    <w:rsid w:val="00952C61"/>
    <w:rsid w:val="00952CA0"/>
    <w:rsid w:val="00952E0B"/>
    <w:rsid w:val="00952E26"/>
    <w:rsid w:val="0095304A"/>
    <w:rsid w:val="009546D8"/>
    <w:rsid w:val="00954BDA"/>
    <w:rsid w:val="00954CF0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D82"/>
    <w:rsid w:val="00961E3D"/>
    <w:rsid w:val="0096229D"/>
    <w:rsid w:val="009623CA"/>
    <w:rsid w:val="00962D6C"/>
    <w:rsid w:val="00962E68"/>
    <w:rsid w:val="00962F34"/>
    <w:rsid w:val="0096341E"/>
    <w:rsid w:val="009634AE"/>
    <w:rsid w:val="009635F2"/>
    <w:rsid w:val="00963B35"/>
    <w:rsid w:val="00964662"/>
    <w:rsid w:val="00964767"/>
    <w:rsid w:val="00964D09"/>
    <w:rsid w:val="0096536C"/>
    <w:rsid w:val="009659C9"/>
    <w:rsid w:val="00965E80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0E49"/>
    <w:rsid w:val="00971382"/>
    <w:rsid w:val="009713A4"/>
    <w:rsid w:val="00971959"/>
    <w:rsid w:val="00971CA2"/>
    <w:rsid w:val="00972EE6"/>
    <w:rsid w:val="0097354D"/>
    <w:rsid w:val="00973968"/>
    <w:rsid w:val="00973C2E"/>
    <w:rsid w:val="00974152"/>
    <w:rsid w:val="009741A3"/>
    <w:rsid w:val="009745C8"/>
    <w:rsid w:val="009749B5"/>
    <w:rsid w:val="00974CE0"/>
    <w:rsid w:val="00974FF4"/>
    <w:rsid w:val="009753F6"/>
    <w:rsid w:val="0097578A"/>
    <w:rsid w:val="00975860"/>
    <w:rsid w:val="00975C1C"/>
    <w:rsid w:val="00976277"/>
    <w:rsid w:val="00976439"/>
    <w:rsid w:val="0097680E"/>
    <w:rsid w:val="009769F3"/>
    <w:rsid w:val="00976DAA"/>
    <w:rsid w:val="00977298"/>
    <w:rsid w:val="009775C4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1BA"/>
    <w:rsid w:val="009825F2"/>
    <w:rsid w:val="0098275D"/>
    <w:rsid w:val="009834EF"/>
    <w:rsid w:val="009837C8"/>
    <w:rsid w:val="00983984"/>
    <w:rsid w:val="00983DD7"/>
    <w:rsid w:val="00984298"/>
    <w:rsid w:val="009843B5"/>
    <w:rsid w:val="00984D1F"/>
    <w:rsid w:val="009851E6"/>
    <w:rsid w:val="009852AE"/>
    <w:rsid w:val="009852C5"/>
    <w:rsid w:val="0098542C"/>
    <w:rsid w:val="009857E8"/>
    <w:rsid w:val="00985C1D"/>
    <w:rsid w:val="00985E25"/>
    <w:rsid w:val="0098643D"/>
    <w:rsid w:val="0098661D"/>
    <w:rsid w:val="0098664F"/>
    <w:rsid w:val="00986DA2"/>
    <w:rsid w:val="00986FB9"/>
    <w:rsid w:val="00987361"/>
    <w:rsid w:val="009875CC"/>
    <w:rsid w:val="0098778F"/>
    <w:rsid w:val="00987790"/>
    <w:rsid w:val="00987DFD"/>
    <w:rsid w:val="00990432"/>
    <w:rsid w:val="0099054E"/>
    <w:rsid w:val="009906A2"/>
    <w:rsid w:val="009908B4"/>
    <w:rsid w:val="00991405"/>
    <w:rsid w:val="009914E5"/>
    <w:rsid w:val="009914F4"/>
    <w:rsid w:val="00991B20"/>
    <w:rsid w:val="00992767"/>
    <w:rsid w:val="00992AAE"/>
    <w:rsid w:val="00992C41"/>
    <w:rsid w:val="00993590"/>
    <w:rsid w:val="009935E5"/>
    <w:rsid w:val="00993889"/>
    <w:rsid w:val="00993BD1"/>
    <w:rsid w:val="00993E7C"/>
    <w:rsid w:val="0099427C"/>
    <w:rsid w:val="009946EA"/>
    <w:rsid w:val="00994A8A"/>
    <w:rsid w:val="009951B4"/>
    <w:rsid w:val="0099521E"/>
    <w:rsid w:val="00995E09"/>
    <w:rsid w:val="00995E9A"/>
    <w:rsid w:val="00996629"/>
    <w:rsid w:val="0099676E"/>
    <w:rsid w:val="0099694F"/>
    <w:rsid w:val="00997028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999"/>
    <w:rsid w:val="009A1FA2"/>
    <w:rsid w:val="009A26E7"/>
    <w:rsid w:val="009A2EB8"/>
    <w:rsid w:val="009A325D"/>
    <w:rsid w:val="009A41F4"/>
    <w:rsid w:val="009A4488"/>
    <w:rsid w:val="009A44B6"/>
    <w:rsid w:val="009A57B7"/>
    <w:rsid w:val="009A5C75"/>
    <w:rsid w:val="009A5FE0"/>
    <w:rsid w:val="009A6259"/>
    <w:rsid w:val="009A684D"/>
    <w:rsid w:val="009A69A4"/>
    <w:rsid w:val="009A6CE4"/>
    <w:rsid w:val="009A6D06"/>
    <w:rsid w:val="009A7212"/>
    <w:rsid w:val="009A74AA"/>
    <w:rsid w:val="009A7614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540"/>
    <w:rsid w:val="009B2783"/>
    <w:rsid w:val="009B28B7"/>
    <w:rsid w:val="009B2B5A"/>
    <w:rsid w:val="009B2FD2"/>
    <w:rsid w:val="009B3129"/>
    <w:rsid w:val="009B3410"/>
    <w:rsid w:val="009B3AFC"/>
    <w:rsid w:val="009B4989"/>
    <w:rsid w:val="009B49FF"/>
    <w:rsid w:val="009B4A38"/>
    <w:rsid w:val="009B4BDB"/>
    <w:rsid w:val="009B4C2B"/>
    <w:rsid w:val="009B4FFC"/>
    <w:rsid w:val="009B5289"/>
    <w:rsid w:val="009B52BC"/>
    <w:rsid w:val="009B5481"/>
    <w:rsid w:val="009B5C52"/>
    <w:rsid w:val="009B654A"/>
    <w:rsid w:val="009B6609"/>
    <w:rsid w:val="009B6FA9"/>
    <w:rsid w:val="009B7A65"/>
    <w:rsid w:val="009C0034"/>
    <w:rsid w:val="009C034B"/>
    <w:rsid w:val="009C04F2"/>
    <w:rsid w:val="009C18C8"/>
    <w:rsid w:val="009C1A1B"/>
    <w:rsid w:val="009C1B66"/>
    <w:rsid w:val="009C2A7D"/>
    <w:rsid w:val="009C2BDF"/>
    <w:rsid w:val="009C2D37"/>
    <w:rsid w:val="009C34BF"/>
    <w:rsid w:val="009C354A"/>
    <w:rsid w:val="009C390A"/>
    <w:rsid w:val="009C3E61"/>
    <w:rsid w:val="009C4204"/>
    <w:rsid w:val="009C5094"/>
    <w:rsid w:val="009C527D"/>
    <w:rsid w:val="009C551F"/>
    <w:rsid w:val="009C56CA"/>
    <w:rsid w:val="009C5AEA"/>
    <w:rsid w:val="009C60F6"/>
    <w:rsid w:val="009C6150"/>
    <w:rsid w:val="009C616E"/>
    <w:rsid w:val="009C6583"/>
    <w:rsid w:val="009C65FD"/>
    <w:rsid w:val="009C6766"/>
    <w:rsid w:val="009C6ACE"/>
    <w:rsid w:val="009C77F1"/>
    <w:rsid w:val="009C7801"/>
    <w:rsid w:val="009C7A0D"/>
    <w:rsid w:val="009C7A56"/>
    <w:rsid w:val="009C7F52"/>
    <w:rsid w:val="009D04A6"/>
    <w:rsid w:val="009D0E93"/>
    <w:rsid w:val="009D11D9"/>
    <w:rsid w:val="009D127D"/>
    <w:rsid w:val="009D12C6"/>
    <w:rsid w:val="009D155F"/>
    <w:rsid w:val="009D161C"/>
    <w:rsid w:val="009D1651"/>
    <w:rsid w:val="009D19DF"/>
    <w:rsid w:val="009D1A9C"/>
    <w:rsid w:val="009D1DAC"/>
    <w:rsid w:val="009D1E16"/>
    <w:rsid w:val="009D1E46"/>
    <w:rsid w:val="009D2134"/>
    <w:rsid w:val="009D29C6"/>
    <w:rsid w:val="009D2C12"/>
    <w:rsid w:val="009D2CD7"/>
    <w:rsid w:val="009D2DE2"/>
    <w:rsid w:val="009D335C"/>
    <w:rsid w:val="009D37A3"/>
    <w:rsid w:val="009D3B1B"/>
    <w:rsid w:val="009D3FCE"/>
    <w:rsid w:val="009D4291"/>
    <w:rsid w:val="009D4439"/>
    <w:rsid w:val="009D476B"/>
    <w:rsid w:val="009D496A"/>
    <w:rsid w:val="009D4B04"/>
    <w:rsid w:val="009D4DF5"/>
    <w:rsid w:val="009D57AE"/>
    <w:rsid w:val="009D5B75"/>
    <w:rsid w:val="009D5DB7"/>
    <w:rsid w:val="009D6D44"/>
    <w:rsid w:val="009D6F42"/>
    <w:rsid w:val="009D7513"/>
    <w:rsid w:val="009D767C"/>
    <w:rsid w:val="009D795E"/>
    <w:rsid w:val="009D7998"/>
    <w:rsid w:val="009D7FA8"/>
    <w:rsid w:val="009D7FD9"/>
    <w:rsid w:val="009E01AA"/>
    <w:rsid w:val="009E01DF"/>
    <w:rsid w:val="009E02DF"/>
    <w:rsid w:val="009E06E7"/>
    <w:rsid w:val="009E085A"/>
    <w:rsid w:val="009E11CE"/>
    <w:rsid w:val="009E15F5"/>
    <w:rsid w:val="009E18CF"/>
    <w:rsid w:val="009E1A83"/>
    <w:rsid w:val="009E1B45"/>
    <w:rsid w:val="009E1BA5"/>
    <w:rsid w:val="009E1D9D"/>
    <w:rsid w:val="009E20F4"/>
    <w:rsid w:val="009E25A6"/>
    <w:rsid w:val="009E25AD"/>
    <w:rsid w:val="009E29AE"/>
    <w:rsid w:val="009E2B88"/>
    <w:rsid w:val="009E2CE5"/>
    <w:rsid w:val="009E2F91"/>
    <w:rsid w:val="009E319C"/>
    <w:rsid w:val="009E3429"/>
    <w:rsid w:val="009E3445"/>
    <w:rsid w:val="009E4416"/>
    <w:rsid w:val="009E4572"/>
    <w:rsid w:val="009E4743"/>
    <w:rsid w:val="009E480C"/>
    <w:rsid w:val="009E48C8"/>
    <w:rsid w:val="009E498B"/>
    <w:rsid w:val="009E51B6"/>
    <w:rsid w:val="009E5781"/>
    <w:rsid w:val="009E5A0D"/>
    <w:rsid w:val="009E670D"/>
    <w:rsid w:val="009E6B53"/>
    <w:rsid w:val="009E6C36"/>
    <w:rsid w:val="009E6EF3"/>
    <w:rsid w:val="009E6F58"/>
    <w:rsid w:val="009E71C0"/>
    <w:rsid w:val="009E7244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C96"/>
    <w:rsid w:val="009F0F93"/>
    <w:rsid w:val="009F1009"/>
    <w:rsid w:val="009F1183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5F1C"/>
    <w:rsid w:val="009F6004"/>
    <w:rsid w:val="009F6271"/>
    <w:rsid w:val="009F6784"/>
    <w:rsid w:val="009F78AA"/>
    <w:rsid w:val="009F7E2C"/>
    <w:rsid w:val="00A0025A"/>
    <w:rsid w:val="00A009A8"/>
    <w:rsid w:val="00A00A64"/>
    <w:rsid w:val="00A00C5F"/>
    <w:rsid w:val="00A00E76"/>
    <w:rsid w:val="00A0169F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4BBC"/>
    <w:rsid w:val="00A052A1"/>
    <w:rsid w:val="00A05881"/>
    <w:rsid w:val="00A0589D"/>
    <w:rsid w:val="00A058A6"/>
    <w:rsid w:val="00A06236"/>
    <w:rsid w:val="00A06854"/>
    <w:rsid w:val="00A06A67"/>
    <w:rsid w:val="00A06B93"/>
    <w:rsid w:val="00A07583"/>
    <w:rsid w:val="00A07AC5"/>
    <w:rsid w:val="00A07B86"/>
    <w:rsid w:val="00A10487"/>
    <w:rsid w:val="00A107D5"/>
    <w:rsid w:val="00A10D2D"/>
    <w:rsid w:val="00A110BF"/>
    <w:rsid w:val="00A111AB"/>
    <w:rsid w:val="00A11CD4"/>
    <w:rsid w:val="00A12126"/>
    <w:rsid w:val="00A121D5"/>
    <w:rsid w:val="00A124F1"/>
    <w:rsid w:val="00A12632"/>
    <w:rsid w:val="00A127B9"/>
    <w:rsid w:val="00A12A60"/>
    <w:rsid w:val="00A12C3F"/>
    <w:rsid w:val="00A1368F"/>
    <w:rsid w:val="00A13B59"/>
    <w:rsid w:val="00A13D29"/>
    <w:rsid w:val="00A13DFE"/>
    <w:rsid w:val="00A1414D"/>
    <w:rsid w:val="00A143E6"/>
    <w:rsid w:val="00A146E5"/>
    <w:rsid w:val="00A148BA"/>
    <w:rsid w:val="00A14CA5"/>
    <w:rsid w:val="00A14CE5"/>
    <w:rsid w:val="00A14FA0"/>
    <w:rsid w:val="00A1516E"/>
    <w:rsid w:val="00A15314"/>
    <w:rsid w:val="00A157D9"/>
    <w:rsid w:val="00A15A89"/>
    <w:rsid w:val="00A15BFB"/>
    <w:rsid w:val="00A15DB2"/>
    <w:rsid w:val="00A162E0"/>
    <w:rsid w:val="00A169B2"/>
    <w:rsid w:val="00A16B18"/>
    <w:rsid w:val="00A16DD9"/>
    <w:rsid w:val="00A170B8"/>
    <w:rsid w:val="00A1733C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22C2"/>
    <w:rsid w:val="00A2255E"/>
    <w:rsid w:val="00A22619"/>
    <w:rsid w:val="00A22657"/>
    <w:rsid w:val="00A22CD5"/>
    <w:rsid w:val="00A2323B"/>
    <w:rsid w:val="00A2344D"/>
    <w:rsid w:val="00A235A8"/>
    <w:rsid w:val="00A239E8"/>
    <w:rsid w:val="00A23CE9"/>
    <w:rsid w:val="00A23DE2"/>
    <w:rsid w:val="00A2420E"/>
    <w:rsid w:val="00A24267"/>
    <w:rsid w:val="00A24AB9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6C4C"/>
    <w:rsid w:val="00A2777A"/>
    <w:rsid w:val="00A27ABF"/>
    <w:rsid w:val="00A27C0D"/>
    <w:rsid w:val="00A27E89"/>
    <w:rsid w:val="00A3095A"/>
    <w:rsid w:val="00A30B35"/>
    <w:rsid w:val="00A30C0A"/>
    <w:rsid w:val="00A31061"/>
    <w:rsid w:val="00A3109E"/>
    <w:rsid w:val="00A3141E"/>
    <w:rsid w:val="00A31577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38AB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6F0C"/>
    <w:rsid w:val="00A3719B"/>
    <w:rsid w:val="00A3748B"/>
    <w:rsid w:val="00A375E7"/>
    <w:rsid w:val="00A37608"/>
    <w:rsid w:val="00A3760C"/>
    <w:rsid w:val="00A37A4E"/>
    <w:rsid w:val="00A37EDD"/>
    <w:rsid w:val="00A37F62"/>
    <w:rsid w:val="00A404D1"/>
    <w:rsid w:val="00A404D3"/>
    <w:rsid w:val="00A40F2A"/>
    <w:rsid w:val="00A40FAA"/>
    <w:rsid w:val="00A41777"/>
    <w:rsid w:val="00A4179F"/>
    <w:rsid w:val="00A41D8E"/>
    <w:rsid w:val="00A42313"/>
    <w:rsid w:val="00A42573"/>
    <w:rsid w:val="00A426A3"/>
    <w:rsid w:val="00A429D4"/>
    <w:rsid w:val="00A42F44"/>
    <w:rsid w:val="00A43292"/>
    <w:rsid w:val="00A43B7D"/>
    <w:rsid w:val="00A43DAC"/>
    <w:rsid w:val="00A43F8F"/>
    <w:rsid w:val="00A440B4"/>
    <w:rsid w:val="00A442C7"/>
    <w:rsid w:val="00A4441E"/>
    <w:rsid w:val="00A45467"/>
    <w:rsid w:val="00A454B6"/>
    <w:rsid w:val="00A458D8"/>
    <w:rsid w:val="00A45D10"/>
    <w:rsid w:val="00A45E89"/>
    <w:rsid w:val="00A45FC3"/>
    <w:rsid w:val="00A46461"/>
    <w:rsid w:val="00A464CB"/>
    <w:rsid w:val="00A466B4"/>
    <w:rsid w:val="00A46C64"/>
    <w:rsid w:val="00A46CB0"/>
    <w:rsid w:val="00A46D53"/>
    <w:rsid w:val="00A47342"/>
    <w:rsid w:val="00A479E5"/>
    <w:rsid w:val="00A47FFA"/>
    <w:rsid w:val="00A50287"/>
    <w:rsid w:val="00A50D2B"/>
    <w:rsid w:val="00A51431"/>
    <w:rsid w:val="00A514EF"/>
    <w:rsid w:val="00A51642"/>
    <w:rsid w:val="00A51A60"/>
    <w:rsid w:val="00A51DA6"/>
    <w:rsid w:val="00A528CC"/>
    <w:rsid w:val="00A52903"/>
    <w:rsid w:val="00A52A9A"/>
    <w:rsid w:val="00A52B6C"/>
    <w:rsid w:val="00A52F82"/>
    <w:rsid w:val="00A542E0"/>
    <w:rsid w:val="00A544A1"/>
    <w:rsid w:val="00A547FF"/>
    <w:rsid w:val="00A5493B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5FB"/>
    <w:rsid w:val="00A61DFF"/>
    <w:rsid w:val="00A62781"/>
    <w:rsid w:val="00A628B2"/>
    <w:rsid w:val="00A629A4"/>
    <w:rsid w:val="00A62B37"/>
    <w:rsid w:val="00A62BA8"/>
    <w:rsid w:val="00A62C22"/>
    <w:rsid w:val="00A62C6E"/>
    <w:rsid w:val="00A62EAA"/>
    <w:rsid w:val="00A631D9"/>
    <w:rsid w:val="00A632C8"/>
    <w:rsid w:val="00A63725"/>
    <w:rsid w:val="00A64707"/>
    <w:rsid w:val="00A6486E"/>
    <w:rsid w:val="00A64ACD"/>
    <w:rsid w:val="00A650CE"/>
    <w:rsid w:val="00A6525F"/>
    <w:rsid w:val="00A65673"/>
    <w:rsid w:val="00A65791"/>
    <w:rsid w:val="00A65DC7"/>
    <w:rsid w:val="00A6660D"/>
    <w:rsid w:val="00A669C4"/>
    <w:rsid w:val="00A6706D"/>
    <w:rsid w:val="00A671A0"/>
    <w:rsid w:val="00A67378"/>
    <w:rsid w:val="00A678BA"/>
    <w:rsid w:val="00A67ECF"/>
    <w:rsid w:val="00A67EF7"/>
    <w:rsid w:val="00A67F17"/>
    <w:rsid w:val="00A67F1D"/>
    <w:rsid w:val="00A70346"/>
    <w:rsid w:val="00A703FC"/>
    <w:rsid w:val="00A7064C"/>
    <w:rsid w:val="00A70942"/>
    <w:rsid w:val="00A70A03"/>
    <w:rsid w:val="00A70FDC"/>
    <w:rsid w:val="00A7128D"/>
    <w:rsid w:val="00A713EB"/>
    <w:rsid w:val="00A715E2"/>
    <w:rsid w:val="00A716F5"/>
    <w:rsid w:val="00A71F53"/>
    <w:rsid w:val="00A72253"/>
    <w:rsid w:val="00A722D5"/>
    <w:rsid w:val="00A7257D"/>
    <w:rsid w:val="00A72755"/>
    <w:rsid w:val="00A729EB"/>
    <w:rsid w:val="00A72C65"/>
    <w:rsid w:val="00A734E8"/>
    <w:rsid w:val="00A738AE"/>
    <w:rsid w:val="00A739F6"/>
    <w:rsid w:val="00A73F11"/>
    <w:rsid w:val="00A7458F"/>
    <w:rsid w:val="00A74644"/>
    <w:rsid w:val="00A749A1"/>
    <w:rsid w:val="00A749C0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E92"/>
    <w:rsid w:val="00A77FE1"/>
    <w:rsid w:val="00A806FA"/>
    <w:rsid w:val="00A8074D"/>
    <w:rsid w:val="00A80816"/>
    <w:rsid w:val="00A80D55"/>
    <w:rsid w:val="00A80DEE"/>
    <w:rsid w:val="00A80E65"/>
    <w:rsid w:val="00A81B1E"/>
    <w:rsid w:val="00A81CA0"/>
    <w:rsid w:val="00A81EF5"/>
    <w:rsid w:val="00A82089"/>
    <w:rsid w:val="00A82117"/>
    <w:rsid w:val="00A82A38"/>
    <w:rsid w:val="00A82AEA"/>
    <w:rsid w:val="00A82B3E"/>
    <w:rsid w:val="00A82C2F"/>
    <w:rsid w:val="00A82ECB"/>
    <w:rsid w:val="00A83345"/>
    <w:rsid w:val="00A836DE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987"/>
    <w:rsid w:val="00A87A23"/>
    <w:rsid w:val="00A87A45"/>
    <w:rsid w:val="00A9083C"/>
    <w:rsid w:val="00A90A9E"/>
    <w:rsid w:val="00A90C30"/>
    <w:rsid w:val="00A90F64"/>
    <w:rsid w:val="00A910ED"/>
    <w:rsid w:val="00A9140C"/>
    <w:rsid w:val="00A914A0"/>
    <w:rsid w:val="00A918F8"/>
    <w:rsid w:val="00A91936"/>
    <w:rsid w:val="00A91C3F"/>
    <w:rsid w:val="00A91D0C"/>
    <w:rsid w:val="00A91F90"/>
    <w:rsid w:val="00A92269"/>
    <w:rsid w:val="00A922C1"/>
    <w:rsid w:val="00A92EB4"/>
    <w:rsid w:val="00A933F7"/>
    <w:rsid w:val="00A9364B"/>
    <w:rsid w:val="00A93903"/>
    <w:rsid w:val="00A939A2"/>
    <w:rsid w:val="00A93D50"/>
    <w:rsid w:val="00A93F13"/>
    <w:rsid w:val="00A9439A"/>
    <w:rsid w:val="00A947A5"/>
    <w:rsid w:val="00A954A8"/>
    <w:rsid w:val="00A959F3"/>
    <w:rsid w:val="00A96312"/>
    <w:rsid w:val="00A96572"/>
    <w:rsid w:val="00A96B58"/>
    <w:rsid w:val="00A97267"/>
    <w:rsid w:val="00A97380"/>
    <w:rsid w:val="00A97578"/>
    <w:rsid w:val="00A978FE"/>
    <w:rsid w:val="00A97955"/>
    <w:rsid w:val="00A97A87"/>
    <w:rsid w:val="00AA0190"/>
    <w:rsid w:val="00AA02DA"/>
    <w:rsid w:val="00AA0B15"/>
    <w:rsid w:val="00AA0C78"/>
    <w:rsid w:val="00AA0D33"/>
    <w:rsid w:val="00AA149F"/>
    <w:rsid w:val="00AA168F"/>
    <w:rsid w:val="00AA1C4A"/>
    <w:rsid w:val="00AA1C91"/>
    <w:rsid w:val="00AA1E04"/>
    <w:rsid w:val="00AA2449"/>
    <w:rsid w:val="00AA2459"/>
    <w:rsid w:val="00AA256D"/>
    <w:rsid w:val="00AA2930"/>
    <w:rsid w:val="00AA29D1"/>
    <w:rsid w:val="00AA2B01"/>
    <w:rsid w:val="00AA3A0A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6BA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5FA"/>
    <w:rsid w:val="00AB1602"/>
    <w:rsid w:val="00AB1C89"/>
    <w:rsid w:val="00AB1E77"/>
    <w:rsid w:val="00AB231E"/>
    <w:rsid w:val="00AB255D"/>
    <w:rsid w:val="00AB2982"/>
    <w:rsid w:val="00AB2B04"/>
    <w:rsid w:val="00AB2FDC"/>
    <w:rsid w:val="00AB3C23"/>
    <w:rsid w:val="00AB3D04"/>
    <w:rsid w:val="00AB3D47"/>
    <w:rsid w:val="00AB40AC"/>
    <w:rsid w:val="00AB410D"/>
    <w:rsid w:val="00AB4B0B"/>
    <w:rsid w:val="00AB4B5A"/>
    <w:rsid w:val="00AB569A"/>
    <w:rsid w:val="00AB57F1"/>
    <w:rsid w:val="00AB5BAF"/>
    <w:rsid w:val="00AB5F07"/>
    <w:rsid w:val="00AB6515"/>
    <w:rsid w:val="00AB6A3A"/>
    <w:rsid w:val="00AB6B42"/>
    <w:rsid w:val="00AB757C"/>
    <w:rsid w:val="00AB75AC"/>
    <w:rsid w:val="00AB75AE"/>
    <w:rsid w:val="00AC0268"/>
    <w:rsid w:val="00AC03A8"/>
    <w:rsid w:val="00AC0577"/>
    <w:rsid w:val="00AC12A5"/>
    <w:rsid w:val="00AC1B35"/>
    <w:rsid w:val="00AC1ED8"/>
    <w:rsid w:val="00AC28FF"/>
    <w:rsid w:val="00AC2ECE"/>
    <w:rsid w:val="00AC30D5"/>
    <w:rsid w:val="00AC30F3"/>
    <w:rsid w:val="00AC39DE"/>
    <w:rsid w:val="00AC3EEF"/>
    <w:rsid w:val="00AC4096"/>
    <w:rsid w:val="00AC43FC"/>
    <w:rsid w:val="00AC4859"/>
    <w:rsid w:val="00AC4930"/>
    <w:rsid w:val="00AC4B45"/>
    <w:rsid w:val="00AC4E61"/>
    <w:rsid w:val="00AC50E1"/>
    <w:rsid w:val="00AC50EE"/>
    <w:rsid w:val="00AC51CA"/>
    <w:rsid w:val="00AC5A87"/>
    <w:rsid w:val="00AC6441"/>
    <w:rsid w:val="00AC6511"/>
    <w:rsid w:val="00AC6708"/>
    <w:rsid w:val="00AC7C8B"/>
    <w:rsid w:val="00AC7E53"/>
    <w:rsid w:val="00AC7EF2"/>
    <w:rsid w:val="00AD02DA"/>
    <w:rsid w:val="00AD05A1"/>
    <w:rsid w:val="00AD0F49"/>
    <w:rsid w:val="00AD17D9"/>
    <w:rsid w:val="00AD22A9"/>
    <w:rsid w:val="00AD23BA"/>
    <w:rsid w:val="00AD24E5"/>
    <w:rsid w:val="00AD2652"/>
    <w:rsid w:val="00AD283F"/>
    <w:rsid w:val="00AD2BCD"/>
    <w:rsid w:val="00AD34A1"/>
    <w:rsid w:val="00AD35FB"/>
    <w:rsid w:val="00AD36EB"/>
    <w:rsid w:val="00AD3F67"/>
    <w:rsid w:val="00AD4166"/>
    <w:rsid w:val="00AD41CB"/>
    <w:rsid w:val="00AD4921"/>
    <w:rsid w:val="00AD4922"/>
    <w:rsid w:val="00AD5DC3"/>
    <w:rsid w:val="00AD5EC1"/>
    <w:rsid w:val="00AD5FDB"/>
    <w:rsid w:val="00AD6551"/>
    <w:rsid w:val="00AD67E5"/>
    <w:rsid w:val="00AD6A4C"/>
    <w:rsid w:val="00AD6CFD"/>
    <w:rsid w:val="00AD6DB8"/>
    <w:rsid w:val="00AD70CA"/>
    <w:rsid w:val="00AD719E"/>
    <w:rsid w:val="00AD75F4"/>
    <w:rsid w:val="00AD7A44"/>
    <w:rsid w:val="00AD7F00"/>
    <w:rsid w:val="00AE01B0"/>
    <w:rsid w:val="00AE0440"/>
    <w:rsid w:val="00AE0520"/>
    <w:rsid w:val="00AE05D5"/>
    <w:rsid w:val="00AE09A0"/>
    <w:rsid w:val="00AE09C6"/>
    <w:rsid w:val="00AE0B53"/>
    <w:rsid w:val="00AE1433"/>
    <w:rsid w:val="00AE186D"/>
    <w:rsid w:val="00AE19BB"/>
    <w:rsid w:val="00AE2483"/>
    <w:rsid w:val="00AE26BF"/>
    <w:rsid w:val="00AE31D0"/>
    <w:rsid w:val="00AE3337"/>
    <w:rsid w:val="00AE35A4"/>
    <w:rsid w:val="00AE369A"/>
    <w:rsid w:val="00AE3709"/>
    <w:rsid w:val="00AE3BCB"/>
    <w:rsid w:val="00AE3D88"/>
    <w:rsid w:val="00AE3DD9"/>
    <w:rsid w:val="00AE4490"/>
    <w:rsid w:val="00AE4937"/>
    <w:rsid w:val="00AE49DE"/>
    <w:rsid w:val="00AE4B4F"/>
    <w:rsid w:val="00AE4D3C"/>
    <w:rsid w:val="00AE502B"/>
    <w:rsid w:val="00AE5DF7"/>
    <w:rsid w:val="00AE5EE6"/>
    <w:rsid w:val="00AE5F7A"/>
    <w:rsid w:val="00AE64D7"/>
    <w:rsid w:val="00AE6771"/>
    <w:rsid w:val="00AE6BC7"/>
    <w:rsid w:val="00AE73AB"/>
    <w:rsid w:val="00AE7757"/>
    <w:rsid w:val="00AE79C9"/>
    <w:rsid w:val="00AF07C2"/>
    <w:rsid w:val="00AF08E4"/>
    <w:rsid w:val="00AF0ACA"/>
    <w:rsid w:val="00AF1296"/>
    <w:rsid w:val="00AF1780"/>
    <w:rsid w:val="00AF18E6"/>
    <w:rsid w:val="00AF1C0C"/>
    <w:rsid w:val="00AF20B7"/>
    <w:rsid w:val="00AF27E8"/>
    <w:rsid w:val="00AF2E02"/>
    <w:rsid w:val="00AF2F52"/>
    <w:rsid w:val="00AF313C"/>
    <w:rsid w:val="00AF3151"/>
    <w:rsid w:val="00AF445C"/>
    <w:rsid w:val="00AF46C8"/>
    <w:rsid w:val="00AF4C07"/>
    <w:rsid w:val="00AF4E49"/>
    <w:rsid w:val="00AF4E6C"/>
    <w:rsid w:val="00AF5288"/>
    <w:rsid w:val="00AF5C0E"/>
    <w:rsid w:val="00AF5CEA"/>
    <w:rsid w:val="00AF6260"/>
    <w:rsid w:val="00AF65D1"/>
    <w:rsid w:val="00AF672C"/>
    <w:rsid w:val="00AF6D15"/>
    <w:rsid w:val="00AF73B7"/>
    <w:rsid w:val="00AF7535"/>
    <w:rsid w:val="00AF79C6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AEB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689"/>
    <w:rsid w:val="00B1187A"/>
    <w:rsid w:val="00B11C9E"/>
    <w:rsid w:val="00B11CF4"/>
    <w:rsid w:val="00B12219"/>
    <w:rsid w:val="00B12379"/>
    <w:rsid w:val="00B12810"/>
    <w:rsid w:val="00B12D65"/>
    <w:rsid w:val="00B134C7"/>
    <w:rsid w:val="00B13F43"/>
    <w:rsid w:val="00B149BC"/>
    <w:rsid w:val="00B14C96"/>
    <w:rsid w:val="00B14CCA"/>
    <w:rsid w:val="00B14ED4"/>
    <w:rsid w:val="00B14EFB"/>
    <w:rsid w:val="00B152D4"/>
    <w:rsid w:val="00B15443"/>
    <w:rsid w:val="00B154E7"/>
    <w:rsid w:val="00B15E72"/>
    <w:rsid w:val="00B160F2"/>
    <w:rsid w:val="00B16805"/>
    <w:rsid w:val="00B16C1A"/>
    <w:rsid w:val="00B16D77"/>
    <w:rsid w:val="00B176C8"/>
    <w:rsid w:val="00B178DC"/>
    <w:rsid w:val="00B17ABE"/>
    <w:rsid w:val="00B17B57"/>
    <w:rsid w:val="00B2036F"/>
    <w:rsid w:val="00B20655"/>
    <w:rsid w:val="00B20860"/>
    <w:rsid w:val="00B20946"/>
    <w:rsid w:val="00B20B87"/>
    <w:rsid w:val="00B2127E"/>
    <w:rsid w:val="00B214F6"/>
    <w:rsid w:val="00B21623"/>
    <w:rsid w:val="00B21626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794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38F"/>
    <w:rsid w:val="00B2773B"/>
    <w:rsid w:val="00B27F41"/>
    <w:rsid w:val="00B31063"/>
    <w:rsid w:val="00B314C5"/>
    <w:rsid w:val="00B3153D"/>
    <w:rsid w:val="00B31714"/>
    <w:rsid w:val="00B3188B"/>
    <w:rsid w:val="00B31AD9"/>
    <w:rsid w:val="00B31B0A"/>
    <w:rsid w:val="00B31B43"/>
    <w:rsid w:val="00B31B6F"/>
    <w:rsid w:val="00B31DAE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63EC"/>
    <w:rsid w:val="00B36BB8"/>
    <w:rsid w:val="00B370A0"/>
    <w:rsid w:val="00B37714"/>
    <w:rsid w:val="00B37A01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B89"/>
    <w:rsid w:val="00B43D52"/>
    <w:rsid w:val="00B4452E"/>
    <w:rsid w:val="00B45592"/>
    <w:rsid w:val="00B455A1"/>
    <w:rsid w:val="00B455E1"/>
    <w:rsid w:val="00B45723"/>
    <w:rsid w:val="00B466ED"/>
    <w:rsid w:val="00B4719F"/>
    <w:rsid w:val="00B4768C"/>
    <w:rsid w:val="00B4769B"/>
    <w:rsid w:val="00B47783"/>
    <w:rsid w:val="00B47936"/>
    <w:rsid w:val="00B479B1"/>
    <w:rsid w:val="00B47D04"/>
    <w:rsid w:val="00B50359"/>
    <w:rsid w:val="00B5129A"/>
    <w:rsid w:val="00B520B5"/>
    <w:rsid w:val="00B52587"/>
    <w:rsid w:val="00B52882"/>
    <w:rsid w:val="00B52EF1"/>
    <w:rsid w:val="00B53669"/>
    <w:rsid w:val="00B53C9D"/>
    <w:rsid w:val="00B53E7F"/>
    <w:rsid w:val="00B53E84"/>
    <w:rsid w:val="00B53FF7"/>
    <w:rsid w:val="00B54864"/>
    <w:rsid w:val="00B548F7"/>
    <w:rsid w:val="00B54A6A"/>
    <w:rsid w:val="00B54F51"/>
    <w:rsid w:val="00B55BDA"/>
    <w:rsid w:val="00B562D6"/>
    <w:rsid w:val="00B56781"/>
    <w:rsid w:val="00B56FF2"/>
    <w:rsid w:val="00B574C7"/>
    <w:rsid w:val="00B606DD"/>
    <w:rsid w:val="00B60959"/>
    <w:rsid w:val="00B60D27"/>
    <w:rsid w:val="00B60F90"/>
    <w:rsid w:val="00B61873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695"/>
    <w:rsid w:val="00B65878"/>
    <w:rsid w:val="00B65ABC"/>
    <w:rsid w:val="00B65B1D"/>
    <w:rsid w:val="00B65CF2"/>
    <w:rsid w:val="00B67372"/>
    <w:rsid w:val="00B6769B"/>
    <w:rsid w:val="00B67C5D"/>
    <w:rsid w:val="00B70033"/>
    <w:rsid w:val="00B70035"/>
    <w:rsid w:val="00B703C2"/>
    <w:rsid w:val="00B704E6"/>
    <w:rsid w:val="00B70602"/>
    <w:rsid w:val="00B708AC"/>
    <w:rsid w:val="00B71414"/>
    <w:rsid w:val="00B714F3"/>
    <w:rsid w:val="00B71FCE"/>
    <w:rsid w:val="00B7269A"/>
    <w:rsid w:val="00B72AA7"/>
    <w:rsid w:val="00B72DDC"/>
    <w:rsid w:val="00B72F82"/>
    <w:rsid w:val="00B732AC"/>
    <w:rsid w:val="00B732D8"/>
    <w:rsid w:val="00B737DA"/>
    <w:rsid w:val="00B74029"/>
    <w:rsid w:val="00B74303"/>
    <w:rsid w:val="00B744AC"/>
    <w:rsid w:val="00B74576"/>
    <w:rsid w:val="00B7477A"/>
    <w:rsid w:val="00B74A46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AC6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2FD0"/>
    <w:rsid w:val="00B8307C"/>
    <w:rsid w:val="00B8365D"/>
    <w:rsid w:val="00B83DC8"/>
    <w:rsid w:val="00B841FE"/>
    <w:rsid w:val="00B844A0"/>
    <w:rsid w:val="00B845BA"/>
    <w:rsid w:val="00B84742"/>
    <w:rsid w:val="00B849D5"/>
    <w:rsid w:val="00B84E4E"/>
    <w:rsid w:val="00B84F8A"/>
    <w:rsid w:val="00B84F94"/>
    <w:rsid w:val="00B850BF"/>
    <w:rsid w:val="00B85354"/>
    <w:rsid w:val="00B853EC"/>
    <w:rsid w:val="00B853F3"/>
    <w:rsid w:val="00B85499"/>
    <w:rsid w:val="00B862CD"/>
    <w:rsid w:val="00B8637F"/>
    <w:rsid w:val="00B868F9"/>
    <w:rsid w:val="00B86BDA"/>
    <w:rsid w:val="00B86D64"/>
    <w:rsid w:val="00B87600"/>
    <w:rsid w:val="00B87B91"/>
    <w:rsid w:val="00B87C5C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BE"/>
    <w:rsid w:val="00B956F5"/>
    <w:rsid w:val="00B9573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49"/>
    <w:rsid w:val="00B97FB1"/>
    <w:rsid w:val="00BA0AB5"/>
    <w:rsid w:val="00BA0E99"/>
    <w:rsid w:val="00BA0F86"/>
    <w:rsid w:val="00BA1038"/>
    <w:rsid w:val="00BA13CA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3EC"/>
    <w:rsid w:val="00BA579E"/>
    <w:rsid w:val="00BA58DE"/>
    <w:rsid w:val="00BA5E0E"/>
    <w:rsid w:val="00BA6019"/>
    <w:rsid w:val="00BA6316"/>
    <w:rsid w:val="00BA6498"/>
    <w:rsid w:val="00BA6D6B"/>
    <w:rsid w:val="00BA6E70"/>
    <w:rsid w:val="00BA71E4"/>
    <w:rsid w:val="00BA72A6"/>
    <w:rsid w:val="00BA7AC3"/>
    <w:rsid w:val="00BA7B41"/>
    <w:rsid w:val="00BA7C62"/>
    <w:rsid w:val="00BA7D81"/>
    <w:rsid w:val="00BA7E59"/>
    <w:rsid w:val="00BA7F05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B66"/>
    <w:rsid w:val="00BB2D5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32"/>
    <w:rsid w:val="00BB4081"/>
    <w:rsid w:val="00BB411D"/>
    <w:rsid w:val="00BB4E04"/>
    <w:rsid w:val="00BB53F8"/>
    <w:rsid w:val="00BB58A2"/>
    <w:rsid w:val="00BB5973"/>
    <w:rsid w:val="00BB5D8B"/>
    <w:rsid w:val="00BB5DEF"/>
    <w:rsid w:val="00BB6152"/>
    <w:rsid w:val="00BB6197"/>
    <w:rsid w:val="00BB6351"/>
    <w:rsid w:val="00BB677D"/>
    <w:rsid w:val="00BB6B99"/>
    <w:rsid w:val="00BB6C61"/>
    <w:rsid w:val="00BB6EBC"/>
    <w:rsid w:val="00BB73FA"/>
    <w:rsid w:val="00BB7517"/>
    <w:rsid w:val="00BB7963"/>
    <w:rsid w:val="00BB7ACD"/>
    <w:rsid w:val="00BB7C67"/>
    <w:rsid w:val="00BC021D"/>
    <w:rsid w:val="00BC0494"/>
    <w:rsid w:val="00BC065E"/>
    <w:rsid w:val="00BC09AA"/>
    <w:rsid w:val="00BC0A61"/>
    <w:rsid w:val="00BC1337"/>
    <w:rsid w:val="00BC1544"/>
    <w:rsid w:val="00BC1993"/>
    <w:rsid w:val="00BC1DCD"/>
    <w:rsid w:val="00BC1FFE"/>
    <w:rsid w:val="00BC2E49"/>
    <w:rsid w:val="00BC35C6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6B6F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24B"/>
    <w:rsid w:val="00BD44D0"/>
    <w:rsid w:val="00BD4918"/>
    <w:rsid w:val="00BD4958"/>
    <w:rsid w:val="00BD51D3"/>
    <w:rsid w:val="00BD5489"/>
    <w:rsid w:val="00BD5969"/>
    <w:rsid w:val="00BD5DCF"/>
    <w:rsid w:val="00BD5E93"/>
    <w:rsid w:val="00BD6383"/>
    <w:rsid w:val="00BD6A23"/>
    <w:rsid w:val="00BD6AA7"/>
    <w:rsid w:val="00BD6C11"/>
    <w:rsid w:val="00BD6D41"/>
    <w:rsid w:val="00BD6E2C"/>
    <w:rsid w:val="00BD70A4"/>
    <w:rsid w:val="00BD7133"/>
    <w:rsid w:val="00BD7254"/>
    <w:rsid w:val="00BD7ECD"/>
    <w:rsid w:val="00BD7F33"/>
    <w:rsid w:val="00BE00BF"/>
    <w:rsid w:val="00BE03EA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3E0D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7"/>
    <w:rsid w:val="00BE712E"/>
    <w:rsid w:val="00BE749B"/>
    <w:rsid w:val="00BE7B89"/>
    <w:rsid w:val="00BE7C5C"/>
    <w:rsid w:val="00BF019E"/>
    <w:rsid w:val="00BF0389"/>
    <w:rsid w:val="00BF04FB"/>
    <w:rsid w:val="00BF0ADE"/>
    <w:rsid w:val="00BF0E67"/>
    <w:rsid w:val="00BF1453"/>
    <w:rsid w:val="00BF14A8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4C63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4A6"/>
    <w:rsid w:val="00C026FF"/>
    <w:rsid w:val="00C02745"/>
    <w:rsid w:val="00C02F7E"/>
    <w:rsid w:val="00C0325C"/>
    <w:rsid w:val="00C03A0F"/>
    <w:rsid w:val="00C03ECF"/>
    <w:rsid w:val="00C03FDA"/>
    <w:rsid w:val="00C040EC"/>
    <w:rsid w:val="00C04592"/>
    <w:rsid w:val="00C04FAD"/>
    <w:rsid w:val="00C056E9"/>
    <w:rsid w:val="00C05F5D"/>
    <w:rsid w:val="00C06023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767"/>
    <w:rsid w:val="00C129FF"/>
    <w:rsid w:val="00C12AC8"/>
    <w:rsid w:val="00C12E5F"/>
    <w:rsid w:val="00C13158"/>
    <w:rsid w:val="00C13198"/>
    <w:rsid w:val="00C13515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8AC"/>
    <w:rsid w:val="00C16058"/>
    <w:rsid w:val="00C16498"/>
    <w:rsid w:val="00C16863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0C81"/>
    <w:rsid w:val="00C20DE7"/>
    <w:rsid w:val="00C21390"/>
    <w:rsid w:val="00C21ED7"/>
    <w:rsid w:val="00C224DF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3B7"/>
    <w:rsid w:val="00C24788"/>
    <w:rsid w:val="00C24842"/>
    <w:rsid w:val="00C24909"/>
    <w:rsid w:val="00C24960"/>
    <w:rsid w:val="00C24A0F"/>
    <w:rsid w:val="00C257DE"/>
    <w:rsid w:val="00C261A6"/>
    <w:rsid w:val="00C26ADE"/>
    <w:rsid w:val="00C26BCC"/>
    <w:rsid w:val="00C26CFE"/>
    <w:rsid w:val="00C26D1E"/>
    <w:rsid w:val="00C27F6E"/>
    <w:rsid w:val="00C301D0"/>
    <w:rsid w:val="00C3058A"/>
    <w:rsid w:val="00C30C7F"/>
    <w:rsid w:val="00C31155"/>
    <w:rsid w:val="00C317FA"/>
    <w:rsid w:val="00C322FE"/>
    <w:rsid w:val="00C324E0"/>
    <w:rsid w:val="00C327CB"/>
    <w:rsid w:val="00C3290A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BD"/>
    <w:rsid w:val="00C351FA"/>
    <w:rsid w:val="00C35657"/>
    <w:rsid w:val="00C35906"/>
    <w:rsid w:val="00C35C41"/>
    <w:rsid w:val="00C36092"/>
    <w:rsid w:val="00C360B6"/>
    <w:rsid w:val="00C36AF4"/>
    <w:rsid w:val="00C36C42"/>
    <w:rsid w:val="00C374B3"/>
    <w:rsid w:val="00C3772A"/>
    <w:rsid w:val="00C4016D"/>
    <w:rsid w:val="00C40BDD"/>
    <w:rsid w:val="00C41400"/>
    <w:rsid w:val="00C41AA1"/>
    <w:rsid w:val="00C41AF9"/>
    <w:rsid w:val="00C41F8F"/>
    <w:rsid w:val="00C42080"/>
    <w:rsid w:val="00C4209C"/>
    <w:rsid w:val="00C4221E"/>
    <w:rsid w:val="00C42248"/>
    <w:rsid w:val="00C424E9"/>
    <w:rsid w:val="00C43773"/>
    <w:rsid w:val="00C439F7"/>
    <w:rsid w:val="00C43A07"/>
    <w:rsid w:val="00C44220"/>
    <w:rsid w:val="00C445E4"/>
    <w:rsid w:val="00C449FD"/>
    <w:rsid w:val="00C45267"/>
    <w:rsid w:val="00C45308"/>
    <w:rsid w:val="00C45616"/>
    <w:rsid w:val="00C45766"/>
    <w:rsid w:val="00C459A4"/>
    <w:rsid w:val="00C45AD8"/>
    <w:rsid w:val="00C45C95"/>
    <w:rsid w:val="00C46206"/>
    <w:rsid w:val="00C4667A"/>
    <w:rsid w:val="00C46723"/>
    <w:rsid w:val="00C4709A"/>
    <w:rsid w:val="00C47AFA"/>
    <w:rsid w:val="00C47B85"/>
    <w:rsid w:val="00C47CA2"/>
    <w:rsid w:val="00C50363"/>
    <w:rsid w:val="00C50730"/>
    <w:rsid w:val="00C509F2"/>
    <w:rsid w:val="00C51019"/>
    <w:rsid w:val="00C513BB"/>
    <w:rsid w:val="00C51985"/>
    <w:rsid w:val="00C51BDB"/>
    <w:rsid w:val="00C51C1C"/>
    <w:rsid w:val="00C51E30"/>
    <w:rsid w:val="00C52317"/>
    <w:rsid w:val="00C5238F"/>
    <w:rsid w:val="00C523FF"/>
    <w:rsid w:val="00C5260C"/>
    <w:rsid w:val="00C5292C"/>
    <w:rsid w:val="00C53309"/>
    <w:rsid w:val="00C5338A"/>
    <w:rsid w:val="00C539BF"/>
    <w:rsid w:val="00C544E6"/>
    <w:rsid w:val="00C547BA"/>
    <w:rsid w:val="00C5492F"/>
    <w:rsid w:val="00C554BA"/>
    <w:rsid w:val="00C5576F"/>
    <w:rsid w:val="00C55CCB"/>
    <w:rsid w:val="00C563EF"/>
    <w:rsid w:val="00C56697"/>
    <w:rsid w:val="00C56A4F"/>
    <w:rsid w:val="00C56AC5"/>
    <w:rsid w:val="00C56E10"/>
    <w:rsid w:val="00C56F3F"/>
    <w:rsid w:val="00C57422"/>
    <w:rsid w:val="00C5792B"/>
    <w:rsid w:val="00C57E94"/>
    <w:rsid w:val="00C60474"/>
    <w:rsid w:val="00C607AD"/>
    <w:rsid w:val="00C60F80"/>
    <w:rsid w:val="00C61312"/>
    <w:rsid w:val="00C61543"/>
    <w:rsid w:val="00C61E94"/>
    <w:rsid w:val="00C6207F"/>
    <w:rsid w:val="00C6234D"/>
    <w:rsid w:val="00C62CA7"/>
    <w:rsid w:val="00C63890"/>
    <w:rsid w:val="00C643A9"/>
    <w:rsid w:val="00C64BB6"/>
    <w:rsid w:val="00C6532C"/>
    <w:rsid w:val="00C655B5"/>
    <w:rsid w:val="00C65678"/>
    <w:rsid w:val="00C658A2"/>
    <w:rsid w:val="00C65A9D"/>
    <w:rsid w:val="00C65AC9"/>
    <w:rsid w:val="00C662EA"/>
    <w:rsid w:val="00C66452"/>
    <w:rsid w:val="00C667FF"/>
    <w:rsid w:val="00C672A4"/>
    <w:rsid w:val="00C67B86"/>
    <w:rsid w:val="00C67CBF"/>
    <w:rsid w:val="00C67DA3"/>
    <w:rsid w:val="00C701FF"/>
    <w:rsid w:val="00C70A36"/>
    <w:rsid w:val="00C70AB3"/>
    <w:rsid w:val="00C71102"/>
    <w:rsid w:val="00C712BC"/>
    <w:rsid w:val="00C717B9"/>
    <w:rsid w:val="00C71B7A"/>
    <w:rsid w:val="00C71C6D"/>
    <w:rsid w:val="00C7207F"/>
    <w:rsid w:val="00C720A7"/>
    <w:rsid w:val="00C722CA"/>
    <w:rsid w:val="00C725B4"/>
    <w:rsid w:val="00C7326B"/>
    <w:rsid w:val="00C735E2"/>
    <w:rsid w:val="00C738BF"/>
    <w:rsid w:val="00C75101"/>
    <w:rsid w:val="00C75183"/>
    <w:rsid w:val="00C753FA"/>
    <w:rsid w:val="00C755EC"/>
    <w:rsid w:val="00C75DA2"/>
    <w:rsid w:val="00C7616F"/>
    <w:rsid w:val="00C76755"/>
    <w:rsid w:val="00C77305"/>
    <w:rsid w:val="00C77BF6"/>
    <w:rsid w:val="00C803A1"/>
    <w:rsid w:val="00C80D00"/>
    <w:rsid w:val="00C80E53"/>
    <w:rsid w:val="00C80E75"/>
    <w:rsid w:val="00C816AD"/>
    <w:rsid w:val="00C819FE"/>
    <w:rsid w:val="00C825A4"/>
    <w:rsid w:val="00C826AE"/>
    <w:rsid w:val="00C83470"/>
    <w:rsid w:val="00C839E9"/>
    <w:rsid w:val="00C83AC5"/>
    <w:rsid w:val="00C83B71"/>
    <w:rsid w:val="00C8413A"/>
    <w:rsid w:val="00C84D04"/>
    <w:rsid w:val="00C85307"/>
    <w:rsid w:val="00C8551E"/>
    <w:rsid w:val="00C85659"/>
    <w:rsid w:val="00C858E9"/>
    <w:rsid w:val="00C85E0C"/>
    <w:rsid w:val="00C85EA6"/>
    <w:rsid w:val="00C863A7"/>
    <w:rsid w:val="00C86540"/>
    <w:rsid w:val="00C86EEF"/>
    <w:rsid w:val="00C872B4"/>
    <w:rsid w:val="00C878CD"/>
    <w:rsid w:val="00C878E1"/>
    <w:rsid w:val="00C87A86"/>
    <w:rsid w:val="00C87AF5"/>
    <w:rsid w:val="00C87D42"/>
    <w:rsid w:val="00C87FC8"/>
    <w:rsid w:val="00C9009C"/>
    <w:rsid w:val="00C90620"/>
    <w:rsid w:val="00C9099E"/>
    <w:rsid w:val="00C90AA4"/>
    <w:rsid w:val="00C90D8D"/>
    <w:rsid w:val="00C90F24"/>
    <w:rsid w:val="00C914E3"/>
    <w:rsid w:val="00C9190A"/>
    <w:rsid w:val="00C91951"/>
    <w:rsid w:val="00C91E1F"/>
    <w:rsid w:val="00C92213"/>
    <w:rsid w:val="00C92321"/>
    <w:rsid w:val="00C92527"/>
    <w:rsid w:val="00C925D2"/>
    <w:rsid w:val="00C92683"/>
    <w:rsid w:val="00C929E5"/>
    <w:rsid w:val="00C92E36"/>
    <w:rsid w:val="00C93685"/>
    <w:rsid w:val="00C936A4"/>
    <w:rsid w:val="00C94658"/>
    <w:rsid w:val="00C94B6E"/>
    <w:rsid w:val="00C94DA3"/>
    <w:rsid w:val="00C95353"/>
    <w:rsid w:val="00C95A66"/>
    <w:rsid w:val="00C95DED"/>
    <w:rsid w:val="00C95FDB"/>
    <w:rsid w:val="00C96027"/>
    <w:rsid w:val="00C965D7"/>
    <w:rsid w:val="00C9684F"/>
    <w:rsid w:val="00C974C5"/>
    <w:rsid w:val="00C97842"/>
    <w:rsid w:val="00C97891"/>
    <w:rsid w:val="00C97AEF"/>
    <w:rsid w:val="00C97AF1"/>
    <w:rsid w:val="00C97CE5"/>
    <w:rsid w:val="00C97E04"/>
    <w:rsid w:val="00C97F90"/>
    <w:rsid w:val="00CA0159"/>
    <w:rsid w:val="00CA02F5"/>
    <w:rsid w:val="00CA067F"/>
    <w:rsid w:val="00CA0768"/>
    <w:rsid w:val="00CA07D2"/>
    <w:rsid w:val="00CA0952"/>
    <w:rsid w:val="00CA0994"/>
    <w:rsid w:val="00CA0B29"/>
    <w:rsid w:val="00CA17D1"/>
    <w:rsid w:val="00CA1808"/>
    <w:rsid w:val="00CA1BEF"/>
    <w:rsid w:val="00CA21DB"/>
    <w:rsid w:val="00CA249D"/>
    <w:rsid w:val="00CA2D36"/>
    <w:rsid w:val="00CA3593"/>
    <w:rsid w:val="00CA37BB"/>
    <w:rsid w:val="00CA3C33"/>
    <w:rsid w:val="00CA4065"/>
    <w:rsid w:val="00CA46B1"/>
    <w:rsid w:val="00CA475F"/>
    <w:rsid w:val="00CA47F4"/>
    <w:rsid w:val="00CA4B6D"/>
    <w:rsid w:val="00CA4BE3"/>
    <w:rsid w:val="00CA4CF9"/>
    <w:rsid w:val="00CA4DC1"/>
    <w:rsid w:val="00CA4F58"/>
    <w:rsid w:val="00CA5D59"/>
    <w:rsid w:val="00CA633E"/>
    <w:rsid w:val="00CA6372"/>
    <w:rsid w:val="00CA65E0"/>
    <w:rsid w:val="00CA6779"/>
    <w:rsid w:val="00CA68D8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6B0"/>
    <w:rsid w:val="00CB18D5"/>
    <w:rsid w:val="00CB2216"/>
    <w:rsid w:val="00CB2379"/>
    <w:rsid w:val="00CB23E2"/>
    <w:rsid w:val="00CB26F1"/>
    <w:rsid w:val="00CB2D5B"/>
    <w:rsid w:val="00CB30AD"/>
    <w:rsid w:val="00CB31D4"/>
    <w:rsid w:val="00CB3234"/>
    <w:rsid w:val="00CB327B"/>
    <w:rsid w:val="00CB3706"/>
    <w:rsid w:val="00CB3802"/>
    <w:rsid w:val="00CB39B1"/>
    <w:rsid w:val="00CB3C87"/>
    <w:rsid w:val="00CB3DE5"/>
    <w:rsid w:val="00CB3F1E"/>
    <w:rsid w:val="00CB44E2"/>
    <w:rsid w:val="00CB49B7"/>
    <w:rsid w:val="00CB4BE5"/>
    <w:rsid w:val="00CB4CB9"/>
    <w:rsid w:val="00CB4F93"/>
    <w:rsid w:val="00CB56DA"/>
    <w:rsid w:val="00CB5776"/>
    <w:rsid w:val="00CB57C4"/>
    <w:rsid w:val="00CB5AD5"/>
    <w:rsid w:val="00CB5BCC"/>
    <w:rsid w:val="00CB650B"/>
    <w:rsid w:val="00CB652F"/>
    <w:rsid w:val="00CB6940"/>
    <w:rsid w:val="00CB6FD0"/>
    <w:rsid w:val="00CB71C1"/>
    <w:rsid w:val="00CB75F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4AF"/>
    <w:rsid w:val="00CC577A"/>
    <w:rsid w:val="00CC588D"/>
    <w:rsid w:val="00CC5A02"/>
    <w:rsid w:val="00CC5F52"/>
    <w:rsid w:val="00CC6B16"/>
    <w:rsid w:val="00CC6E88"/>
    <w:rsid w:val="00CC73C6"/>
    <w:rsid w:val="00CC7488"/>
    <w:rsid w:val="00CC7527"/>
    <w:rsid w:val="00CC79D0"/>
    <w:rsid w:val="00CC7DA6"/>
    <w:rsid w:val="00CC7F69"/>
    <w:rsid w:val="00CD089A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EC2"/>
    <w:rsid w:val="00CD2014"/>
    <w:rsid w:val="00CD22A9"/>
    <w:rsid w:val="00CD23A0"/>
    <w:rsid w:val="00CD261A"/>
    <w:rsid w:val="00CD2892"/>
    <w:rsid w:val="00CD29B2"/>
    <w:rsid w:val="00CD2AFB"/>
    <w:rsid w:val="00CD2C39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6A92"/>
    <w:rsid w:val="00CD6CDC"/>
    <w:rsid w:val="00CD6DBB"/>
    <w:rsid w:val="00CD72DF"/>
    <w:rsid w:val="00CD767B"/>
    <w:rsid w:val="00CD7B2E"/>
    <w:rsid w:val="00CE092F"/>
    <w:rsid w:val="00CE0AF1"/>
    <w:rsid w:val="00CE1047"/>
    <w:rsid w:val="00CE1C6E"/>
    <w:rsid w:val="00CE2138"/>
    <w:rsid w:val="00CE2342"/>
    <w:rsid w:val="00CE2350"/>
    <w:rsid w:val="00CE238F"/>
    <w:rsid w:val="00CE24B2"/>
    <w:rsid w:val="00CE24C4"/>
    <w:rsid w:val="00CE28AD"/>
    <w:rsid w:val="00CE2ABE"/>
    <w:rsid w:val="00CE3735"/>
    <w:rsid w:val="00CE3892"/>
    <w:rsid w:val="00CE3CDB"/>
    <w:rsid w:val="00CE4226"/>
    <w:rsid w:val="00CE4265"/>
    <w:rsid w:val="00CE45F7"/>
    <w:rsid w:val="00CE4EA9"/>
    <w:rsid w:val="00CE4F88"/>
    <w:rsid w:val="00CE51CA"/>
    <w:rsid w:val="00CE52E0"/>
    <w:rsid w:val="00CE5472"/>
    <w:rsid w:val="00CE561E"/>
    <w:rsid w:val="00CE56B7"/>
    <w:rsid w:val="00CE56F1"/>
    <w:rsid w:val="00CE65FD"/>
    <w:rsid w:val="00CE7999"/>
    <w:rsid w:val="00CE7AEB"/>
    <w:rsid w:val="00CE7BB4"/>
    <w:rsid w:val="00CE7CEC"/>
    <w:rsid w:val="00CE7FF7"/>
    <w:rsid w:val="00CF063F"/>
    <w:rsid w:val="00CF0817"/>
    <w:rsid w:val="00CF10B3"/>
    <w:rsid w:val="00CF120F"/>
    <w:rsid w:val="00CF1573"/>
    <w:rsid w:val="00CF1598"/>
    <w:rsid w:val="00CF1A98"/>
    <w:rsid w:val="00CF1F47"/>
    <w:rsid w:val="00CF2149"/>
    <w:rsid w:val="00CF2442"/>
    <w:rsid w:val="00CF28D3"/>
    <w:rsid w:val="00CF2FD8"/>
    <w:rsid w:val="00CF37A6"/>
    <w:rsid w:val="00CF4718"/>
    <w:rsid w:val="00CF4934"/>
    <w:rsid w:val="00CF4B1D"/>
    <w:rsid w:val="00CF4B33"/>
    <w:rsid w:val="00CF4B84"/>
    <w:rsid w:val="00CF4C48"/>
    <w:rsid w:val="00CF52F1"/>
    <w:rsid w:val="00CF5797"/>
    <w:rsid w:val="00CF580D"/>
    <w:rsid w:val="00CF5E03"/>
    <w:rsid w:val="00CF5E54"/>
    <w:rsid w:val="00CF63A8"/>
    <w:rsid w:val="00CF7058"/>
    <w:rsid w:val="00CF7336"/>
    <w:rsid w:val="00CF73D1"/>
    <w:rsid w:val="00CF7DFC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92D"/>
    <w:rsid w:val="00D06E07"/>
    <w:rsid w:val="00D10038"/>
    <w:rsid w:val="00D1046D"/>
    <w:rsid w:val="00D1052F"/>
    <w:rsid w:val="00D1196E"/>
    <w:rsid w:val="00D11AF0"/>
    <w:rsid w:val="00D11C85"/>
    <w:rsid w:val="00D120B0"/>
    <w:rsid w:val="00D12A96"/>
    <w:rsid w:val="00D12CE0"/>
    <w:rsid w:val="00D1306F"/>
    <w:rsid w:val="00D1363E"/>
    <w:rsid w:val="00D1373E"/>
    <w:rsid w:val="00D137D1"/>
    <w:rsid w:val="00D13AA6"/>
    <w:rsid w:val="00D13ADB"/>
    <w:rsid w:val="00D13B1A"/>
    <w:rsid w:val="00D14180"/>
    <w:rsid w:val="00D1441E"/>
    <w:rsid w:val="00D148CE"/>
    <w:rsid w:val="00D14BF5"/>
    <w:rsid w:val="00D150B7"/>
    <w:rsid w:val="00D15803"/>
    <w:rsid w:val="00D1590F"/>
    <w:rsid w:val="00D15C33"/>
    <w:rsid w:val="00D15E62"/>
    <w:rsid w:val="00D16189"/>
    <w:rsid w:val="00D1618E"/>
    <w:rsid w:val="00D16871"/>
    <w:rsid w:val="00D16A2E"/>
    <w:rsid w:val="00D16BDD"/>
    <w:rsid w:val="00D1707A"/>
    <w:rsid w:val="00D175E6"/>
    <w:rsid w:val="00D17632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DA2"/>
    <w:rsid w:val="00D21E54"/>
    <w:rsid w:val="00D22037"/>
    <w:rsid w:val="00D22EF8"/>
    <w:rsid w:val="00D2346E"/>
    <w:rsid w:val="00D25E93"/>
    <w:rsid w:val="00D26551"/>
    <w:rsid w:val="00D26B0F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09B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48C7"/>
    <w:rsid w:val="00D349ED"/>
    <w:rsid w:val="00D34BB4"/>
    <w:rsid w:val="00D34BCE"/>
    <w:rsid w:val="00D3527D"/>
    <w:rsid w:val="00D353C4"/>
    <w:rsid w:val="00D353CE"/>
    <w:rsid w:val="00D35543"/>
    <w:rsid w:val="00D35B49"/>
    <w:rsid w:val="00D35B6A"/>
    <w:rsid w:val="00D36943"/>
    <w:rsid w:val="00D3698B"/>
    <w:rsid w:val="00D36F22"/>
    <w:rsid w:val="00D373CA"/>
    <w:rsid w:val="00D3775E"/>
    <w:rsid w:val="00D3782A"/>
    <w:rsid w:val="00D379D0"/>
    <w:rsid w:val="00D4018C"/>
    <w:rsid w:val="00D406B1"/>
    <w:rsid w:val="00D40DD7"/>
    <w:rsid w:val="00D411F0"/>
    <w:rsid w:val="00D412B1"/>
    <w:rsid w:val="00D415D4"/>
    <w:rsid w:val="00D41972"/>
    <w:rsid w:val="00D42496"/>
    <w:rsid w:val="00D42AF2"/>
    <w:rsid w:val="00D42D3D"/>
    <w:rsid w:val="00D43348"/>
    <w:rsid w:val="00D4428D"/>
    <w:rsid w:val="00D445FF"/>
    <w:rsid w:val="00D4489E"/>
    <w:rsid w:val="00D44A51"/>
    <w:rsid w:val="00D45472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FD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4E3"/>
    <w:rsid w:val="00D53557"/>
    <w:rsid w:val="00D53943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ECB"/>
    <w:rsid w:val="00D54FA6"/>
    <w:rsid w:val="00D5509C"/>
    <w:rsid w:val="00D5535E"/>
    <w:rsid w:val="00D55D17"/>
    <w:rsid w:val="00D55E17"/>
    <w:rsid w:val="00D55E9E"/>
    <w:rsid w:val="00D55EC5"/>
    <w:rsid w:val="00D56448"/>
    <w:rsid w:val="00D564F2"/>
    <w:rsid w:val="00D56547"/>
    <w:rsid w:val="00D56587"/>
    <w:rsid w:val="00D56772"/>
    <w:rsid w:val="00D56896"/>
    <w:rsid w:val="00D56CE4"/>
    <w:rsid w:val="00D574F2"/>
    <w:rsid w:val="00D57CBF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27EC"/>
    <w:rsid w:val="00D62EB4"/>
    <w:rsid w:val="00D63067"/>
    <w:rsid w:val="00D634C2"/>
    <w:rsid w:val="00D637D3"/>
    <w:rsid w:val="00D637E7"/>
    <w:rsid w:val="00D63B57"/>
    <w:rsid w:val="00D63EAD"/>
    <w:rsid w:val="00D64279"/>
    <w:rsid w:val="00D64410"/>
    <w:rsid w:val="00D654C4"/>
    <w:rsid w:val="00D65903"/>
    <w:rsid w:val="00D65A41"/>
    <w:rsid w:val="00D65D70"/>
    <w:rsid w:val="00D66093"/>
    <w:rsid w:val="00D664BE"/>
    <w:rsid w:val="00D664DD"/>
    <w:rsid w:val="00D66514"/>
    <w:rsid w:val="00D668C4"/>
    <w:rsid w:val="00D668F1"/>
    <w:rsid w:val="00D66A82"/>
    <w:rsid w:val="00D66F0B"/>
    <w:rsid w:val="00D670E6"/>
    <w:rsid w:val="00D6720B"/>
    <w:rsid w:val="00D67501"/>
    <w:rsid w:val="00D67B61"/>
    <w:rsid w:val="00D67CDA"/>
    <w:rsid w:val="00D70368"/>
    <w:rsid w:val="00D704BE"/>
    <w:rsid w:val="00D70747"/>
    <w:rsid w:val="00D70A67"/>
    <w:rsid w:val="00D711B6"/>
    <w:rsid w:val="00D7142F"/>
    <w:rsid w:val="00D71655"/>
    <w:rsid w:val="00D7195C"/>
    <w:rsid w:val="00D71C6D"/>
    <w:rsid w:val="00D72BA3"/>
    <w:rsid w:val="00D73290"/>
    <w:rsid w:val="00D7344D"/>
    <w:rsid w:val="00D73F4C"/>
    <w:rsid w:val="00D74775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2D4"/>
    <w:rsid w:val="00D7731F"/>
    <w:rsid w:val="00D7742F"/>
    <w:rsid w:val="00D777A2"/>
    <w:rsid w:val="00D77A82"/>
    <w:rsid w:val="00D77B05"/>
    <w:rsid w:val="00D77BEF"/>
    <w:rsid w:val="00D80074"/>
    <w:rsid w:val="00D80F31"/>
    <w:rsid w:val="00D81183"/>
    <w:rsid w:val="00D81658"/>
    <w:rsid w:val="00D81CF0"/>
    <w:rsid w:val="00D8207D"/>
    <w:rsid w:val="00D83616"/>
    <w:rsid w:val="00D8415E"/>
    <w:rsid w:val="00D84221"/>
    <w:rsid w:val="00D84888"/>
    <w:rsid w:val="00D849E6"/>
    <w:rsid w:val="00D85453"/>
    <w:rsid w:val="00D854DF"/>
    <w:rsid w:val="00D85717"/>
    <w:rsid w:val="00D8574D"/>
    <w:rsid w:val="00D85998"/>
    <w:rsid w:val="00D85BC4"/>
    <w:rsid w:val="00D85F40"/>
    <w:rsid w:val="00D85FC5"/>
    <w:rsid w:val="00D86134"/>
    <w:rsid w:val="00D8660A"/>
    <w:rsid w:val="00D86666"/>
    <w:rsid w:val="00D866A7"/>
    <w:rsid w:val="00D86935"/>
    <w:rsid w:val="00D86996"/>
    <w:rsid w:val="00D87005"/>
    <w:rsid w:val="00D870F0"/>
    <w:rsid w:val="00D87117"/>
    <w:rsid w:val="00D87187"/>
    <w:rsid w:val="00D874DC"/>
    <w:rsid w:val="00D9064A"/>
    <w:rsid w:val="00D90FE0"/>
    <w:rsid w:val="00D91082"/>
    <w:rsid w:val="00D911A4"/>
    <w:rsid w:val="00D91563"/>
    <w:rsid w:val="00D915B4"/>
    <w:rsid w:val="00D91E46"/>
    <w:rsid w:val="00D92515"/>
    <w:rsid w:val="00D925D9"/>
    <w:rsid w:val="00D926DE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689D"/>
    <w:rsid w:val="00D96E49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FDB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5D94"/>
    <w:rsid w:val="00DA6163"/>
    <w:rsid w:val="00DA65DF"/>
    <w:rsid w:val="00DA6891"/>
    <w:rsid w:val="00DA693F"/>
    <w:rsid w:val="00DA6950"/>
    <w:rsid w:val="00DA780B"/>
    <w:rsid w:val="00DA7AB8"/>
    <w:rsid w:val="00DA7BD0"/>
    <w:rsid w:val="00DB0530"/>
    <w:rsid w:val="00DB0BE7"/>
    <w:rsid w:val="00DB0E8A"/>
    <w:rsid w:val="00DB11B3"/>
    <w:rsid w:val="00DB1569"/>
    <w:rsid w:val="00DB1A9B"/>
    <w:rsid w:val="00DB21BB"/>
    <w:rsid w:val="00DB2656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18D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4A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44C"/>
    <w:rsid w:val="00DC56F5"/>
    <w:rsid w:val="00DC5E1F"/>
    <w:rsid w:val="00DC6AFA"/>
    <w:rsid w:val="00DC7EDD"/>
    <w:rsid w:val="00DD0049"/>
    <w:rsid w:val="00DD0317"/>
    <w:rsid w:val="00DD0596"/>
    <w:rsid w:val="00DD05DF"/>
    <w:rsid w:val="00DD0739"/>
    <w:rsid w:val="00DD1616"/>
    <w:rsid w:val="00DD21D1"/>
    <w:rsid w:val="00DD291A"/>
    <w:rsid w:val="00DD33E9"/>
    <w:rsid w:val="00DD4378"/>
    <w:rsid w:val="00DD45DF"/>
    <w:rsid w:val="00DD4628"/>
    <w:rsid w:val="00DD46AF"/>
    <w:rsid w:val="00DD4A25"/>
    <w:rsid w:val="00DD5487"/>
    <w:rsid w:val="00DD58E2"/>
    <w:rsid w:val="00DD5B40"/>
    <w:rsid w:val="00DD5C0B"/>
    <w:rsid w:val="00DD617B"/>
    <w:rsid w:val="00DD6E61"/>
    <w:rsid w:val="00DD7ACC"/>
    <w:rsid w:val="00DE0018"/>
    <w:rsid w:val="00DE0222"/>
    <w:rsid w:val="00DE0CC1"/>
    <w:rsid w:val="00DE0F46"/>
    <w:rsid w:val="00DE1598"/>
    <w:rsid w:val="00DE18D8"/>
    <w:rsid w:val="00DE27F4"/>
    <w:rsid w:val="00DE2919"/>
    <w:rsid w:val="00DE2B02"/>
    <w:rsid w:val="00DE33A5"/>
    <w:rsid w:val="00DE3DBF"/>
    <w:rsid w:val="00DE413B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0B6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3E9E"/>
    <w:rsid w:val="00DF41CC"/>
    <w:rsid w:val="00DF444D"/>
    <w:rsid w:val="00DF44E9"/>
    <w:rsid w:val="00DF4669"/>
    <w:rsid w:val="00DF4FCE"/>
    <w:rsid w:val="00DF568D"/>
    <w:rsid w:val="00DF5723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A64"/>
    <w:rsid w:val="00E02EB2"/>
    <w:rsid w:val="00E03106"/>
    <w:rsid w:val="00E033B2"/>
    <w:rsid w:val="00E033B6"/>
    <w:rsid w:val="00E033DE"/>
    <w:rsid w:val="00E03539"/>
    <w:rsid w:val="00E0376C"/>
    <w:rsid w:val="00E03BEC"/>
    <w:rsid w:val="00E04005"/>
    <w:rsid w:val="00E042A9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5E1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5C4E"/>
    <w:rsid w:val="00E15D20"/>
    <w:rsid w:val="00E16760"/>
    <w:rsid w:val="00E16FAE"/>
    <w:rsid w:val="00E1743C"/>
    <w:rsid w:val="00E17EED"/>
    <w:rsid w:val="00E20212"/>
    <w:rsid w:val="00E20F60"/>
    <w:rsid w:val="00E210BF"/>
    <w:rsid w:val="00E21254"/>
    <w:rsid w:val="00E213A6"/>
    <w:rsid w:val="00E21536"/>
    <w:rsid w:val="00E21537"/>
    <w:rsid w:val="00E22100"/>
    <w:rsid w:val="00E22E0F"/>
    <w:rsid w:val="00E22FE0"/>
    <w:rsid w:val="00E23FCC"/>
    <w:rsid w:val="00E2469C"/>
    <w:rsid w:val="00E24A74"/>
    <w:rsid w:val="00E24B69"/>
    <w:rsid w:val="00E25943"/>
    <w:rsid w:val="00E2597D"/>
    <w:rsid w:val="00E25C7B"/>
    <w:rsid w:val="00E26254"/>
    <w:rsid w:val="00E26512"/>
    <w:rsid w:val="00E26B2F"/>
    <w:rsid w:val="00E26B49"/>
    <w:rsid w:val="00E26C0C"/>
    <w:rsid w:val="00E26CA7"/>
    <w:rsid w:val="00E26D62"/>
    <w:rsid w:val="00E26E36"/>
    <w:rsid w:val="00E270BB"/>
    <w:rsid w:val="00E270DA"/>
    <w:rsid w:val="00E271DF"/>
    <w:rsid w:val="00E2775F"/>
    <w:rsid w:val="00E2799D"/>
    <w:rsid w:val="00E302F0"/>
    <w:rsid w:val="00E30763"/>
    <w:rsid w:val="00E30F7D"/>
    <w:rsid w:val="00E31037"/>
    <w:rsid w:val="00E3119B"/>
    <w:rsid w:val="00E311BC"/>
    <w:rsid w:val="00E315DF"/>
    <w:rsid w:val="00E31865"/>
    <w:rsid w:val="00E31A6E"/>
    <w:rsid w:val="00E31CA3"/>
    <w:rsid w:val="00E31E1C"/>
    <w:rsid w:val="00E320E2"/>
    <w:rsid w:val="00E3211E"/>
    <w:rsid w:val="00E3239B"/>
    <w:rsid w:val="00E32778"/>
    <w:rsid w:val="00E32AF7"/>
    <w:rsid w:val="00E335B8"/>
    <w:rsid w:val="00E33D55"/>
    <w:rsid w:val="00E34499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528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289"/>
    <w:rsid w:val="00E4641B"/>
    <w:rsid w:val="00E464AD"/>
    <w:rsid w:val="00E4682A"/>
    <w:rsid w:val="00E46B38"/>
    <w:rsid w:val="00E46CEA"/>
    <w:rsid w:val="00E471AC"/>
    <w:rsid w:val="00E473B8"/>
    <w:rsid w:val="00E473F6"/>
    <w:rsid w:val="00E4766C"/>
    <w:rsid w:val="00E478FC"/>
    <w:rsid w:val="00E47DA0"/>
    <w:rsid w:val="00E50111"/>
    <w:rsid w:val="00E507FC"/>
    <w:rsid w:val="00E50BB5"/>
    <w:rsid w:val="00E50D89"/>
    <w:rsid w:val="00E511C9"/>
    <w:rsid w:val="00E512C5"/>
    <w:rsid w:val="00E5147A"/>
    <w:rsid w:val="00E51A7F"/>
    <w:rsid w:val="00E51AFA"/>
    <w:rsid w:val="00E52105"/>
    <w:rsid w:val="00E52376"/>
    <w:rsid w:val="00E5239C"/>
    <w:rsid w:val="00E5253B"/>
    <w:rsid w:val="00E52FE3"/>
    <w:rsid w:val="00E53383"/>
    <w:rsid w:val="00E535CE"/>
    <w:rsid w:val="00E539CF"/>
    <w:rsid w:val="00E5432A"/>
    <w:rsid w:val="00E54448"/>
    <w:rsid w:val="00E546D2"/>
    <w:rsid w:val="00E54FA3"/>
    <w:rsid w:val="00E55194"/>
    <w:rsid w:val="00E557F2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E05"/>
    <w:rsid w:val="00E6189C"/>
    <w:rsid w:val="00E61F7E"/>
    <w:rsid w:val="00E623CA"/>
    <w:rsid w:val="00E62923"/>
    <w:rsid w:val="00E62F6E"/>
    <w:rsid w:val="00E63249"/>
    <w:rsid w:val="00E6336C"/>
    <w:rsid w:val="00E643A2"/>
    <w:rsid w:val="00E65901"/>
    <w:rsid w:val="00E65C29"/>
    <w:rsid w:val="00E663E2"/>
    <w:rsid w:val="00E66592"/>
    <w:rsid w:val="00E665F1"/>
    <w:rsid w:val="00E66978"/>
    <w:rsid w:val="00E66EED"/>
    <w:rsid w:val="00E66FF6"/>
    <w:rsid w:val="00E6745F"/>
    <w:rsid w:val="00E67671"/>
    <w:rsid w:val="00E67C09"/>
    <w:rsid w:val="00E700B7"/>
    <w:rsid w:val="00E7114A"/>
    <w:rsid w:val="00E711F7"/>
    <w:rsid w:val="00E71539"/>
    <w:rsid w:val="00E716EB"/>
    <w:rsid w:val="00E71E63"/>
    <w:rsid w:val="00E72114"/>
    <w:rsid w:val="00E72535"/>
    <w:rsid w:val="00E728E5"/>
    <w:rsid w:val="00E72EDD"/>
    <w:rsid w:val="00E730EC"/>
    <w:rsid w:val="00E73157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77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17F"/>
    <w:rsid w:val="00E8161B"/>
    <w:rsid w:val="00E81919"/>
    <w:rsid w:val="00E81941"/>
    <w:rsid w:val="00E81BBB"/>
    <w:rsid w:val="00E81C64"/>
    <w:rsid w:val="00E81D07"/>
    <w:rsid w:val="00E83484"/>
    <w:rsid w:val="00E836FC"/>
    <w:rsid w:val="00E84464"/>
    <w:rsid w:val="00E84493"/>
    <w:rsid w:val="00E84B28"/>
    <w:rsid w:val="00E84E7D"/>
    <w:rsid w:val="00E84FED"/>
    <w:rsid w:val="00E85664"/>
    <w:rsid w:val="00E85ACD"/>
    <w:rsid w:val="00E85BFF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4FA"/>
    <w:rsid w:val="00E92027"/>
    <w:rsid w:val="00E924A9"/>
    <w:rsid w:val="00E9266A"/>
    <w:rsid w:val="00E93306"/>
    <w:rsid w:val="00E93B7E"/>
    <w:rsid w:val="00E93D78"/>
    <w:rsid w:val="00E93E4E"/>
    <w:rsid w:val="00E93F3E"/>
    <w:rsid w:val="00E941F9"/>
    <w:rsid w:val="00E94328"/>
    <w:rsid w:val="00E94589"/>
    <w:rsid w:val="00E94679"/>
    <w:rsid w:val="00E946D3"/>
    <w:rsid w:val="00E94AA8"/>
    <w:rsid w:val="00E94B3F"/>
    <w:rsid w:val="00E94CAD"/>
    <w:rsid w:val="00E95586"/>
    <w:rsid w:val="00E95718"/>
    <w:rsid w:val="00E95FD9"/>
    <w:rsid w:val="00E96306"/>
    <w:rsid w:val="00E964AD"/>
    <w:rsid w:val="00E96D2E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1B76"/>
    <w:rsid w:val="00EA3091"/>
    <w:rsid w:val="00EA30BA"/>
    <w:rsid w:val="00EA3231"/>
    <w:rsid w:val="00EA388C"/>
    <w:rsid w:val="00EA46E6"/>
    <w:rsid w:val="00EA4C28"/>
    <w:rsid w:val="00EA4F66"/>
    <w:rsid w:val="00EA50D4"/>
    <w:rsid w:val="00EA5176"/>
    <w:rsid w:val="00EA5798"/>
    <w:rsid w:val="00EA645A"/>
    <w:rsid w:val="00EA656D"/>
    <w:rsid w:val="00EA67DA"/>
    <w:rsid w:val="00EA6B1A"/>
    <w:rsid w:val="00EA6FF7"/>
    <w:rsid w:val="00EA7D6D"/>
    <w:rsid w:val="00EA7EDC"/>
    <w:rsid w:val="00EB0495"/>
    <w:rsid w:val="00EB0588"/>
    <w:rsid w:val="00EB0BEC"/>
    <w:rsid w:val="00EB0C48"/>
    <w:rsid w:val="00EB0E24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5B1"/>
    <w:rsid w:val="00EB4878"/>
    <w:rsid w:val="00EB499E"/>
    <w:rsid w:val="00EB4B81"/>
    <w:rsid w:val="00EB51EE"/>
    <w:rsid w:val="00EB5207"/>
    <w:rsid w:val="00EB5615"/>
    <w:rsid w:val="00EB582D"/>
    <w:rsid w:val="00EB58E9"/>
    <w:rsid w:val="00EB6018"/>
    <w:rsid w:val="00EB680E"/>
    <w:rsid w:val="00EB6A32"/>
    <w:rsid w:val="00EB6B73"/>
    <w:rsid w:val="00EB70C9"/>
    <w:rsid w:val="00EB756F"/>
    <w:rsid w:val="00EB7B4C"/>
    <w:rsid w:val="00EB7B61"/>
    <w:rsid w:val="00EC009B"/>
    <w:rsid w:val="00EC0420"/>
    <w:rsid w:val="00EC06E9"/>
    <w:rsid w:val="00EC0819"/>
    <w:rsid w:val="00EC0C7F"/>
    <w:rsid w:val="00EC12C2"/>
    <w:rsid w:val="00EC131F"/>
    <w:rsid w:val="00EC1EF2"/>
    <w:rsid w:val="00EC2D81"/>
    <w:rsid w:val="00EC2E0E"/>
    <w:rsid w:val="00EC3050"/>
    <w:rsid w:val="00EC32E6"/>
    <w:rsid w:val="00EC3769"/>
    <w:rsid w:val="00EC3855"/>
    <w:rsid w:val="00EC395B"/>
    <w:rsid w:val="00EC3A2B"/>
    <w:rsid w:val="00EC3D25"/>
    <w:rsid w:val="00EC4654"/>
    <w:rsid w:val="00EC499C"/>
    <w:rsid w:val="00EC4C14"/>
    <w:rsid w:val="00EC56B2"/>
    <w:rsid w:val="00EC5774"/>
    <w:rsid w:val="00EC57A1"/>
    <w:rsid w:val="00EC59F4"/>
    <w:rsid w:val="00EC65DF"/>
    <w:rsid w:val="00EC6616"/>
    <w:rsid w:val="00EC6A82"/>
    <w:rsid w:val="00EC6DEF"/>
    <w:rsid w:val="00EC72C3"/>
    <w:rsid w:val="00EC746D"/>
    <w:rsid w:val="00EC74B8"/>
    <w:rsid w:val="00EC755C"/>
    <w:rsid w:val="00EC7684"/>
    <w:rsid w:val="00EC7DD1"/>
    <w:rsid w:val="00EC7FC9"/>
    <w:rsid w:val="00ED017F"/>
    <w:rsid w:val="00ED0352"/>
    <w:rsid w:val="00ED044C"/>
    <w:rsid w:val="00ED052F"/>
    <w:rsid w:val="00ED124C"/>
    <w:rsid w:val="00ED181D"/>
    <w:rsid w:val="00ED1B4E"/>
    <w:rsid w:val="00ED1BE1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4F5E"/>
    <w:rsid w:val="00ED5398"/>
    <w:rsid w:val="00ED548A"/>
    <w:rsid w:val="00ED55C4"/>
    <w:rsid w:val="00ED695A"/>
    <w:rsid w:val="00ED6F34"/>
    <w:rsid w:val="00ED709C"/>
    <w:rsid w:val="00ED70E5"/>
    <w:rsid w:val="00ED7123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AD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3F4C"/>
    <w:rsid w:val="00EE4275"/>
    <w:rsid w:val="00EE44B0"/>
    <w:rsid w:val="00EE44EC"/>
    <w:rsid w:val="00EE4B4D"/>
    <w:rsid w:val="00EE5073"/>
    <w:rsid w:val="00EE50C3"/>
    <w:rsid w:val="00EE50FA"/>
    <w:rsid w:val="00EE5594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6F1F"/>
    <w:rsid w:val="00EE74A9"/>
    <w:rsid w:val="00EE787C"/>
    <w:rsid w:val="00EE7A10"/>
    <w:rsid w:val="00EE7C2B"/>
    <w:rsid w:val="00EE7D6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D72"/>
    <w:rsid w:val="00EF1E65"/>
    <w:rsid w:val="00EF2305"/>
    <w:rsid w:val="00EF2428"/>
    <w:rsid w:val="00EF26E5"/>
    <w:rsid w:val="00EF2987"/>
    <w:rsid w:val="00EF2A39"/>
    <w:rsid w:val="00EF2D38"/>
    <w:rsid w:val="00EF2F33"/>
    <w:rsid w:val="00EF32DF"/>
    <w:rsid w:val="00EF342E"/>
    <w:rsid w:val="00EF3731"/>
    <w:rsid w:val="00EF3F2D"/>
    <w:rsid w:val="00EF4880"/>
    <w:rsid w:val="00EF4C86"/>
    <w:rsid w:val="00EF5163"/>
    <w:rsid w:val="00EF54C0"/>
    <w:rsid w:val="00EF564D"/>
    <w:rsid w:val="00EF5CC3"/>
    <w:rsid w:val="00EF5D34"/>
    <w:rsid w:val="00EF662C"/>
    <w:rsid w:val="00EF6762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14B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78B"/>
    <w:rsid w:val="00F06BE9"/>
    <w:rsid w:val="00F06CA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F4"/>
    <w:rsid w:val="00F147D9"/>
    <w:rsid w:val="00F14CC1"/>
    <w:rsid w:val="00F14DC2"/>
    <w:rsid w:val="00F14FE4"/>
    <w:rsid w:val="00F157F3"/>
    <w:rsid w:val="00F15922"/>
    <w:rsid w:val="00F161D4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519"/>
    <w:rsid w:val="00F219A5"/>
    <w:rsid w:val="00F21D28"/>
    <w:rsid w:val="00F2224C"/>
    <w:rsid w:val="00F22BBD"/>
    <w:rsid w:val="00F22C99"/>
    <w:rsid w:val="00F22F00"/>
    <w:rsid w:val="00F23190"/>
    <w:rsid w:val="00F235F7"/>
    <w:rsid w:val="00F2363A"/>
    <w:rsid w:val="00F23C5D"/>
    <w:rsid w:val="00F23C80"/>
    <w:rsid w:val="00F23CBB"/>
    <w:rsid w:val="00F23DEB"/>
    <w:rsid w:val="00F23EEF"/>
    <w:rsid w:val="00F23FB7"/>
    <w:rsid w:val="00F246E8"/>
    <w:rsid w:val="00F247B3"/>
    <w:rsid w:val="00F249D9"/>
    <w:rsid w:val="00F24DEA"/>
    <w:rsid w:val="00F25452"/>
    <w:rsid w:val="00F25767"/>
    <w:rsid w:val="00F25802"/>
    <w:rsid w:val="00F25857"/>
    <w:rsid w:val="00F2655B"/>
    <w:rsid w:val="00F26655"/>
    <w:rsid w:val="00F26E97"/>
    <w:rsid w:val="00F27121"/>
    <w:rsid w:val="00F27215"/>
    <w:rsid w:val="00F27943"/>
    <w:rsid w:val="00F27EB6"/>
    <w:rsid w:val="00F30057"/>
    <w:rsid w:val="00F308E0"/>
    <w:rsid w:val="00F30A8C"/>
    <w:rsid w:val="00F30C49"/>
    <w:rsid w:val="00F30F99"/>
    <w:rsid w:val="00F3129C"/>
    <w:rsid w:val="00F3140E"/>
    <w:rsid w:val="00F314D8"/>
    <w:rsid w:val="00F32454"/>
    <w:rsid w:val="00F327B2"/>
    <w:rsid w:val="00F32ADE"/>
    <w:rsid w:val="00F32EF1"/>
    <w:rsid w:val="00F33578"/>
    <w:rsid w:val="00F335CE"/>
    <w:rsid w:val="00F33846"/>
    <w:rsid w:val="00F339E0"/>
    <w:rsid w:val="00F33D3C"/>
    <w:rsid w:val="00F33DDF"/>
    <w:rsid w:val="00F33F81"/>
    <w:rsid w:val="00F340B2"/>
    <w:rsid w:val="00F3472B"/>
    <w:rsid w:val="00F349F2"/>
    <w:rsid w:val="00F34B3E"/>
    <w:rsid w:val="00F34CD9"/>
    <w:rsid w:val="00F34F7C"/>
    <w:rsid w:val="00F351E6"/>
    <w:rsid w:val="00F3523B"/>
    <w:rsid w:val="00F35685"/>
    <w:rsid w:val="00F36509"/>
    <w:rsid w:val="00F36546"/>
    <w:rsid w:val="00F36748"/>
    <w:rsid w:val="00F3713D"/>
    <w:rsid w:val="00F37143"/>
    <w:rsid w:val="00F37230"/>
    <w:rsid w:val="00F372F3"/>
    <w:rsid w:val="00F37973"/>
    <w:rsid w:val="00F37D8B"/>
    <w:rsid w:val="00F40246"/>
    <w:rsid w:val="00F40716"/>
    <w:rsid w:val="00F409C2"/>
    <w:rsid w:val="00F41B0A"/>
    <w:rsid w:val="00F41D77"/>
    <w:rsid w:val="00F42181"/>
    <w:rsid w:val="00F42436"/>
    <w:rsid w:val="00F429B0"/>
    <w:rsid w:val="00F42B4E"/>
    <w:rsid w:val="00F42D9C"/>
    <w:rsid w:val="00F42F19"/>
    <w:rsid w:val="00F43084"/>
    <w:rsid w:val="00F432D8"/>
    <w:rsid w:val="00F437E9"/>
    <w:rsid w:val="00F438BF"/>
    <w:rsid w:val="00F43940"/>
    <w:rsid w:val="00F43A71"/>
    <w:rsid w:val="00F448C0"/>
    <w:rsid w:val="00F453D5"/>
    <w:rsid w:val="00F4580D"/>
    <w:rsid w:val="00F4596E"/>
    <w:rsid w:val="00F45990"/>
    <w:rsid w:val="00F46208"/>
    <w:rsid w:val="00F466A9"/>
    <w:rsid w:val="00F46797"/>
    <w:rsid w:val="00F46956"/>
    <w:rsid w:val="00F469F0"/>
    <w:rsid w:val="00F46E88"/>
    <w:rsid w:val="00F46F75"/>
    <w:rsid w:val="00F470EB"/>
    <w:rsid w:val="00F475F2"/>
    <w:rsid w:val="00F479F0"/>
    <w:rsid w:val="00F47BA9"/>
    <w:rsid w:val="00F50659"/>
    <w:rsid w:val="00F50804"/>
    <w:rsid w:val="00F5097D"/>
    <w:rsid w:val="00F50A8D"/>
    <w:rsid w:val="00F50D1C"/>
    <w:rsid w:val="00F516A3"/>
    <w:rsid w:val="00F51B14"/>
    <w:rsid w:val="00F51B7B"/>
    <w:rsid w:val="00F51E4E"/>
    <w:rsid w:val="00F51F93"/>
    <w:rsid w:val="00F525B4"/>
    <w:rsid w:val="00F525D9"/>
    <w:rsid w:val="00F526CE"/>
    <w:rsid w:val="00F52E05"/>
    <w:rsid w:val="00F5331E"/>
    <w:rsid w:val="00F53802"/>
    <w:rsid w:val="00F53A33"/>
    <w:rsid w:val="00F53F7E"/>
    <w:rsid w:val="00F543E1"/>
    <w:rsid w:val="00F544DC"/>
    <w:rsid w:val="00F5473B"/>
    <w:rsid w:val="00F547E2"/>
    <w:rsid w:val="00F5487A"/>
    <w:rsid w:val="00F54D1B"/>
    <w:rsid w:val="00F54F9D"/>
    <w:rsid w:val="00F55069"/>
    <w:rsid w:val="00F55137"/>
    <w:rsid w:val="00F552D4"/>
    <w:rsid w:val="00F55500"/>
    <w:rsid w:val="00F557EB"/>
    <w:rsid w:val="00F55DE2"/>
    <w:rsid w:val="00F55DF0"/>
    <w:rsid w:val="00F5658A"/>
    <w:rsid w:val="00F56B17"/>
    <w:rsid w:val="00F57739"/>
    <w:rsid w:val="00F57E91"/>
    <w:rsid w:val="00F60224"/>
    <w:rsid w:val="00F6058D"/>
    <w:rsid w:val="00F606C6"/>
    <w:rsid w:val="00F60714"/>
    <w:rsid w:val="00F61C4C"/>
    <w:rsid w:val="00F61D58"/>
    <w:rsid w:val="00F622F3"/>
    <w:rsid w:val="00F62DD8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5E5D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462"/>
    <w:rsid w:val="00F706DF"/>
    <w:rsid w:val="00F70911"/>
    <w:rsid w:val="00F716B8"/>
    <w:rsid w:val="00F721EC"/>
    <w:rsid w:val="00F7229D"/>
    <w:rsid w:val="00F723EA"/>
    <w:rsid w:val="00F724A2"/>
    <w:rsid w:val="00F725B3"/>
    <w:rsid w:val="00F72688"/>
    <w:rsid w:val="00F736E3"/>
    <w:rsid w:val="00F73702"/>
    <w:rsid w:val="00F73ABB"/>
    <w:rsid w:val="00F742D0"/>
    <w:rsid w:val="00F74707"/>
    <w:rsid w:val="00F74C89"/>
    <w:rsid w:val="00F7508F"/>
    <w:rsid w:val="00F7518D"/>
    <w:rsid w:val="00F7536D"/>
    <w:rsid w:val="00F75450"/>
    <w:rsid w:val="00F75952"/>
    <w:rsid w:val="00F76392"/>
    <w:rsid w:val="00F766D5"/>
    <w:rsid w:val="00F766F0"/>
    <w:rsid w:val="00F766F5"/>
    <w:rsid w:val="00F7687D"/>
    <w:rsid w:val="00F76C68"/>
    <w:rsid w:val="00F76CAD"/>
    <w:rsid w:val="00F77290"/>
    <w:rsid w:val="00F77613"/>
    <w:rsid w:val="00F77671"/>
    <w:rsid w:val="00F77A86"/>
    <w:rsid w:val="00F77B7B"/>
    <w:rsid w:val="00F8044C"/>
    <w:rsid w:val="00F808D2"/>
    <w:rsid w:val="00F80E9C"/>
    <w:rsid w:val="00F81269"/>
    <w:rsid w:val="00F8161D"/>
    <w:rsid w:val="00F82009"/>
    <w:rsid w:val="00F8216A"/>
    <w:rsid w:val="00F8217B"/>
    <w:rsid w:val="00F82424"/>
    <w:rsid w:val="00F82967"/>
    <w:rsid w:val="00F82D38"/>
    <w:rsid w:val="00F83560"/>
    <w:rsid w:val="00F839E2"/>
    <w:rsid w:val="00F83B8E"/>
    <w:rsid w:val="00F83D84"/>
    <w:rsid w:val="00F8437C"/>
    <w:rsid w:val="00F8581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879C4"/>
    <w:rsid w:val="00F9072E"/>
    <w:rsid w:val="00F91034"/>
    <w:rsid w:val="00F912DB"/>
    <w:rsid w:val="00F91437"/>
    <w:rsid w:val="00F91FBB"/>
    <w:rsid w:val="00F920CB"/>
    <w:rsid w:val="00F9223B"/>
    <w:rsid w:val="00F92B4B"/>
    <w:rsid w:val="00F92BC3"/>
    <w:rsid w:val="00F93477"/>
    <w:rsid w:val="00F9359D"/>
    <w:rsid w:val="00F936F6"/>
    <w:rsid w:val="00F9376C"/>
    <w:rsid w:val="00F94554"/>
    <w:rsid w:val="00F946B6"/>
    <w:rsid w:val="00F946C8"/>
    <w:rsid w:val="00F94882"/>
    <w:rsid w:val="00F94897"/>
    <w:rsid w:val="00F948DA"/>
    <w:rsid w:val="00F95454"/>
    <w:rsid w:val="00F95834"/>
    <w:rsid w:val="00F95D03"/>
    <w:rsid w:val="00F95E64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1F2E"/>
    <w:rsid w:val="00FA206C"/>
    <w:rsid w:val="00FA220B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736"/>
    <w:rsid w:val="00FA5BF9"/>
    <w:rsid w:val="00FA5EA6"/>
    <w:rsid w:val="00FA625F"/>
    <w:rsid w:val="00FA6FDF"/>
    <w:rsid w:val="00FA799C"/>
    <w:rsid w:val="00FA7C94"/>
    <w:rsid w:val="00FA7D5A"/>
    <w:rsid w:val="00FA7EAA"/>
    <w:rsid w:val="00FA7FA5"/>
    <w:rsid w:val="00FB03C3"/>
    <w:rsid w:val="00FB0813"/>
    <w:rsid w:val="00FB0AAA"/>
    <w:rsid w:val="00FB0CCD"/>
    <w:rsid w:val="00FB0FC9"/>
    <w:rsid w:val="00FB1119"/>
    <w:rsid w:val="00FB1163"/>
    <w:rsid w:val="00FB11BA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9CD"/>
    <w:rsid w:val="00FB5186"/>
    <w:rsid w:val="00FB55C5"/>
    <w:rsid w:val="00FB567C"/>
    <w:rsid w:val="00FB5787"/>
    <w:rsid w:val="00FB5E4A"/>
    <w:rsid w:val="00FB6575"/>
    <w:rsid w:val="00FB6A0A"/>
    <w:rsid w:val="00FB6D36"/>
    <w:rsid w:val="00FB7270"/>
    <w:rsid w:val="00FB739B"/>
    <w:rsid w:val="00FB7664"/>
    <w:rsid w:val="00FB7D4B"/>
    <w:rsid w:val="00FB7DAF"/>
    <w:rsid w:val="00FB7F49"/>
    <w:rsid w:val="00FC07D4"/>
    <w:rsid w:val="00FC0835"/>
    <w:rsid w:val="00FC088C"/>
    <w:rsid w:val="00FC103F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B78"/>
    <w:rsid w:val="00FC2E02"/>
    <w:rsid w:val="00FC30B8"/>
    <w:rsid w:val="00FC33D0"/>
    <w:rsid w:val="00FC3835"/>
    <w:rsid w:val="00FC38A8"/>
    <w:rsid w:val="00FC3D32"/>
    <w:rsid w:val="00FC3F5F"/>
    <w:rsid w:val="00FC3FD6"/>
    <w:rsid w:val="00FC450E"/>
    <w:rsid w:val="00FC46BF"/>
    <w:rsid w:val="00FC48A4"/>
    <w:rsid w:val="00FC4E7C"/>
    <w:rsid w:val="00FC53A1"/>
    <w:rsid w:val="00FC5414"/>
    <w:rsid w:val="00FC5BA5"/>
    <w:rsid w:val="00FC6183"/>
    <w:rsid w:val="00FC6209"/>
    <w:rsid w:val="00FC6835"/>
    <w:rsid w:val="00FC69F5"/>
    <w:rsid w:val="00FC6AD9"/>
    <w:rsid w:val="00FC6C1F"/>
    <w:rsid w:val="00FC6F1C"/>
    <w:rsid w:val="00FD0098"/>
    <w:rsid w:val="00FD00C6"/>
    <w:rsid w:val="00FD0727"/>
    <w:rsid w:val="00FD09FA"/>
    <w:rsid w:val="00FD0A33"/>
    <w:rsid w:val="00FD10EB"/>
    <w:rsid w:val="00FD1A24"/>
    <w:rsid w:val="00FD1CD3"/>
    <w:rsid w:val="00FD2990"/>
    <w:rsid w:val="00FD2A69"/>
    <w:rsid w:val="00FD3697"/>
    <w:rsid w:val="00FD3769"/>
    <w:rsid w:val="00FD442D"/>
    <w:rsid w:val="00FD44E0"/>
    <w:rsid w:val="00FD482B"/>
    <w:rsid w:val="00FD49A3"/>
    <w:rsid w:val="00FD5872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564"/>
    <w:rsid w:val="00FE19A3"/>
    <w:rsid w:val="00FE2461"/>
    <w:rsid w:val="00FE26E8"/>
    <w:rsid w:val="00FE28D6"/>
    <w:rsid w:val="00FE32FD"/>
    <w:rsid w:val="00FE333E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7D2"/>
    <w:rsid w:val="00FE6AB1"/>
    <w:rsid w:val="00FE776B"/>
    <w:rsid w:val="00FE7830"/>
    <w:rsid w:val="00FE7E3C"/>
    <w:rsid w:val="00FE7FC2"/>
    <w:rsid w:val="00FF0077"/>
    <w:rsid w:val="00FF0EBC"/>
    <w:rsid w:val="00FF0F27"/>
    <w:rsid w:val="00FF1024"/>
    <w:rsid w:val="00FF10E2"/>
    <w:rsid w:val="00FF15F5"/>
    <w:rsid w:val="00FF1C2C"/>
    <w:rsid w:val="00FF1D22"/>
    <w:rsid w:val="00FF2D20"/>
    <w:rsid w:val="00FF2FCC"/>
    <w:rsid w:val="00FF3594"/>
    <w:rsid w:val="00FF3766"/>
    <w:rsid w:val="00FF41F7"/>
    <w:rsid w:val="00FF474A"/>
    <w:rsid w:val="00FF4CD7"/>
    <w:rsid w:val="00FF54BD"/>
    <w:rsid w:val="00FF5505"/>
    <w:rsid w:val="00FF5AA1"/>
    <w:rsid w:val="00FF5C34"/>
    <w:rsid w:val="00FF5CC2"/>
    <w:rsid w:val="00FF5EEA"/>
    <w:rsid w:val="00FF5F14"/>
    <w:rsid w:val="00FF5FF3"/>
    <w:rsid w:val="00FF6042"/>
    <w:rsid w:val="00FF60D7"/>
    <w:rsid w:val="00FF6511"/>
    <w:rsid w:val="00FF666B"/>
    <w:rsid w:val="00FF66C7"/>
    <w:rsid w:val="00FF67B3"/>
    <w:rsid w:val="00FF6A44"/>
    <w:rsid w:val="00FF6B79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5731D6"/>
  <w15:docId w15:val="{ACF038F3-09B0-4AF4-A767-533FEA2D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ascii="Tahoma" w:eastAsia="Times New Roman" w:hAnsi="Tahoma"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rFonts w:eastAsia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aliases w:val="Заголовок_3,Bullet_IRAO,Мой Список,AC List 01,Подпись рисунка,Table-Normal,RSHB_Table-Normal,List Paragraph1"/>
    <w:basedOn w:val="a"/>
    <w:link w:val="a6"/>
    <w:uiPriority w:val="34"/>
    <w:qFormat/>
    <w:rsid w:val="007B217D"/>
    <w:pPr>
      <w:spacing w:after="200"/>
      <w:ind w:left="720" w:firstLine="360"/>
      <w:contextualSpacing/>
      <w:jc w:val="both"/>
    </w:pPr>
    <w:rPr>
      <w:rFonts w:ascii="Tahoma" w:eastAsia="Times New Roman" w:hAnsi="Tahoma"/>
      <w:sz w:val="20"/>
      <w:lang w:eastAsia="en-US"/>
    </w:rPr>
  </w:style>
  <w:style w:type="character" w:styleId="a7">
    <w:name w:val="Intense Reference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D6F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9D6F42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6F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D6F42"/>
    <w:rPr>
      <w:rFonts w:ascii="Times New Roman" w:hAnsi="Times New Roman"/>
      <w:sz w:val="24"/>
      <w:szCs w:val="24"/>
    </w:rPr>
  </w:style>
  <w:style w:type="character" w:styleId="ac">
    <w:name w:val="Hyperlink"/>
    <w:uiPriority w:val="99"/>
    <w:unhideWhenUsed/>
    <w:rsid w:val="009D6F42"/>
    <w:rPr>
      <w:color w:val="0000FF"/>
      <w:u w:val="single"/>
    </w:rPr>
  </w:style>
  <w:style w:type="paragraph" w:customStyle="1" w:styleId="ft1">
    <w:name w:val="ft1"/>
    <w:basedOn w:val="a8"/>
    <w:link w:val="ft10"/>
    <w:qFormat/>
    <w:rsid w:val="009D6F42"/>
    <w:pPr>
      <w:spacing w:line="360" w:lineRule="auto"/>
    </w:pPr>
    <w:rPr>
      <w:rFonts w:ascii="Arial" w:eastAsia="Calibri" w:hAnsi="Arial"/>
      <w:sz w:val="16"/>
      <w:szCs w:val="16"/>
      <w:lang w:val="x-none" w:eastAsia="en-US"/>
    </w:rPr>
  </w:style>
  <w:style w:type="character" w:customStyle="1" w:styleId="ft10">
    <w:name w:val="ft1 Знак"/>
    <w:link w:val="ft1"/>
    <w:rsid w:val="009D6F42"/>
    <w:rPr>
      <w:rFonts w:ascii="Arial" w:eastAsia="Calibri" w:hAnsi="Arial"/>
      <w:sz w:val="16"/>
      <w:szCs w:val="16"/>
      <w:lang w:eastAsia="en-US"/>
    </w:rPr>
  </w:style>
  <w:style w:type="paragraph" w:customStyle="1" w:styleId="ftnormal">
    <w:name w:val="ft normal"/>
    <w:basedOn w:val="a"/>
    <w:link w:val="ftnormal0"/>
    <w:qFormat/>
    <w:rsid w:val="009D6F42"/>
    <w:pPr>
      <w:spacing w:after="200" w:line="276" w:lineRule="auto"/>
    </w:pPr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ftnormal0">
    <w:name w:val="ft normal Знак"/>
    <w:link w:val="ftnormal"/>
    <w:rsid w:val="009D6F42"/>
    <w:rPr>
      <w:rFonts w:ascii="Arial" w:eastAsia="Times New Roman" w:hAnsi="Arial" w:cs="Arial"/>
      <w:sz w:val="22"/>
      <w:szCs w:val="22"/>
    </w:rPr>
  </w:style>
  <w:style w:type="table" w:styleId="ad">
    <w:name w:val="Table Grid"/>
    <w:basedOn w:val="a1"/>
    <w:uiPriority w:val="59"/>
    <w:rsid w:val="009D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256053"/>
    <w:pPr>
      <w:spacing w:after="120"/>
      <w:ind w:left="720" w:firstLine="567"/>
      <w:contextualSpacing/>
      <w:jc w:val="both"/>
    </w:pPr>
    <w:rPr>
      <w:rFonts w:ascii="Tahoma" w:eastAsia="Times New Roman" w:hAnsi="Tahoma"/>
      <w:sz w:val="20"/>
      <w:szCs w:val="22"/>
      <w:lang w:eastAsia="en-US"/>
    </w:rPr>
  </w:style>
  <w:style w:type="paragraph" w:customStyle="1" w:styleId="TableText">
    <w:name w:val="Table Text"/>
    <w:basedOn w:val="a"/>
    <w:uiPriority w:val="99"/>
    <w:rsid w:val="00256053"/>
    <w:pPr>
      <w:spacing w:before="40" w:after="40"/>
    </w:pPr>
    <w:rPr>
      <w:rFonts w:ascii="Arial" w:eastAsia="Times New Roman" w:hAnsi="Arial" w:cs="Arial"/>
      <w:noProof/>
      <w:sz w:val="20"/>
      <w:szCs w:val="20"/>
      <w:lang w:val="en-US" w:eastAsia="en-US"/>
    </w:rPr>
  </w:style>
  <w:style w:type="paragraph" w:customStyle="1" w:styleId="TableHeading2">
    <w:name w:val="Table Heading 2"/>
    <w:basedOn w:val="a"/>
    <w:uiPriority w:val="99"/>
    <w:rsid w:val="00256053"/>
    <w:pPr>
      <w:keepNext/>
      <w:spacing w:before="120" w:after="40"/>
    </w:pPr>
    <w:rPr>
      <w:rFonts w:ascii="Arial" w:eastAsia="Times New Roman" w:hAnsi="Arial"/>
      <w:b/>
      <w:sz w:val="16"/>
      <w:szCs w:val="20"/>
      <w:lang w:val="en-US" w:eastAsia="en-US"/>
    </w:rPr>
  </w:style>
  <w:style w:type="paragraph" w:customStyle="1" w:styleId="08TableHeading">
    <w:name w:val="08_Table_Heading"/>
    <w:basedOn w:val="a"/>
    <w:uiPriority w:val="99"/>
    <w:rsid w:val="00256053"/>
    <w:pPr>
      <w:spacing w:line="390" w:lineRule="exact"/>
    </w:pPr>
    <w:rPr>
      <w:rFonts w:ascii="Arial" w:eastAsia="Times New Roman" w:hAnsi="Arial" w:cs="Arial"/>
      <w:b/>
      <w:iCs/>
      <w:caps/>
      <w:sz w:val="20"/>
      <w:szCs w:val="22"/>
      <w:lang w:val="en-GB" w:eastAsia="en-US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5"/>
    <w:uiPriority w:val="34"/>
    <w:rsid w:val="00256053"/>
    <w:rPr>
      <w:rFonts w:ascii="Tahoma" w:eastAsia="Times New Roman" w:hAnsi="Tahom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rant-ivanovo.ru" TargetMode="External"/><Relationship Id="rId2" Type="http://schemas.openxmlformats.org/officeDocument/2006/relationships/hyperlink" Target="http://www.garant-ivanovo.ru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3%20&#1058;%20&#1055;&#1083;&#1102;&#1089;\&#1064;&#1072;&#1073;&#1083;&#1086;&#1085;&#1099;%20&#1076;&#1083;&#1103;%20Directum\&#1041;&#1083;&#1072;&#1085;&#1082;%20&#1087;&#1088;&#1080;&#1082;&#1072;&#1079;&#1072;%20&#1054;&#1054;&#1054;%20&#1069;&#1057;&#1050;%20&#1043;&#1072;&#1088;&#1072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1499C5CD6C5442B86A469E93E49728" ma:contentTypeVersion="0" ma:contentTypeDescription="Создание документа." ma:contentTypeScope="" ma:versionID="1dad3c4e3bfbc62aa7f23eeef704a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3F6AB-51A0-48E6-AD0D-4A6823A6E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8D6130-FACD-4B25-94B2-BC5BE693E8F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A07A016-C1F5-4C54-B83A-73E6FA267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61D80-896E-4125-8759-FAB3896C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ООО ЭСК Гарант</Template>
  <TotalTime>37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1988</CharactersWithSpaces>
  <SharedDoc>false</SharedDoc>
  <HLinks>
    <vt:vector size="12" baseType="variant">
      <vt:variant>
        <vt:i4>2293853</vt:i4>
      </vt:variant>
      <vt:variant>
        <vt:i4>3</vt:i4>
      </vt:variant>
      <vt:variant>
        <vt:i4>0</vt:i4>
      </vt:variant>
      <vt:variant>
        <vt:i4>5</vt:i4>
      </vt:variant>
      <vt:variant>
        <vt:lpwstr>mailto:info@garant-ivanovo.ru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http://www.garant-ivanovo.ru/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Александр Васильевич</dc:creator>
  <cp:lastModifiedBy>Носкова Алевтина Евгеньевна</cp:lastModifiedBy>
  <cp:revision>12</cp:revision>
  <cp:lastPrinted>2014-06-04T16:11:00Z</cp:lastPrinted>
  <dcterms:created xsi:type="dcterms:W3CDTF">2019-03-27T08:05:00Z</dcterms:created>
  <dcterms:modified xsi:type="dcterms:W3CDTF">2019-04-05T07:09:00Z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0x010100751499C5CD6C5442B86A469E93E49728</vt:lpwstr>
  </property>
</Properties>
</file>